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72" w:rsidRPr="002C3F72" w:rsidRDefault="002C3F72" w:rsidP="000D571B">
      <w:pPr>
        <w:kinsoku w:val="0"/>
        <w:overflowPunct w:val="0"/>
        <w:autoSpaceDE w:val="0"/>
        <w:autoSpaceDN w:val="0"/>
        <w:spacing w:line="240" w:lineRule="auto"/>
        <w:rPr>
          <w:rFonts w:ascii="標楷體" w:hAnsi="標楷體"/>
          <w:b/>
          <w:sz w:val="28"/>
          <w:szCs w:val="28"/>
        </w:rPr>
      </w:pPr>
      <w:bookmarkStart w:id="0" w:name="start"/>
      <w:bookmarkStart w:id="1" w:name="NJ"/>
      <w:bookmarkStart w:id="2" w:name="Title"/>
      <w:r w:rsidRPr="002C3F72">
        <w:rPr>
          <w:rFonts w:ascii="標楷體" w:hAnsi="標楷體" w:hint="eastAsia"/>
          <w:b/>
          <w:sz w:val="28"/>
          <w:szCs w:val="28"/>
        </w:rPr>
        <w:t>基隆市東信</w:t>
      </w:r>
      <w:r w:rsidR="000D571B" w:rsidRPr="002C3F72">
        <w:rPr>
          <w:rFonts w:ascii="標楷體" w:hAnsi="標楷體" w:hint="eastAsia"/>
          <w:b/>
          <w:sz w:val="28"/>
          <w:szCs w:val="28"/>
        </w:rPr>
        <w:t>國民小學</w:t>
      </w:r>
      <w:r w:rsidR="000D571B" w:rsidRPr="002C3F72">
        <w:rPr>
          <w:rFonts w:ascii="標楷體" w:hAnsi="標楷體"/>
          <w:b/>
          <w:sz w:val="28"/>
          <w:szCs w:val="28"/>
        </w:rPr>
        <w:t xml:space="preserve">   </w:t>
      </w:r>
      <w:r w:rsidRPr="002C3F72">
        <w:rPr>
          <w:rFonts w:ascii="標楷體" w:hAnsi="標楷體" w:hint="eastAsia"/>
          <w:b/>
          <w:sz w:val="28"/>
          <w:szCs w:val="28"/>
        </w:rPr>
        <w:t>101學年度一年級下學期第一次</w:t>
      </w:r>
      <w:r w:rsidR="000D571B" w:rsidRPr="002C3F72">
        <w:rPr>
          <w:rFonts w:ascii="標楷體" w:hAnsi="標楷體"/>
          <w:b/>
          <w:sz w:val="28"/>
          <w:szCs w:val="28"/>
        </w:rPr>
        <w:t xml:space="preserve"> 生活科 </w:t>
      </w:r>
      <w:r w:rsidRPr="002C3F72">
        <w:rPr>
          <w:rFonts w:ascii="標楷體" w:hAnsi="標楷體" w:hint="eastAsia"/>
          <w:b/>
          <w:sz w:val="28"/>
          <w:szCs w:val="28"/>
        </w:rPr>
        <w:t>成績考查</w:t>
      </w:r>
      <w:r w:rsidR="000D571B" w:rsidRPr="002C3F72">
        <w:rPr>
          <w:rFonts w:ascii="標楷體" w:hAnsi="標楷體"/>
          <w:b/>
          <w:sz w:val="28"/>
          <w:szCs w:val="28"/>
        </w:rPr>
        <w:t xml:space="preserve"> 試卷</w:t>
      </w:r>
      <w:bookmarkEnd w:id="0"/>
    </w:p>
    <w:p w:rsidR="002C3F72" w:rsidRDefault="002C3F72" w:rsidP="000D571B">
      <w:pPr>
        <w:kinsoku w:val="0"/>
        <w:overflowPunct w:val="0"/>
        <w:autoSpaceDE w:val="0"/>
        <w:autoSpaceDN w:val="0"/>
        <w:spacing w:line="240" w:lineRule="auto"/>
        <w:rPr>
          <w:rFonts w:ascii="標楷體" w:hAnsi="標楷體"/>
          <w:b/>
        </w:rPr>
      </w:pPr>
    </w:p>
    <w:p w:rsidR="00EB574F" w:rsidRDefault="002C3F72" w:rsidP="000D571B">
      <w:pPr>
        <w:kinsoku w:val="0"/>
        <w:overflowPunct w:val="0"/>
        <w:autoSpaceDE w:val="0"/>
        <w:autoSpaceDN w:val="0"/>
        <w:spacing w:line="240" w:lineRule="auto"/>
        <w:rPr>
          <w:rFonts w:ascii="標楷體" w:hAnsi="標楷體"/>
          <w:lang w:eastAsia="zh-CN"/>
        </w:rPr>
      </w:pPr>
      <w:r>
        <w:rPr>
          <w:rFonts w:ascii="標楷體" w:hAnsi="標楷體" w:hint="eastAsia"/>
          <w:b/>
        </w:rPr>
        <w:t xml:space="preserve">                                 </w:t>
      </w:r>
      <w:bookmarkEnd w:id="1"/>
      <w:r w:rsidR="00EB574F">
        <w:rPr>
          <w:rFonts w:ascii="標楷體" w:hAnsi="標楷體"/>
          <w:b/>
        </w:rPr>
        <w:t xml:space="preserve"> </w:t>
      </w:r>
      <w:bookmarkStart w:id="3" w:name="BB"/>
      <w:r w:rsidR="00CE2643">
        <w:rPr>
          <w:rFonts w:ascii="標楷體" w:hAnsi="標楷體" w:hint="eastAsia"/>
          <w:b/>
        </w:rPr>
        <w:t xml:space="preserve">           </w:t>
      </w:r>
      <w:r w:rsidR="00EB574F">
        <w:rPr>
          <w:rFonts w:ascii="標楷體" w:hAnsi="標楷體"/>
          <w:b/>
        </w:rPr>
        <w:t>___</w:t>
      </w:r>
      <w:bookmarkEnd w:id="3"/>
      <w:r w:rsidR="00EB574F">
        <w:rPr>
          <w:rFonts w:ascii="標楷體" w:hAnsi="標楷體"/>
          <w:b/>
        </w:rPr>
        <w:t>班 座號：___ 姓名：__________</w:t>
      </w:r>
      <w:bookmarkEnd w:id="2"/>
    </w:p>
    <w:p w:rsidR="00C927CB" w:rsidRPr="0090492A" w:rsidRDefault="00C927CB" w:rsidP="000D571B">
      <w:pPr>
        <w:kinsoku w:val="0"/>
        <w:overflowPunct w:val="0"/>
        <w:autoSpaceDE w:val="0"/>
        <w:autoSpaceDN w:val="0"/>
        <w:spacing w:line="240" w:lineRule="auto"/>
        <w:rPr>
          <w:rFonts w:ascii="書法中楷（注音一）" w:eastAsia="書法中楷（注音一）"/>
        </w:rPr>
        <w:sectPr w:rsidR="00C927CB" w:rsidRPr="0090492A" w:rsidSect="000D571B">
          <w:type w:val="continuous"/>
          <w:pgSz w:w="11906" w:h="16838" w:code="9"/>
          <w:pgMar w:top="851" w:right="851" w:bottom="851" w:left="851" w:header="567" w:footer="567" w:gutter="0"/>
          <w:cols w:sep="1" w:space="720"/>
          <w:docGrid w:type="lines" w:linePitch="360"/>
        </w:sectPr>
      </w:pPr>
    </w:p>
    <w:p w:rsidR="00FB4A80" w:rsidRPr="00FB4A80" w:rsidRDefault="00C927CB" w:rsidP="00FB4A80">
      <w:pPr>
        <w:kinsoku w:val="0"/>
        <w:overflowPunct w:val="0"/>
        <w:autoSpaceDE w:val="0"/>
        <w:autoSpaceDN w:val="0"/>
        <w:snapToGrid w:val="0"/>
        <w:spacing w:line="240" w:lineRule="auto"/>
        <w:ind w:left="1656" w:hangingChars="394" w:hanging="1656"/>
        <w:rPr>
          <w:rFonts w:ascii="書法中楷（注音一）" w:eastAsia="書法中楷（注音一）"/>
          <w:b/>
          <w:sz w:val="28"/>
          <w:szCs w:val="28"/>
        </w:rPr>
      </w:pPr>
      <w:r w:rsidRPr="00FB4A80">
        <w:rPr>
          <w:rFonts w:ascii="書法中楷（注音一）" w:eastAsia="書法中楷（注音一）" w:hint="eastAsia"/>
          <w:b/>
          <w:sz w:val="28"/>
          <w:szCs w:val="28"/>
        </w:rPr>
        <w:lastRenderedPageBreak/>
        <w:t>一</w:t>
      </w:r>
      <w:r w:rsidR="00691EF5" w:rsidRPr="00FB4A80">
        <w:rPr>
          <w:rFonts w:ascii="書法中楷（注音一）" w:eastAsia="書法中楷（注音一）" w:hint="eastAsia"/>
          <w:b/>
          <w:sz w:val="28"/>
          <w:szCs w:val="28"/>
        </w:rPr>
        <w:t>、</w:t>
      </w:r>
      <w:r w:rsidR="00FB4A80" w:rsidRPr="00FB4A80">
        <w:rPr>
          <w:rFonts w:ascii="書法中楷（注音一）" w:eastAsia="書法中楷（注音一）" w:hint="eastAsia"/>
          <w:b/>
          <w:sz w:val="28"/>
          <w:szCs w:val="28"/>
        </w:rPr>
        <w:t>是非題:30分</w:t>
      </w:r>
    </w:p>
    <w:p w:rsidR="000D571B" w:rsidRPr="0090492A" w:rsidRDefault="00FB4A80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/>
        </w:rPr>
      </w:pPr>
      <w:r>
        <w:rPr>
          <w:rFonts w:ascii="書法中楷（注音一）" w:eastAsia="書法中楷（注音一）" w:hint="eastAsia"/>
        </w:rPr>
        <w:t xml:space="preserve">    </w:t>
      </w:r>
      <w:r w:rsidR="00691EF5">
        <w:rPr>
          <w:rFonts w:ascii="書法中楷（注音一）" w:eastAsia="書法中楷（注音一）" w:hint="eastAsia"/>
        </w:rPr>
        <w:t>對的畫○，錯的打×</w:t>
      </w:r>
    </w:p>
    <w:p w:rsidR="00972D12" w:rsidRPr="0090492A" w:rsidRDefault="00972D12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/>
        </w:rPr>
      </w:pPr>
      <w:r w:rsidRPr="0090492A">
        <w:rPr>
          <w:rFonts w:ascii="書法中楷（注音一）" w:eastAsia="書法中楷（注音一）" w:hint="eastAsia"/>
        </w:rPr>
        <w:t xml:space="preserve">1.(  </w:t>
      </w:r>
      <w:r w:rsidR="000D571B" w:rsidRPr="0090492A">
        <w:rPr>
          <w:rFonts w:ascii="書法中楷（注音一）" w:eastAsia="書法中楷（注音一）" w:hint="eastAsia"/>
        </w:rPr>
        <w:t xml:space="preserve"> )</w:t>
      </w:r>
      <w:bookmarkStart w:id="4" w:name="Q_05A41BC2EDFE49D0B713D5EDFC646644"/>
      <w:r w:rsidRPr="0090492A">
        <w:rPr>
          <w:rFonts w:ascii="書法中楷（注音一）" w:eastAsia="書法中楷（注音一）" w:hint="eastAsia"/>
        </w:rPr>
        <w:t xml:space="preserve">  寒</w:t>
      </w:r>
      <w:r w:rsidRPr="00FB4A80">
        <w:rPr>
          <w:rFonts w:ascii="書法中楷（破音二）" w:eastAsia="書法中楷（破音二）" w:hint="eastAsia"/>
        </w:rPr>
        <w:t>假</w:t>
      </w:r>
      <w:r w:rsidRPr="0090492A">
        <w:rPr>
          <w:rFonts w:ascii="書法中楷（注音一）" w:eastAsia="書法中楷（注音一）" w:hint="eastAsia"/>
        </w:rPr>
        <w:t>結束了，開學後要回到平常上課</w:t>
      </w:r>
      <w:r w:rsidRPr="0090492A">
        <w:rPr>
          <w:rFonts w:ascii="書法中楷（注音一）" w:eastAsia="書法中楷（注音一）" w:hAnsi="標楷體" w:hint="eastAsia"/>
        </w:rPr>
        <w:t>的作息時間，</w:t>
      </w:r>
      <w:r w:rsidRPr="00FB4A80">
        <w:rPr>
          <w:rFonts w:ascii="書法中楷（破音二）" w:eastAsia="書法中楷（破音二）" w:hAnsi="標楷體" w:hint="eastAsia"/>
        </w:rPr>
        <w:t>不</w:t>
      </w:r>
      <w:r w:rsidRPr="0090492A">
        <w:rPr>
          <w:rFonts w:ascii="書法中楷（注音一）" w:eastAsia="書法中楷（注音一）" w:hAnsi="標楷體" w:hint="eastAsia"/>
        </w:rPr>
        <w:t>可以很晚才上床睡</w:t>
      </w:r>
      <w:r w:rsidRPr="00FB4A80">
        <w:rPr>
          <w:rFonts w:ascii="書法中楷（破音二）" w:eastAsia="書法中楷（破音二）" w:hAnsi="標楷體" w:hint="eastAsia"/>
        </w:rPr>
        <w:t>覺</w:t>
      </w:r>
      <w:r w:rsidRPr="0090492A">
        <w:rPr>
          <w:rFonts w:ascii="書法中楷（注音一）" w:eastAsia="書法中楷（注音一）" w:hint="eastAsia"/>
        </w:rPr>
        <w:t>。</w:t>
      </w:r>
    </w:p>
    <w:bookmarkEnd w:id="4"/>
    <w:p w:rsidR="000D6FA3" w:rsidRPr="0090492A" w:rsidRDefault="000D571B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2.(   )</w:t>
      </w:r>
      <w:bookmarkStart w:id="5" w:name="Q_13E35FCE9F7849BA98C2AEA1FE4E9773"/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開學後，可能會發現同學頭髮變</w:t>
      </w:r>
      <w:r w:rsidRPr="00FB4A80">
        <w:rPr>
          <w:rFonts w:ascii="書法中楷（破音二）" w:eastAsia="書法中楷（破音二）" w:hAnsi="Times Ten Roman" w:hint="eastAsia"/>
          <w:color w:val="000000"/>
        </w:rPr>
        <w:t>長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了</w:t>
      </w:r>
      <w:r w:rsidR="00FB4A80">
        <w:rPr>
          <w:rFonts w:ascii="書法中楷（注音一）" w:eastAsia="書法中楷（注音一）" w:hAnsi="Times Ten Roman" w:hint="eastAsia"/>
          <w:color w:val="000000"/>
        </w:rPr>
        <w:t>，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或換了新的髮型。</w:t>
      </w:r>
    </w:p>
    <w:p w:rsidR="000D571B" w:rsidRPr="0090492A" w:rsidRDefault="00444A57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3.(   )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0D6FA3" w:rsidRPr="0090492A">
        <w:rPr>
          <w:rFonts w:ascii="書法中楷（注音一）" w:eastAsia="書法中楷（注音一）" w:hAnsi="Times Ten Roman" w:hint="eastAsia"/>
          <w:color w:val="000000"/>
        </w:rPr>
        <w:t>為了要綠化美化室內，只要看到漂亮的花</w:t>
      </w:r>
      <w:r w:rsidR="00FB4A80">
        <w:rPr>
          <w:rFonts w:ascii="書法中楷（注音一）" w:eastAsia="書法中楷（注音一）" w:hAnsi="Times Ten Roman" w:hint="eastAsia"/>
          <w:color w:val="000000"/>
        </w:rPr>
        <w:t>，</w:t>
      </w:r>
      <w:r w:rsidR="000D6FA3" w:rsidRPr="0090492A">
        <w:rPr>
          <w:rFonts w:ascii="書法中楷（注音一）" w:eastAsia="書法中楷（注音一）" w:hAnsi="Times Ten Roman" w:hint="eastAsia"/>
          <w:color w:val="000000"/>
        </w:rPr>
        <w:t>都可以隨手摘回家。</w:t>
      </w:r>
    </w:p>
    <w:bookmarkEnd w:id="5"/>
    <w:p w:rsidR="008B10CC" w:rsidRPr="0090492A" w:rsidRDefault="00444A57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4.(   )</w:t>
      </w:r>
      <w:bookmarkStart w:id="6" w:name="Q_AAD7CF172C00407181C9CDD484B6B1EA"/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「四季」這首協奏曲的作</w:t>
      </w:r>
      <w:r w:rsidR="000D571B" w:rsidRPr="00FB4A80">
        <w:rPr>
          <w:rFonts w:ascii="書法中楷（破音二）" w:eastAsia="書法中楷（破音二）" w:hAnsi="Times Ten Roman" w:hint="eastAsia"/>
          <w:color w:val="000000"/>
        </w:rPr>
        <w:t>曲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家是</w:t>
      </w:r>
      <w:r w:rsidR="000D571B" w:rsidRPr="00FB4A80">
        <w:rPr>
          <w:rFonts w:ascii="書法中楷（注音一）" w:eastAsia="書法中楷（注音一）" w:hAnsi="Times Ten Roman" w:hint="eastAsia"/>
          <w:color w:val="000000"/>
          <w:u w:val="single"/>
        </w:rPr>
        <w:t>韋瓦第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。</w:t>
      </w:r>
    </w:p>
    <w:p w:rsidR="000D571B" w:rsidRPr="0090492A" w:rsidRDefault="008B10CC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5.(   )</w:t>
      </w:r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我們可以用肢體表演小花、蝴蝶和剛發芽的小樹，來表現春天的景象。</w:t>
      </w:r>
    </w:p>
    <w:bookmarkEnd w:id="6"/>
    <w:p w:rsidR="00444A57" w:rsidRPr="0090492A" w:rsidRDefault="008B10CC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6</w:t>
      </w:r>
      <w:r w:rsidR="00C927CB" w:rsidRPr="0090492A">
        <w:rPr>
          <w:rFonts w:ascii="書法中楷（注音一）" w:eastAsia="書法中楷（注音一）" w:hAnsi="Times Ten Roman" w:hint="eastAsia"/>
          <w:color w:val="000000"/>
        </w:rPr>
        <w:t>.(   )</w:t>
      </w:r>
      <w:bookmarkStart w:id="7" w:name="Q_FF0B564BC91042F6B403B6C312057C92"/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五線譜是由五條線、六個間所組成的。</w:t>
      </w:r>
    </w:p>
    <w:p w:rsidR="000D571B" w:rsidRPr="0090492A" w:rsidRDefault="00712FA7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7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.(   )</w:t>
      </w:r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="006622C9">
        <w:rPr>
          <w:rFonts w:ascii="書法中楷（注音一）" w:eastAsia="書法中楷（注音一）" w:hAnsi="Times Ten Roman" w:hint="eastAsia"/>
          <w:color w:val="000000"/>
        </w:rPr>
        <w:t>除了蝴蝶以外，許多像是蜜蜂、蚯蚓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等小動物都是害蟲，我們要把牠打死。</w:t>
      </w:r>
    </w:p>
    <w:bookmarkEnd w:id="7"/>
    <w:p w:rsidR="000D571B" w:rsidRPr="0090492A" w:rsidRDefault="00712FA7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8</w:t>
      </w:r>
      <w:r w:rsidR="00C927CB" w:rsidRPr="0090492A">
        <w:rPr>
          <w:rFonts w:ascii="書法中楷（注音一）" w:eastAsia="書法中楷（注音一）" w:hAnsi="Times Ten Roman" w:hint="eastAsia"/>
          <w:color w:val="000000"/>
        </w:rPr>
        <w:t>.(   )</w:t>
      </w:r>
      <w:bookmarkStart w:id="8" w:name="Q_6F13DEA463E2463CAD4BE495856F71DD"/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  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春天來臨時，許多冬眠的小動物都會跑出來</w:t>
      </w:r>
    </w:p>
    <w:p w:rsidR="00FB4A80" w:rsidRPr="00FB4A80" w:rsidRDefault="00712FA7" w:rsidP="00FB4A80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bookmarkStart w:id="9" w:name="Q_0320A15107484670A6E5F59B3FFD8114"/>
      <w:bookmarkEnd w:id="8"/>
      <w:r w:rsidRPr="0090492A">
        <w:rPr>
          <w:rFonts w:ascii="書法中楷（注音一）" w:eastAsia="書法中楷（注音一）" w:hAnsi="Times Ten Roman" w:hint="eastAsia"/>
          <w:color w:val="000000"/>
        </w:rPr>
        <w:t>9</w:t>
      </w:r>
      <w:r w:rsidR="00C927CB" w:rsidRPr="0090492A">
        <w:rPr>
          <w:rFonts w:ascii="書法中楷（注音一）" w:eastAsia="書法中楷（注音一）" w:hAnsi="Times Ten Roman" w:hint="eastAsia"/>
          <w:color w:val="000000"/>
        </w:rPr>
        <w:t>.(   )</w:t>
      </w:r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  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看到別人的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>美勞作品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做得比我漂亮，我可以</w:t>
      </w:r>
    </w:p>
    <w:p w:rsidR="000D571B" w:rsidRPr="0090492A" w:rsidRDefault="00FB4A80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  </w:t>
      </w:r>
      <w:r w:rsidR="000D571B" w:rsidRPr="0090492A">
        <w:rPr>
          <w:rFonts w:ascii="書法中楷（注音一）" w:eastAsia="書法中楷（注音一）" w:hAnsi="Times Ten Roman" w:hint="eastAsia"/>
          <w:color w:val="000000"/>
        </w:rPr>
        <w:t>去請他教我做。</w:t>
      </w:r>
    </w:p>
    <w:bookmarkEnd w:id="9"/>
    <w:p w:rsidR="00FB4A80" w:rsidRDefault="00FB4A80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</w:p>
    <w:p w:rsidR="00444A57" w:rsidRPr="0090492A" w:rsidRDefault="008B10CC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10.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(   )</w:t>
      </w:r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春天是氣溫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最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高</w:t>
      </w:r>
      <w:r w:rsidR="00444A57" w:rsidRPr="0090492A">
        <w:rPr>
          <w:rFonts w:ascii="書法中楷（注音一）" w:eastAsia="書法中楷（注音一）" w:hAnsi="Times Ten Roman" w:hint="eastAsia"/>
          <w:color w:val="000000"/>
        </w:rPr>
        <w:t>的季節。</w:t>
      </w:r>
    </w:p>
    <w:p w:rsidR="00444A57" w:rsidRPr="0090492A" w:rsidRDefault="009A744E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11.(   )</w:t>
      </w:r>
      <w:r w:rsidR="00712FA7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樹上比較淺綠色的葉子，代表那是新長出的葉子。</w:t>
      </w:r>
    </w:p>
    <w:p w:rsidR="009A744E" w:rsidRPr="0090492A" w:rsidRDefault="009A744E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12.(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 )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發現有人正在樹幹上刻字時，要報告老師。</w:t>
      </w:r>
    </w:p>
    <w:p w:rsidR="009A744E" w:rsidRPr="0090492A" w:rsidRDefault="009A744E" w:rsidP="00F17E5B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13.(   )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為了觀察得更仔細，可以把花摘下來。</w:t>
      </w:r>
    </w:p>
    <w:p w:rsidR="001C71AC" w:rsidRPr="0090492A" w:rsidRDefault="009A744E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>14</w:t>
      </w:r>
      <w:r w:rsidR="001C71AC" w:rsidRPr="0090492A">
        <w:rPr>
          <w:rFonts w:ascii="書法中楷（注音一）" w:eastAsia="書法中楷（注音一）" w:hAnsi="Times Ten Roman" w:hint="eastAsia"/>
          <w:color w:val="000000"/>
        </w:rPr>
        <w:t xml:space="preserve">.(  </w:t>
      </w:r>
      <w:r w:rsidR="00972D12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)</w:t>
      </w:r>
      <w:r w:rsidR="00095698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隔</w:t>
      </w:r>
      <w:r w:rsidRPr="00095698">
        <w:rPr>
          <w:rFonts w:ascii="書法中楷（破音二）" w:eastAsia="書法中楷（破音二）" w:hAnsi="Times Ten Roman" w:hint="eastAsia"/>
          <w:color w:val="000000"/>
        </w:rPr>
        <w:t>一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段時間再觀察校園，不會發現有任何</w:t>
      </w:r>
      <w:r w:rsidRPr="00095698">
        <w:rPr>
          <w:rFonts w:ascii="書法中楷（破音二）" w:eastAsia="書法中楷（破音二）" w:hAnsi="Times Ten Roman" w:hint="eastAsia"/>
          <w:color w:val="000000"/>
        </w:rPr>
        <w:t>不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同的地方。</w:t>
      </w:r>
    </w:p>
    <w:p w:rsidR="000D571B" w:rsidRPr="00F17E5B" w:rsidRDefault="009A744E" w:rsidP="00F17E5B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90492A">
        <w:rPr>
          <w:rFonts w:ascii="書法中楷（注音一）" w:eastAsia="書法中楷（注音一）" w:hAnsi="Times Ten Roman" w:hint="eastAsia"/>
          <w:color w:val="000000"/>
        </w:rPr>
        <w:t xml:space="preserve">15.(  </w:t>
      </w:r>
      <w:r w:rsidR="001C71AC" w:rsidRPr="0090492A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)</w:t>
      </w:r>
      <w:r w:rsidR="00095698">
        <w:rPr>
          <w:rFonts w:ascii="書法中楷（注音一）" w:eastAsia="書法中楷（注音一）" w:hAnsi="Times Ten Roman" w:hint="eastAsia"/>
          <w:color w:val="000000"/>
        </w:rPr>
        <w:t xml:space="preserve"> 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小松鼠是游泳高手，最喜歡在池塘游來游去。</w:t>
      </w:r>
    </w:p>
    <w:p w:rsidR="000D571B" w:rsidRPr="00095698" w:rsidRDefault="00C927CB" w:rsidP="00095698">
      <w:pPr>
        <w:kinsoku w:val="0"/>
        <w:overflowPunct w:val="0"/>
        <w:autoSpaceDE w:val="0"/>
        <w:autoSpaceDN w:val="0"/>
        <w:snapToGrid w:val="0"/>
        <w:spacing w:line="240" w:lineRule="auto"/>
        <w:ind w:left="1656" w:hangingChars="394" w:hanging="1656"/>
        <w:rPr>
          <w:rFonts w:ascii="書法中楷（注音一）" w:eastAsia="書法中楷（注音一）" w:hAnsi="Times Ten Roman"/>
          <w:b/>
          <w:color w:val="000000"/>
          <w:sz w:val="28"/>
          <w:szCs w:val="28"/>
        </w:rPr>
      </w:pPr>
      <w:r w:rsidRPr="00095698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二</w:t>
      </w:r>
      <w:r w:rsidR="0090492A" w:rsidRPr="00095698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、選擇題</w:t>
      </w:r>
      <w:r w:rsidR="00095698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12分</w:t>
      </w:r>
    </w:p>
    <w:p w:rsidR="00095698" w:rsidRDefault="00972D12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int="eastAsia"/>
        </w:rPr>
        <w:t xml:space="preserve">1.(   ) </w:t>
      </w:r>
      <w:r w:rsidR="00931C43" w:rsidRPr="00691EF5">
        <w:rPr>
          <w:rFonts w:ascii="書法中楷（注音一）" w:eastAsia="書法中楷（注音一）" w:hAnsi="Times Ten Roman" w:hint="eastAsia"/>
          <w:color w:val="000000"/>
        </w:rPr>
        <w:t>校園裡的哪</w:t>
      </w:r>
      <w:r w:rsidR="00931C43" w:rsidRPr="00095698">
        <w:rPr>
          <w:rFonts w:ascii="書法中楷（破音三）" w:eastAsia="書法中楷（破音三）" w:hAnsi="Times Ten Roman" w:hint="eastAsia"/>
          <w:color w:val="000000"/>
        </w:rPr>
        <w:t>一</w:t>
      </w:r>
      <w:r w:rsidR="00931C43" w:rsidRPr="00691EF5">
        <w:rPr>
          <w:rFonts w:ascii="書法中楷（注音一）" w:eastAsia="書法中楷（注音一）" w:hAnsi="Times Ten Roman" w:hint="eastAsia"/>
          <w:color w:val="000000"/>
        </w:rPr>
        <w:t>種小動物不會飛？（①蜜蜂</w:t>
      </w:r>
    </w:p>
    <w:p w:rsidR="00931C43" w:rsidRPr="00691EF5" w:rsidRDefault="00095698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int="eastAsia"/>
        </w:rPr>
        <w:t xml:space="preserve">       </w:t>
      </w:r>
      <w:r w:rsidR="00931C43" w:rsidRPr="00691EF5">
        <w:rPr>
          <w:rFonts w:ascii="書法中楷（注音一）" w:eastAsia="書法中楷（注音一）" w:hAnsi="Times Ten Roman" w:hint="eastAsia"/>
          <w:color w:val="000000"/>
        </w:rPr>
        <w:t>②麻雀③毛毛蟲）。</w:t>
      </w:r>
    </w:p>
    <w:p w:rsidR="00095698" w:rsidRDefault="000D571B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Ansi="Times Ten Roman" w:hint="eastAsia"/>
          <w:color w:val="000000"/>
        </w:rPr>
        <w:t>2.(   )</w:t>
      </w:r>
      <w:bookmarkStart w:id="10" w:name="Q_7DB793A51076493CBEF5ED9EC9DCBC9B"/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 xml:space="preserve"> 家長日的準備工作是誰的責任？</w:t>
      </w:r>
    </w:p>
    <w:p w:rsidR="00095698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</w:t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 xml:space="preserve">　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\o(○,１)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老師</w:t>
      </w:r>
      <w:r w:rsidR="00972D12" w:rsidRPr="00095698">
        <w:rPr>
          <w:rFonts w:ascii="書法中楷（破音三）" w:eastAsia="書法中楷（破音三）" w:hAnsi="Times Ten Roman" w:hint="eastAsia"/>
          <w:color w:val="000000"/>
        </w:rPr>
        <w:t>和</w:t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全班學生</w:t>
      </w:r>
    </w:p>
    <w:p w:rsidR="00972D12" w:rsidRPr="00691EF5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\o(○,２)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老師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\o(○,３)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學生。</w:t>
      </w:r>
    </w:p>
    <w:bookmarkEnd w:id="10"/>
    <w:p w:rsidR="00095698" w:rsidRDefault="000D571B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Ansi="Times Ten Roman" w:hint="eastAsia"/>
          <w:color w:val="000000"/>
        </w:rPr>
        <w:t>3.(   )</w:t>
      </w:r>
      <w:bookmarkStart w:id="11" w:name="Q_97B495618CD8495898CFFEABCCD50489"/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 xml:space="preserve"> 下面哪</w:t>
      </w:r>
      <w:r w:rsidR="00972D12" w:rsidRPr="00095698">
        <w:rPr>
          <w:rFonts w:ascii="書法中楷（破音三）" w:eastAsia="書法中楷（破音三）" w:hAnsi="Times Ten Roman" w:hint="eastAsia"/>
          <w:color w:val="000000"/>
        </w:rPr>
        <w:t>一</w:t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種紙比較</w:t>
      </w:r>
      <w:r w:rsidR="00972D12" w:rsidRPr="00095698">
        <w:rPr>
          <w:rFonts w:ascii="書法中楷（注音一）" w:eastAsia="書法中楷（注音一）" w:hAnsi="Times Ten Roman" w:hint="eastAsia"/>
          <w:b/>
          <w:color w:val="000000"/>
        </w:rPr>
        <w:t>不適合</w:t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 xml:space="preserve">摺成點心盒？　</w:t>
      </w:r>
    </w:p>
    <w:p w:rsidR="00095698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\o(○,１)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廣告紙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\o(○,２)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報紙</w:t>
      </w:r>
    </w:p>
    <w:p w:rsidR="00972D12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\o(○,３)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衛生紙。</w:t>
      </w:r>
    </w:p>
    <w:p w:rsidR="00095698" w:rsidRPr="00691EF5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</w:p>
    <w:bookmarkEnd w:id="11"/>
    <w:p w:rsidR="00972D12" w:rsidRPr="00691EF5" w:rsidRDefault="00972D12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Ansi="Times Ten Roman" w:hint="eastAsia"/>
          <w:color w:val="000000"/>
        </w:rPr>
        <w:lastRenderedPageBreak/>
        <w:t>4</w:t>
      </w:r>
      <w:r w:rsidR="000D571B" w:rsidRPr="00691EF5">
        <w:rPr>
          <w:rFonts w:ascii="書法中楷（注音一）" w:eastAsia="書法中楷（注音一）" w:hAnsi="Times Ten Roman" w:hint="eastAsia"/>
          <w:color w:val="000000"/>
        </w:rPr>
        <w:t>.(   )</w:t>
      </w:r>
      <w:bookmarkStart w:id="12" w:name="Q_CF7B32A54E3E4A01869788ADD311DFDE"/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 春天的天氣是多變的，通常在下面哪</w:t>
      </w:r>
      <w:r w:rsidRPr="00095698">
        <w:rPr>
          <w:rFonts w:ascii="書法中楷（破音二）" w:eastAsia="書法中楷（破音二）" w:hAnsi="Times Ten Roman" w:hint="eastAsia"/>
          <w:color w:val="000000"/>
        </w:rPr>
        <w:t>一</w:t>
      </w:r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個時候，氣溫會比較低？　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Pr="00691EF5">
        <w:rPr>
          <w:rFonts w:ascii="書法中楷（注音一）" w:eastAsia="書法中楷（注音一）" w:hAnsi="Times Ten Roman" w:hint="eastAsia"/>
          <w:color w:val="000000"/>
        </w:rPr>
        <w:instrText>eq \o(○,１)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Pr="00691EF5">
        <w:rPr>
          <w:rFonts w:ascii="書法中楷（注音一）" w:eastAsia="書法中楷（注音一）" w:hAnsi="Times Ten Roman" w:hint="eastAsia"/>
          <w:color w:val="000000"/>
        </w:rPr>
        <w:t>出太陽時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Pr="00691EF5">
        <w:rPr>
          <w:rFonts w:ascii="書法中楷（注音一）" w:eastAsia="書法中楷（注音一）" w:hAnsi="Times Ten Roman" w:hint="eastAsia"/>
          <w:color w:val="000000"/>
        </w:rPr>
        <w:instrText>eq \o(○,２)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Pr="00691EF5">
        <w:rPr>
          <w:rFonts w:ascii="書法中楷（注音一）" w:eastAsia="書法中楷（注音一）" w:hAnsi="Times Ten Roman" w:hint="eastAsia"/>
          <w:color w:val="000000"/>
        </w:rPr>
        <w:t>陰天時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Pr="00691EF5">
        <w:rPr>
          <w:rFonts w:ascii="書法中楷（注音一）" w:eastAsia="書法中楷（注音一）" w:hAnsi="Times Ten Roman" w:hint="eastAsia"/>
          <w:color w:val="000000"/>
        </w:rPr>
        <w:instrText>eq \o(○,３)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Pr="00691EF5">
        <w:rPr>
          <w:rFonts w:ascii="書法中楷（注音一）" w:eastAsia="書法中楷（注音一）" w:hAnsi="Times Ten Roman" w:hint="eastAsia"/>
          <w:color w:val="000000"/>
        </w:rPr>
        <w:t>中午時。</w:t>
      </w:r>
    </w:p>
    <w:bookmarkEnd w:id="12"/>
    <w:p w:rsidR="00095698" w:rsidRDefault="00972D12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Ansi="Times Ten Roman" w:hint="eastAsia"/>
          <w:color w:val="000000"/>
        </w:rPr>
        <w:t>5</w:t>
      </w:r>
      <w:r w:rsidR="000D571B" w:rsidRPr="00691EF5">
        <w:rPr>
          <w:rFonts w:ascii="書法中楷（注音一）" w:eastAsia="書法中楷（注音一）" w:hAnsi="Times Ten Roman" w:hint="eastAsia"/>
          <w:color w:val="000000"/>
        </w:rPr>
        <w:t>.(   )</w:t>
      </w:r>
      <w:bookmarkStart w:id="13" w:name="Q_03CE2CF2613944299293A3104ED1D15F"/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 我們觀察天氣會發現，通常</w:t>
      </w:r>
      <w:r w:rsidRPr="00095698">
        <w:rPr>
          <w:rFonts w:ascii="書法中楷（破音三）" w:eastAsia="書法中楷（破音三）" w:hAnsi="Times Ten Roman" w:hint="eastAsia"/>
          <w:color w:val="000000"/>
        </w:rPr>
        <w:t>一</w:t>
      </w:r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天之內什麼時候溫度會最高？　</w:t>
      </w:r>
    </w:p>
    <w:p w:rsidR="00972D12" w:rsidRPr="00691EF5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\o(○,１)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清晨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\o(○,２)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中午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instrText>eq \o(○,３)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72D12" w:rsidRPr="00691EF5">
        <w:rPr>
          <w:rFonts w:ascii="書法中楷（注音一）" w:eastAsia="書法中楷（注音一）" w:hAnsi="Times Ten Roman" w:hint="eastAsia"/>
          <w:color w:val="000000"/>
        </w:rPr>
        <w:t>晚上。</w:t>
      </w:r>
    </w:p>
    <w:bookmarkEnd w:id="13"/>
    <w:p w:rsidR="00095698" w:rsidRDefault="009D4A06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 w:rsidRPr="00691EF5">
        <w:rPr>
          <w:rFonts w:ascii="書法中楷（注音一）" w:eastAsia="書法中楷（注音一）" w:hAnsi="Times Ten Roman" w:hint="eastAsia"/>
          <w:color w:val="000000"/>
        </w:rPr>
        <w:t>6</w:t>
      </w:r>
      <w:r w:rsidR="000D571B" w:rsidRPr="00691EF5">
        <w:rPr>
          <w:rFonts w:ascii="書法中楷（注音一）" w:eastAsia="書法中楷（注音一）" w:hAnsi="Times Ten Roman" w:hint="eastAsia"/>
          <w:color w:val="000000"/>
        </w:rPr>
        <w:t>.(   )</w:t>
      </w:r>
      <w:bookmarkStart w:id="14" w:name="Q_EA62BB616E514709914743E45443EA48"/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  下面哪</w:t>
      </w:r>
      <w:r w:rsidRPr="00095698">
        <w:rPr>
          <w:rFonts w:ascii="書法中楷（破音二）" w:eastAsia="書法中楷（破音二）" w:hAnsi="Times Ten Roman" w:hint="eastAsia"/>
          <w:color w:val="000000"/>
        </w:rPr>
        <w:t>一</w:t>
      </w:r>
      <w:r w:rsidRPr="00691EF5">
        <w:rPr>
          <w:rFonts w:ascii="書法中楷（注音一）" w:eastAsia="書法中楷（注音一）" w:hAnsi="Times Ten Roman" w:hint="eastAsia"/>
          <w:color w:val="000000"/>
        </w:rPr>
        <w:t xml:space="preserve">句話不是在描寫春天的景象？　</w:t>
      </w:r>
    </w:p>
    <w:p w:rsidR="00095698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instrText>eq \o(○,１)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t>樹木長出新芽</w:t>
      </w:r>
    </w:p>
    <w:p w:rsidR="00095698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instrText>eq \o(○,２)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t>下雪了</w:t>
      </w:r>
    </w:p>
    <w:p w:rsidR="009D4A06" w:rsidRPr="00691EF5" w:rsidRDefault="00095698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1418" w:hangingChars="394" w:hanging="1418"/>
        <w:rPr>
          <w:rFonts w:ascii="書法中楷（注音一）" w:eastAsia="書法中楷（注音一）" w:hAnsi="Times Ten Roman"/>
          <w:color w:val="000000"/>
        </w:rPr>
      </w:pPr>
      <w:r>
        <w:rPr>
          <w:rFonts w:ascii="書法中楷（注音一）" w:eastAsia="書法中楷（注音一）" w:hAnsi="Times Ten Roman" w:hint="eastAsia"/>
          <w:color w:val="000000"/>
        </w:rPr>
        <w:t xml:space="preserve">       </w: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begin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instrText>eq \o(○,３)</w:instrText>
      </w:r>
      <w:r w:rsidR="00EF305A" w:rsidRPr="00691EF5">
        <w:rPr>
          <w:rFonts w:ascii="書法中楷（注音一）" w:eastAsia="書法中楷（注音一）" w:hAnsi="Times Ten Roman" w:hint="eastAsia"/>
          <w:color w:val="000000"/>
        </w:rPr>
        <w:fldChar w:fldCharType="end"/>
      </w:r>
      <w:r w:rsidR="009D4A06" w:rsidRPr="00691EF5">
        <w:rPr>
          <w:rFonts w:ascii="書法中楷（注音一）" w:eastAsia="書法中楷（注音一）" w:hAnsi="Times Ten Roman" w:hint="eastAsia"/>
          <w:color w:val="000000"/>
        </w:rPr>
        <w:t>杜鵑花開了。</w:t>
      </w:r>
    </w:p>
    <w:bookmarkEnd w:id="14"/>
    <w:p w:rsidR="000D571B" w:rsidRPr="0090492A" w:rsidRDefault="000D571B" w:rsidP="0090492A">
      <w:pPr>
        <w:kinsoku w:val="0"/>
        <w:overflowPunct w:val="0"/>
        <w:autoSpaceDE w:val="0"/>
        <w:autoSpaceDN w:val="0"/>
        <w:snapToGrid w:val="0"/>
        <w:spacing w:line="240" w:lineRule="auto"/>
        <w:ind w:left="1419" w:hangingChars="394" w:hanging="1419"/>
        <w:rPr>
          <w:rFonts w:ascii="書法中楷（注音一）" w:eastAsia="書法中楷（注音一）" w:hAnsi="Times Ten Roman"/>
          <w:b/>
          <w:color w:val="000000"/>
        </w:rPr>
      </w:pPr>
    </w:p>
    <w:p w:rsidR="000D571B" w:rsidRPr="00CE2643" w:rsidRDefault="00095698" w:rsidP="00CE2643">
      <w:pPr>
        <w:kinsoku w:val="0"/>
        <w:overflowPunct w:val="0"/>
        <w:autoSpaceDE w:val="0"/>
        <w:autoSpaceDN w:val="0"/>
        <w:snapToGrid w:val="0"/>
        <w:spacing w:line="240" w:lineRule="auto"/>
        <w:ind w:left="1656" w:hangingChars="394" w:hanging="1656"/>
        <w:rPr>
          <w:rFonts w:ascii="書法中楷（注音一）" w:eastAsia="書法中楷（注音一）" w:hAnsi="Times Ten Roman"/>
          <w:b/>
          <w:color w:val="000000"/>
          <w:sz w:val="28"/>
          <w:szCs w:val="28"/>
        </w:rPr>
      </w:pPr>
      <w:r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三</w:t>
      </w:r>
      <w:r w:rsidR="000D571B"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、連連看</w:t>
      </w:r>
    </w:p>
    <w:p w:rsidR="000D571B" w:rsidRDefault="000D571B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1.</w:t>
      </w:r>
      <w:r w:rsidR="00691EF5" w:rsidRPr="00201343">
        <w:rPr>
          <w:rFonts w:ascii="Times Ten Roman" w:hAnsi="Times Ten Roman"/>
          <w:b/>
          <w:color w:val="FFFFFF"/>
        </w:rPr>
        <w:t xml:space="preserve"> </w:t>
      </w:r>
      <w:r w:rsidRPr="00201343">
        <w:rPr>
          <w:rFonts w:ascii="Times Ten Roman" w:hAnsi="Times Ten Roman"/>
          <w:b/>
          <w:color w:val="FFFFFF"/>
        </w:rPr>
        <w:t>0</w:t>
      </w:r>
      <w:bookmarkStart w:id="15" w:name="Q_BBD5FFAD24FF44059A898E5238219197"/>
      <w:r>
        <w:rPr>
          <w:rFonts w:eastAsia="書法中楷（注音一）" w:hint="eastAsia"/>
        </w:rPr>
        <w:t>在欣賞同學的寒</w:t>
      </w:r>
      <w:r>
        <w:rPr>
          <w:rFonts w:ascii="書法中楷（破音二）" w:eastAsia="書法中楷（破音二）" w:hint="eastAsia"/>
        </w:rPr>
        <w:t>假</w:t>
      </w:r>
      <w:r>
        <w:rPr>
          <w:rFonts w:eastAsia="書法中楷（注音一）" w:hint="eastAsia"/>
        </w:rPr>
        <w:t>生活畫作時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你可以知道他們在寒</w:t>
      </w:r>
      <w:r>
        <w:rPr>
          <w:rFonts w:ascii="書法中楷（破音二）" w:eastAsia="書法中楷（破音二）" w:hint="eastAsia"/>
        </w:rPr>
        <w:t>假</w:t>
      </w:r>
      <w:r>
        <w:rPr>
          <w:rFonts w:eastAsia="書法中楷（注音一）" w:hint="eastAsia"/>
        </w:rPr>
        <w:t>做了哪些有趣的事情</w:t>
      </w:r>
      <w:r>
        <w:rPr>
          <w:rFonts w:ascii="書法中楷（破音二）" w:eastAsia="書法中楷（破音二）" w:hint="eastAsia"/>
        </w:rPr>
        <w:t>嗎</w:t>
      </w:r>
      <w:r>
        <w:rPr>
          <w:rFonts w:hint="eastAsia"/>
        </w:rPr>
        <w:t>？</w:t>
      </w:r>
      <w:r>
        <w:rPr>
          <w:rFonts w:eastAsia="書法中楷（注音一）" w:hint="eastAsia"/>
        </w:rPr>
        <w:t>連連看</w:t>
      </w:r>
      <w:r>
        <w:rPr>
          <w:rFonts w:hint="eastAsia"/>
        </w:rPr>
        <w:t>：</w:t>
      </w:r>
      <w:r w:rsidR="00CF2F33">
        <w:rPr>
          <w:rFonts w:hint="eastAsia"/>
        </w:rPr>
        <w:t>12</w:t>
      </w:r>
      <w:r w:rsidR="00CF2F33">
        <w:rPr>
          <w:rFonts w:hint="eastAsia"/>
        </w:rPr>
        <w:t>分</w:t>
      </w:r>
    </w:p>
    <w:tbl>
      <w:tblPr>
        <w:tblW w:w="453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548"/>
        <w:gridCol w:w="395"/>
        <w:gridCol w:w="749"/>
        <w:gridCol w:w="296"/>
        <w:gridCol w:w="1548"/>
      </w:tblGrid>
      <w:tr w:rsidR="000D571B">
        <w:trPr>
          <w:cantSplit/>
          <w:trHeight w:val="1109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1B" w:rsidRDefault="00EF305A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ascii="標楷體" w:hAnsi="標楷體"/>
              </w:rPr>
              <w:fldChar w:fldCharType="begin"/>
            </w:r>
            <w:r w:rsidR="000D571B">
              <w:rPr>
                <w:rFonts w:ascii="標楷體" w:hAnsi="標楷體" w:hint="eastAsia"/>
              </w:rPr>
              <w:instrText>eq \o(○,</w:instrText>
            </w:r>
            <w:r w:rsidR="000D571B">
              <w:rPr>
                <w:rFonts w:ascii="標楷體" w:hAnsi="標楷體" w:hint="eastAsia"/>
                <w:position w:val="2"/>
                <w:sz w:val="18"/>
              </w:rPr>
              <w:instrText>１</w:instrText>
            </w:r>
            <w:r w:rsidR="000D571B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0D571B" w:rsidRDefault="00DE523D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66775" cy="699770"/>
                  <wp:effectExtent l="19050" t="0" r="9525" b="0"/>
                  <wp:docPr id="7" name="圖片 7" descr="100-1-29拜訪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00-1-29拜訪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9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749" w:type="dxa"/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296" w:type="dxa"/>
            <w:tcBorders>
              <w:left w:val="nil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</w:pPr>
            <w:r>
              <w:rPr>
                <w:rFonts w:hint="eastAsia"/>
              </w:rPr>
              <w:t>ㄅ</w:t>
            </w:r>
            <w:r>
              <w:rPr>
                <w:rFonts w:eastAsia="書法中楷（注音一）" w:hint="eastAsia"/>
              </w:rPr>
              <w:t>到親戚家拜訪</w:t>
            </w:r>
          </w:p>
        </w:tc>
      </w:tr>
      <w:tr w:rsidR="000D571B">
        <w:trPr>
          <w:cantSplit/>
          <w:trHeight w:val="696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1B" w:rsidRDefault="00EF305A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ascii="標楷體" w:hAnsi="標楷體"/>
              </w:rPr>
              <w:fldChar w:fldCharType="begin"/>
            </w:r>
            <w:r w:rsidR="000D571B">
              <w:rPr>
                <w:rFonts w:ascii="標楷體" w:hAnsi="標楷體" w:hint="eastAsia"/>
              </w:rPr>
              <w:instrText>eq \o(○,</w:instrText>
            </w:r>
            <w:r w:rsidR="000D571B">
              <w:rPr>
                <w:rFonts w:ascii="標楷體" w:hAnsi="標楷體" w:hint="eastAsia"/>
                <w:position w:val="2"/>
                <w:sz w:val="18"/>
              </w:rPr>
              <w:instrText>２</w:instrText>
            </w:r>
            <w:r w:rsidR="000D571B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0D571B" w:rsidRDefault="00DE523D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8525" cy="787400"/>
                  <wp:effectExtent l="19050" t="0" r="0" b="0"/>
                  <wp:docPr id="8" name="圖片 8" descr="100-1-30放天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00-1-30放天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749" w:type="dxa"/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296" w:type="dxa"/>
            <w:tcBorders>
              <w:left w:val="nil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</w:pPr>
            <w:r>
              <w:rPr>
                <w:rFonts w:hint="eastAsia"/>
              </w:rPr>
              <w:t>ㄆ</w:t>
            </w:r>
            <w:r>
              <w:rPr>
                <w:rFonts w:eastAsia="書法中楷（注音一）" w:hint="eastAsia"/>
              </w:rPr>
              <w:t>參觀展覽</w:t>
            </w:r>
          </w:p>
        </w:tc>
      </w:tr>
      <w:tr w:rsidR="000D571B">
        <w:trPr>
          <w:cantSplit/>
          <w:trHeight w:val="1082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1B" w:rsidRDefault="00EF305A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ascii="標楷體" w:hAnsi="標楷體"/>
              </w:rPr>
              <w:fldChar w:fldCharType="begin"/>
            </w:r>
            <w:r w:rsidR="000D571B">
              <w:rPr>
                <w:rFonts w:ascii="標楷體" w:hAnsi="標楷體" w:hint="eastAsia"/>
              </w:rPr>
              <w:instrText>eq \o(○,</w:instrText>
            </w:r>
            <w:r w:rsidR="000D571B">
              <w:rPr>
                <w:rFonts w:ascii="標楷體" w:hAnsi="標楷體" w:hint="eastAsia"/>
                <w:position w:val="2"/>
                <w:sz w:val="18"/>
              </w:rPr>
              <w:instrText>３</w:instrText>
            </w:r>
            <w:r w:rsidR="000D571B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0D571B" w:rsidRDefault="00DE523D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8525" cy="771525"/>
                  <wp:effectExtent l="19050" t="0" r="0" b="0"/>
                  <wp:docPr id="9" name="圖片 9" descr="100-1-31參觀展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00-1-31參觀展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749" w:type="dxa"/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296" w:type="dxa"/>
            <w:tcBorders>
              <w:left w:val="nil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71B" w:rsidRDefault="000D571B" w:rsidP="000D571B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</w:pPr>
            <w:r>
              <w:rPr>
                <w:rFonts w:hint="eastAsia"/>
              </w:rPr>
              <w:t>ㄇ</w:t>
            </w:r>
            <w:r>
              <w:rPr>
                <w:rFonts w:eastAsia="書法中楷（注音一）" w:hint="eastAsia"/>
              </w:rPr>
              <w:t>放天燈</w:t>
            </w:r>
          </w:p>
        </w:tc>
      </w:tr>
      <w:bookmarkEnd w:id="15"/>
    </w:tbl>
    <w:p w:rsidR="00691EF5" w:rsidRDefault="00691EF5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  <w:rPr>
          <w:rFonts w:ascii="Times Ten Roman" w:hAnsi="Times Ten Roman"/>
          <w:b/>
          <w:color w:val="000000"/>
        </w:rPr>
      </w:pPr>
    </w:p>
    <w:p w:rsidR="00F17E5B" w:rsidRDefault="00F17E5B" w:rsidP="00CF2F33">
      <w:pPr>
        <w:kinsoku w:val="0"/>
        <w:overflowPunct w:val="0"/>
        <w:autoSpaceDE w:val="0"/>
        <w:autoSpaceDN w:val="0"/>
        <w:snapToGrid w:val="0"/>
        <w:spacing w:line="240" w:lineRule="auto"/>
        <w:rPr>
          <w:rFonts w:ascii="Times Ten Roman" w:hAnsi="Times Ten Roman"/>
          <w:b/>
          <w:color w:val="000000"/>
        </w:rPr>
      </w:pPr>
    </w:p>
    <w:p w:rsidR="00691EF5" w:rsidRDefault="00691EF5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  <w:r>
        <w:rPr>
          <w:rFonts w:ascii="Times Ten Roman" w:hAnsi="Times Ten Roman" w:hint="eastAsia"/>
          <w:b/>
          <w:color w:val="000000"/>
        </w:rPr>
        <w:t>2.</w:t>
      </w:r>
      <w:r>
        <w:rPr>
          <w:rFonts w:eastAsia="書法中楷（注音一）" w:hint="eastAsia"/>
        </w:rPr>
        <w:t>請按照音符連出正確的節奏</w:t>
      </w:r>
      <w:r>
        <w:rPr>
          <w:rFonts w:hint="eastAsia"/>
        </w:rPr>
        <w:t>：</w:t>
      </w:r>
      <w:r w:rsidR="00CF2F33">
        <w:rPr>
          <w:rFonts w:hint="eastAsia"/>
        </w:rPr>
        <w:t>12</w:t>
      </w:r>
      <w:r w:rsidR="00CF2F33">
        <w:rPr>
          <w:rFonts w:hint="eastAsia"/>
        </w:rPr>
        <w:t>分</w:t>
      </w:r>
    </w:p>
    <w:p w:rsidR="00CF2F33" w:rsidRDefault="00CF2F33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</w:p>
    <w:tbl>
      <w:tblPr>
        <w:tblW w:w="453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908"/>
        <w:gridCol w:w="308"/>
        <w:gridCol w:w="476"/>
        <w:gridCol w:w="310"/>
        <w:gridCol w:w="1534"/>
      </w:tblGrid>
      <w:tr w:rsidR="00691EF5" w:rsidTr="00641267">
        <w:trPr>
          <w:cantSplit/>
          <w:trHeight w:val="467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EF305A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  <w:w w:val="25"/>
              </w:rPr>
            </w:pPr>
            <w:r>
              <w:rPr>
                <w:rFonts w:ascii="標楷體" w:hAnsi="標楷體"/>
              </w:rPr>
              <w:fldChar w:fldCharType="begin"/>
            </w:r>
            <w:r w:rsidR="00691EF5">
              <w:rPr>
                <w:rFonts w:ascii="標楷體" w:hAnsi="標楷體" w:hint="eastAsia"/>
              </w:rPr>
              <w:instrText>eq \o(○,</w:instrText>
            </w:r>
            <w:r w:rsidR="00691EF5">
              <w:rPr>
                <w:rFonts w:ascii="標楷體" w:hAnsi="標楷體" w:hint="eastAsia"/>
                <w:position w:val="2"/>
                <w:sz w:val="18"/>
              </w:rPr>
              <w:instrText>１</w:instrText>
            </w:r>
            <w:r w:rsidR="00691EF5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097280" cy="334010"/>
                  <wp:effectExtent l="19050" t="0" r="7620" b="0"/>
                  <wp:docPr id="26" name="圖片 1" descr="100-1-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0-1-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" w:type="dxa"/>
            <w:vMerge w:val="restart"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476" w:type="dxa"/>
            <w:vMerge w:val="restart"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hint="eastAsia"/>
              </w:rPr>
              <w:t>ㄅ</w:t>
            </w:r>
          </w:p>
        </w:tc>
      </w:tr>
      <w:tr w:rsidR="00691EF5" w:rsidTr="00641267">
        <w:trPr>
          <w:cantSplit/>
          <w:trHeight w:val="609"/>
          <w:jc w:val="center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</w:rPr>
            </w:pPr>
          </w:p>
        </w:tc>
        <w:tc>
          <w:tcPr>
            <w:tcW w:w="308" w:type="dxa"/>
            <w:vMerge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476" w:type="dxa"/>
            <w:vMerge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rPr>
                <w:w w:val="25"/>
              </w:rPr>
            </w:pPr>
            <w:r>
              <w:rPr>
                <w:noProof/>
                <w:w w:val="25"/>
              </w:rPr>
              <w:drawing>
                <wp:inline distT="0" distB="0" distL="0" distR="0">
                  <wp:extent cx="898525" cy="142875"/>
                  <wp:effectExtent l="19050" t="0" r="0" b="0"/>
                  <wp:docPr id="27" name="圖片 2" descr="100-1-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0-1-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EF5" w:rsidTr="00641267">
        <w:trPr>
          <w:cantSplit/>
          <w:trHeight w:val="443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EF305A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  <w:w w:val="25"/>
              </w:rPr>
            </w:pPr>
            <w:r>
              <w:rPr>
                <w:rFonts w:ascii="標楷體" w:hAnsi="標楷體"/>
              </w:rPr>
              <w:fldChar w:fldCharType="begin"/>
            </w:r>
            <w:r w:rsidR="00691EF5">
              <w:rPr>
                <w:rFonts w:ascii="標楷體" w:hAnsi="標楷體" w:hint="eastAsia"/>
              </w:rPr>
              <w:instrText>eq \o(○,</w:instrText>
            </w:r>
            <w:r w:rsidR="00691EF5">
              <w:rPr>
                <w:rFonts w:ascii="標楷體" w:hAnsi="標楷體" w:hint="eastAsia"/>
                <w:position w:val="2"/>
                <w:sz w:val="18"/>
              </w:rPr>
              <w:instrText>２</w:instrText>
            </w:r>
            <w:r w:rsidR="00691EF5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ascii="標楷體" w:hAnsi="標楷體"/>
                <w:noProof/>
                <w:w w:val="25"/>
              </w:rPr>
              <w:drawing>
                <wp:inline distT="0" distB="0" distL="0" distR="0">
                  <wp:extent cx="1121410" cy="334010"/>
                  <wp:effectExtent l="19050" t="0" r="2540" b="0"/>
                  <wp:docPr id="28" name="圖片 3" descr="100-1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00-1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" w:type="dxa"/>
            <w:vMerge w:val="restart"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476" w:type="dxa"/>
            <w:vMerge w:val="restart"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hint="eastAsia"/>
              </w:rPr>
              <w:t>ㄆ</w:t>
            </w:r>
          </w:p>
        </w:tc>
      </w:tr>
      <w:tr w:rsidR="00691EF5" w:rsidTr="00641267">
        <w:trPr>
          <w:cantSplit/>
          <w:trHeight w:val="633"/>
          <w:jc w:val="center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</w:rPr>
            </w:pPr>
          </w:p>
        </w:tc>
        <w:tc>
          <w:tcPr>
            <w:tcW w:w="308" w:type="dxa"/>
            <w:vMerge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476" w:type="dxa"/>
            <w:vMerge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noProof/>
                <w:w w:val="25"/>
              </w:rPr>
              <w:drawing>
                <wp:inline distT="0" distB="0" distL="0" distR="0">
                  <wp:extent cx="914400" cy="158750"/>
                  <wp:effectExtent l="19050" t="0" r="0" b="0"/>
                  <wp:docPr id="29" name="圖片 4" descr="100-1-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00-1-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EF5" w:rsidTr="00641267">
        <w:trPr>
          <w:cantSplit/>
          <w:trHeight w:val="483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EF305A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  <w:w w:val="25"/>
              </w:rPr>
            </w:pPr>
            <w:r>
              <w:rPr>
                <w:rFonts w:ascii="標楷體" w:hAnsi="標楷體"/>
              </w:rPr>
              <w:fldChar w:fldCharType="begin"/>
            </w:r>
            <w:r w:rsidR="00691EF5">
              <w:rPr>
                <w:rFonts w:ascii="標楷體" w:hAnsi="標楷體" w:hint="eastAsia"/>
              </w:rPr>
              <w:instrText>eq \o(○,</w:instrText>
            </w:r>
            <w:r w:rsidR="00691EF5">
              <w:rPr>
                <w:rFonts w:ascii="標楷體" w:hAnsi="標楷體" w:hint="eastAsia"/>
                <w:position w:val="2"/>
                <w:sz w:val="18"/>
              </w:rPr>
              <w:instrText>３</w:instrText>
            </w:r>
            <w:r w:rsidR="00691EF5">
              <w:rPr>
                <w:rFonts w:ascii="標楷體" w:hAnsi="標楷體" w:hint="eastAsia"/>
              </w:rPr>
              <w:instrText>)</w:instrText>
            </w:r>
            <w:r>
              <w:rPr>
                <w:rFonts w:ascii="標楷體" w:hAnsi="標楷體"/>
              </w:rPr>
              <w:fldChar w:fldCharType="end"/>
            </w:r>
          </w:p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922655" cy="334010"/>
                  <wp:effectExtent l="19050" t="0" r="0" b="0"/>
                  <wp:docPr id="30" name="圖片 5" descr="100-1-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00-1-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" w:type="dxa"/>
            <w:vMerge w:val="restart"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476" w:type="dxa"/>
            <w:vMerge w:val="restart"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‧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</w:pPr>
            <w:r>
              <w:rPr>
                <w:rFonts w:hint="eastAsia"/>
              </w:rPr>
              <w:t>ㄇ</w:t>
            </w:r>
          </w:p>
        </w:tc>
      </w:tr>
      <w:tr w:rsidR="00691EF5" w:rsidTr="00641267">
        <w:trPr>
          <w:cantSplit/>
          <w:trHeight w:val="593"/>
          <w:jc w:val="center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ascii="標楷體" w:hAnsi="標楷體"/>
              </w:rPr>
            </w:pPr>
          </w:p>
        </w:tc>
        <w:tc>
          <w:tcPr>
            <w:tcW w:w="308" w:type="dxa"/>
            <w:vMerge/>
            <w:tcBorders>
              <w:lef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476" w:type="dxa"/>
            <w:vMerge/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3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EF5" w:rsidRDefault="00691EF5" w:rsidP="00641267"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</w:pPr>
            <w:r>
              <w:rPr>
                <w:noProof/>
                <w:w w:val="25"/>
              </w:rPr>
              <w:drawing>
                <wp:inline distT="0" distB="0" distL="0" distR="0">
                  <wp:extent cx="914400" cy="158750"/>
                  <wp:effectExtent l="19050" t="0" r="0" b="0"/>
                  <wp:docPr id="31" name="圖片 6" descr="100-1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00-1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571B" w:rsidRDefault="000D571B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p w:rsidR="000D571B" w:rsidRPr="008D1C69" w:rsidRDefault="000D571B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  <w:bookmarkStart w:id="16" w:name="Q_EAB0614E47394962A7090A93CB105A6A"/>
    </w:p>
    <w:p w:rsidR="00C927CB" w:rsidRPr="00CE2643" w:rsidRDefault="00CF2F33" w:rsidP="00CE2643">
      <w:pPr>
        <w:kinsoku w:val="0"/>
        <w:overflowPunct w:val="0"/>
        <w:autoSpaceDE w:val="0"/>
        <w:autoSpaceDN w:val="0"/>
        <w:snapToGrid w:val="0"/>
        <w:spacing w:line="240" w:lineRule="auto"/>
        <w:ind w:left="1656" w:hangingChars="394" w:hanging="1656"/>
        <w:rPr>
          <w:rFonts w:ascii="書法中楷（注音一）" w:eastAsia="書法中楷（注音一）" w:hAnsi="Times Ten Roman"/>
          <w:b/>
          <w:color w:val="000000"/>
          <w:sz w:val="28"/>
          <w:szCs w:val="28"/>
        </w:rPr>
      </w:pPr>
      <w:r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四</w:t>
      </w:r>
      <w:r w:rsidR="00C927CB"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、勾選題</w:t>
      </w: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1.</w:t>
      </w:r>
      <w:r>
        <w:rPr>
          <w:rFonts w:eastAsia="書法中楷（注音一）" w:hint="eastAsia"/>
        </w:rPr>
        <w:t>關於春天的</w:t>
      </w:r>
      <w:r w:rsidR="00F65504">
        <w:rPr>
          <w:rFonts w:eastAsia="書法中楷（注音一）" w:hint="eastAsia"/>
        </w:rPr>
        <w:t>描述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下面哪些說法正確</w:t>
      </w:r>
      <w:r>
        <w:rPr>
          <w:rFonts w:hint="eastAsia"/>
        </w:rPr>
        <w:t>？</w:t>
      </w:r>
      <w:r>
        <w:rPr>
          <w:rFonts w:eastAsia="書法中楷（注音一）" w:hint="eastAsia"/>
        </w:rPr>
        <w:t>請打</w:t>
      </w:r>
      <w:r>
        <w:rPr>
          <w:rFonts w:hint="eastAsia"/>
        </w:rPr>
        <w:t>ˇ：</w:t>
      </w:r>
      <w:r w:rsidR="004A1FE5">
        <w:rPr>
          <w:rFonts w:hint="eastAsia"/>
        </w:rPr>
        <w:t>8</w:t>
      </w:r>
      <w:r w:rsidR="004A1FE5">
        <w:rPr>
          <w:rFonts w:hint="eastAsia"/>
        </w:rPr>
        <w:t>分</w:t>
      </w:r>
    </w:p>
    <w:p w:rsid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="360" w:hangingChars="100" w:hanging="360"/>
        <w:rPr>
          <w:rFonts w:eastAsia="書法中楷（注音一）"/>
        </w:rPr>
      </w:pP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  <w:rPr>
          <w:rFonts w:eastAsia="書法中楷（注音一）"/>
        </w:rPr>
      </w:pPr>
      <w:r>
        <w:rPr>
          <w:rFonts w:ascii="標楷體" w:hAnsi="標楷體" w:hint="eastAsia"/>
        </w:rPr>
        <w:t>(１)</w:t>
      </w:r>
      <w:r>
        <w:rPr>
          <w:rFonts w:hint="eastAsia"/>
        </w:rPr>
        <w:t>（　）</w:t>
      </w:r>
      <w:r w:rsidR="00CF2F33">
        <w:rPr>
          <w:rFonts w:eastAsia="書法中楷（注音一）" w:hint="eastAsia"/>
        </w:rPr>
        <w:t>氣溫冷熱</w:t>
      </w:r>
      <w:r>
        <w:rPr>
          <w:rFonts w:eastAsia="書法中楷（注音一）" w:hint="eastAsia"/>
        </w:rPr>
        <w:t>變化較大</w:t>
      </w:r>
      <w:r>
        <w:rPr>
          <w:rFonts w:hint="eastAsia"/>
        </w:rPr>
        <w:t>。</w:t>
      </w: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  <w:rPr>
          <w:rFonts w:eastAsia="書法中楷（注音一）"/>
        </w:rPr>
      </w:pPr>
      <w:r>
        <w:rPr>
          <w:rFonts w:ascii="標楷體" w:hAnsi="標楷體" w:hint="eastAsia"/>
        </w:rPr>
        <w:t>(２)</w:t>
      </w:r>
      <w:r>
        <w:rPr>
          <w:rFonts w:hint="eastAsia"/>
        </w:rPr>
        <w:t>（　）</w:t>
      </w:r>
      <w:r>
        <w:rPr>
          <w:rFonts w:eastAsia="書法中楷（注音一）" w:hint="eastAsia"/>
        </w:rPr>
        <w:t>有時會突然下大雨</w:t>
      </w:r>
      <w:r>
        <w:rPr>
          <w:rFonts w:hint="eastAsia"/>
        </w:rPr>
        <w:t>。</w:t>
      </w:r>
    </w:p>
    <w:p w:rsidR="00F65504" w:rsidRPr="00F65504" w:rsidRDefault="00C927CB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</w:pPr>
      <w:r>
        <w:rPr>
          <w:rFonts w:ascii="標楷體" w:hAnsi="標楷體" w:hint="eastAsia"/>
        </w:rPr>
        <w:t>(３)</w:t>
      </w:r>
      <w:r>
        <w:rPr>
          <w:rFonts w:hint="eastAsia"/>
        </w:rPr>
        <w:t>（　）</w:t>
      </w:r>
      <w:r>
        <w:rPr>
          <w:rFonts w:eastAsia="書法中楷（注音一）" w:hint="eastAsia"/>
        </w:rPr>
        <w:t>比冬天的氣溫暖</w:t>
      </w:r>
      <w:r>
        <w:rPr>
          <w:rFonts w:ascii="書法中楷（破音四）" w:eastAsia="書法中楷（破音四）" w:hint="eastAsia"/>
        </w:rPr>
        <w:t>和</w:t>
      </w:r>
      <w:r>
        <w:rPr>
          <w:rFonts w:hint="eastAsia"/>
        </w:rPr>
        <w:t>。</w:t>
      </w: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</w:pPr>
      <w:r>
        <w:rPr>
          <w:rFonts w:ascii="標楷體" w:hAnsi="標楷體" w:hint="eastAsia"/>
        </w:rPr>
        <w:t>(４)</w:t>
      </w:r>
      <w:r>
        <w:rPr>
          <w:rFonts w:hint="eastAsia"/>
        </w:rPr>
        <w:t>（　）</w:t>
      </w:r>
      <w:r>
        <w:rPr>
          <w:rFonts w:eastAsia="書法中楷（注音一）" w:hint="eastAsia"/>
        </w:rPr>
        <w:t>通常比夏天還要熱</w:t>
      </w:r>
      <w:r>
        <w:rPr>
          <w:rFonts w:hint="eastAsia"/>
        </w:rPr>
        <w:t>。</w:t>
      </w:r>
    </w:p>
    <w:p w:rsidR="00F65504" w:rsidRPr="00F65504" w:rsidRDefault="00F65504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  <w:rPr>
          <w:rFonts w:eastAsia="書法中楷（注音一）"/>
        </w:rPr>
      </w:pPr>
      <w:r w:rsidRPr="008D1C69">
        <w:rPr>
          <w:rFonts w:ascii="標楷體" w:hAnsi="標楷體" w:hint="eastAsia"/>
        </w:rPr>
        <w:t>(５)</w:t>
      </w:r>
      <w:r w:rsidRPr="008D1C69">
        <w:rPr>
          <w:rFonts w:hint="eastAsia"/>
        </w:rPr>
        <w:t>（　）</w:t>
      </w:r>
      <w:r w:rsidRPr="008D1C69">
        <w:rPr>
          <w:rFonts w:eastAsia="書法中楷（注音一）" w:hint="eastAsia"/>
        </w:rPr>
        <w:t>春天到了</w:t>
      </w:r>
      <w:r w:rsidRPr="008D1C69">
        <w:rPr>
          <w:rFonts w:hint="eastAsia"/>
        </w:rPr>
        <w:t>，</w:t>
      </w:r>
      <w:r w:rsidR="00CF2F33">
        <w:rPr>
          <w:rFonts w:eastAsia="書法中楷（注音一）" w:hint="eastAsia"/>
        </w:rPr>
        <w:t>許多花都開了</w:t>
      </w:r>
      <w:r w:rsidRPr="008D1C69">
        <w:rPr>
          <w:rFonts w:hint="eastAsia"/>
        </w:rPr>
        <w:t>。</w:t>
      </w:r>
    </w:p>
    <w:p w:rsidR="00F65504" w:rsidRDefault="00F65504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</w:pPr>
      <w:r w:rsidRPr="008D1C69">
        <w:rPr>
          <w:rFonts w:ascii="標楷體" w:hAnsi="標楷體" w:hint="eastAsia"/>
        </w:rPr>
        <w:t>(６)</w:t>
      </w:r>
      <w:r w:rsidRPr="008D1C69">
        <w:rPr>
          <w:rFonts w:hint="eastAsia"/>
        </w:rPr>
        <w:t>（　）</w:t>
      </w:r>
      <w:r w:rsidRPr="008D1C69">
        <w:rPr>
          <w:rFonts w:eastAsia="書法中楷（注音一）" w:hint="eastAsia"/>
        </w:rPr>
        <w:t>樹上的葉子變多</w:t>
      </w:r>
      <w:r w:rsidRPr="008D1C69">
        <w:rPr>
          <w:rFonts w:hint="eastAsia"/>
        </w:rPr>
        <w:t>、</w:t>
      </w:r>
      <w:r w:rsidRPr="008D1C69">
        <w:rPr>
          <w:rFonts w:eastAsia="書法中楷（注音一）" w:hint="eastAsia"/>
        </w:rPr>
        <w:t>變綠了</w:t>
      </w:r>
      <w:r w:rsidRPr="008D1C69">
        <w:rPr>
          <w:rFonts w:hint="eastAsia"/>
        </w:rPr>
        <w:t>。</w:t>
      </w:r>
    </w:p>
    <w:p w:rsidR="00F65504" w:rsidRDefault="00F65504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</w:pPr>
      <w:r w:rsidRPr="008D1C69">
        <w:rPr>
          <w:rFonts w:ascii="標楷體" w:hAnsi="標楷體" w:hint="eastAsia"/>
        </w:rPr>
        <w:t>(７)</w:t>
      </w:r>
      <w:r w:rsidRPr="008D1C69">
        <w:rPr>
          <w:rFonts w:hint="eastAsia"/>
        </w:rPr>
        <w:t>（　）</w:t>
      </w:r>
      <w:r w:rsidRPr="008D1C69">
        <w:rPr>
          <w:rFonts w:eastAsia="書法中楷（注音一）" w:hint="eastAsia"/>
        </w:rPr>
        <w:t>春天到了</w:t>
      </w:r>
      <w:r w:rsidRPr="008D1C69">
        <w:rPr>
          <w:rFonts w:hint="eastAsia"/>
        </w:rPr>
        <w:t>，</w:t>
      </w:r>
      <w:r w:rsidRPr="008D1C69">
        <w:rPr>
          <w:rFonts w:eastAsia="書法中楷（注音一）" w:hint="eastAsia"/>
        </w:rPr>
        <w:t>蝴蝶</w:t>
      </w:r>
      <w:r w:rsidRPr="008D1C69">
        <w:rPr>
          <w:rFonts w:hint="eastAsia"/>
        </w:rPr>
        <w:t>、</w:t>
      </w:r>
      <w:r w:rsidRPr="008D1C69">
        <w:rPr>
          <w:rFonts w:eastAsia="書法中楷（注音一）" w:hint="eastAsia"/>
        </w:rPr>
        <w:t>小鳥變多了</w:t>
      </w:r>
      <w:r w:rsidRPr="008D1C69">
        <w:rPr>
          <w:rFonts w:hint="eastAsia"/>
        </w:rPr>
        <w:t>。</w:t>
      </w:r>
    </w:p>
    <w:p w:rsid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</w:pPr>
      <w:r w:rsidRPr="008D1C69"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8</w:t>
      </w:r>
      <w:r w:rsidRPr="008D1C69"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 xml:space="preserve"> </w:t>
      </w:r>
      <w:r w:rsidRPr="008D1C69">
        <w:rPr>
          <w:rFonts w:hint="eastAsia"/>
        </w:rPr>
        <w:t>（　）</w:t>
      </w:r>
      <w:r>
        <w:rPr>
          <w:rFonts w:hint="eastAsia"/>
        </w:rPr>
        <w:t xml:space="preserve"> </w:t>
      </w:r>
      <w:r w:rsidRPr="008D1C69">
        <w:rPr>
          <w:rFonts w:eastAsia="書法中楷（注音一）" w:hint="eastAsia"/>
        </w:rPr>
        <w:t>春天到了</w:t>
      </w:r>
      <w:r w:rsidRPr="008D1C69">
        <w:rPr>
          <w:rFonts w:hint="eastAsia"/>
        </w:rPr>
        <w:t>，</w:t>
      </w:r>
      <w:r>
        <w:rPr>
          <w:rFonts w:eastAsia="書法中楷（注音一）" w:hint="eastAsia"/>
        </w:rPr>
        <w:t>冬天的衣服</w:t>
      </w:r>
      <w:r w:rsidRPr="0090492A">
        <w:rPr>
          <w:rFonts w:ascii="書法中楷（注音一）" w:eastAsia="書法中楷（注音一）" w:hAnsi="Times Ten Roman" w:hint="eastAsia"/>
          <w:color w:val="000000"/>
        </w:rPr>
        <w:t>、</w:t>
      </w:r>
      <w:r>
        <w:rPr>
          <w:rFonts w:eastAsia="書法中楷（注音一）" w:hint="eastAsia"/>
        </w:rPr>
        <w:t>棉被都可以收起來了</w:t>
      </w:r>
      <w:r w:rsidRPr="008D1C69">
        <w:rPr>
          <w:rFonts w:hint="eastAsia"/>
        </w:rPr>
        <w:t>。</w:t>
      </w:r>
    </w:p>
    <w:p w:rsidR="004A1FE5" w:rsidRP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4A1FE5" w:rsidRP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F65504" w:rsidRPr="004A1FE5" w:rsidRDefault="00F65504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1440" w:hangingChars="500" w:hanging="1200"/>
        <w:rPr>
          <w:rFonts w:ascii="標楷體" w:hAnsi="標楷體"/>
        </w:rPr>
      </w:pPr>
    </w:p>
    <w:p w:rsidR="00F65504" w:rsidRDefault="00F65504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DC5EDB" w:rsidRDefault="00DC5EDB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DC5EDB" w:rsidRDefault="00DC5EDB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DC5EDB" w:rsidRDefault="00DC5EDB" w:rsidP="00F65504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040" w:hangingChars="500" w:hanging="1800"/>
        <w:rPr>
          <w:rFonts w:eastAsia="書法中楷（注音一）"/>
        </w:rPr>
      </w:pPr>
    </w:p>
    <w:p w:rsidR="00DC5EDB" w:rsidRPr="00F65504" w:rsidRDefault="00DC5EDB" w:rsidP="004A1FE5">
      <w:pPr>
        <w:kinsoku w:val="0"/>
        <w:overflowPunct w:val="0"/>
        <w:autoSpaceDE w:val="0"/>
        <w:autoSpaceDN w:val="0"/>
        <w:snapToGrid w:val="0"/>
        <w:spacing w:line="240" w:lineRule="auto"/>
        <w:rPr>
          <w:rFonts w:eastAsia="書法中楷（注音一）"/>
        </w:rPr>
      </w:pP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2.</w:t>
      </w:r>
      <w:r>
        <w:rPr>
          <w:rFonts w:eastAsia="書法中楷（注音一）" w:hint="eastAsia"/>
        </w:rPr>
        <w:t>寒</w:t>
      </w:r>
      <w:r>
        <w:rPr>
          <w:rFonts w:ascii="書法中楷（破音二）" w:eastAsia="書法中楷（破音二）" w:hint="eastAsia"/>
        </w:rPr>
        <w:t>假</w:t>
      </w:r>
      <w:r>
        <w:rPr>
          <w:rFonts w:eastAsia="書法中楷（注音一）" w:hint="eastAsia"/>
        </w:rPr>
        <w:t>過後</w:t>
      </w:r>
      <w:r>
        <w:rPr>
          <w:rFonts w:ascii="書法中楷（破音三）" w:eastAsia="書法中楷（破音三）" w:hint="eastAsia"/>
        </w:rPr>
        <w:t>和</w:t>
      </w:r>
      <w:r>
        <w:rPr>
          <w:rFonts w:eastAsia="書法中楷（注音一）" w:hint="eastAsia"/>
        </w:rPr>
        <w:t>同學第</w:t>
      </w:r>
      <w:r>
        <w:rPr>
          <w:rFonts w:ascii="書法中楷（注音一）" w:eastAsia="書法中楷（注音一）" w:hint="eastAsia"/>
        </w:rPr>
        <w:t>一</w:t>
      </w:r>
      <w:r>
        <w:rPr>
          <w:rFonts w:eastAsia="書法中楷（注音一）" w:hint="eastAsia"/>
        </w:rPr>
        <w:t>天剛見面時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你可能會聽到同學在聊些</w:t>
      </w:r>
      <w:r>
        <w:rPr>
          <w:rFonts w:ascii="書法中楷（破音三）" w:eastAsia="書法中楷（破音三）" w:hint="eastAsia"/>
        </w:rPr>
        <w:t>什</w:t>
      </w:r>
      <w:r>
        <w:rPr>
          <w:rFonts w:eastAsia="書法中楷（注音一）" w:hint="eastAsia"/>
        </w:rPr>
        <w:t>麼</w:t>
      </w:r>
      <w:r>
        <w:rPr>
          <w:rFonts w:hint="eastAsia"/>
        </w:rPr>
        <w:t>？</w:t>
      </w:r>
      <w:r>
        <w:rPr>
          <w:rFonts w:eastAsia="書法中楷（注音一）" w:hint="eastAsia"/>
        </w:rPr>
        <w:t>請打</w:t>
      </w:r>
      <w:r>
        <w:rPr>
          <w:rFonts w:hint="eastAsia"/>
        </w:rPr>
        <w:t>ˇ：</w:t>
      </w:r>
      <w:r w:rsidR="004A1FE5">
        <w:rPr>
          <w:rFonts w:hint="eastAsia"/>
        </w:rPr>
        <w:t>8</w:t>
      </w:r>
      <w:r w:rsidR="004A1FE5">
        <w:rPr>
          <w:rFonts w:hint="eastAsia"/>
        </w:rPr>
        <w:t>分</w:t>
      </w:r>
    </w:p>
    <w:p w:rsidR="004A1FE5" w:rsidRDefault="004A1FE5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</w:p>
    <w:tbl>
      <w:tblPr>
        <w:tblW w:w="453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14"/>
        <w:gridCol w:w="454"/>
        <w:gridCol w:w="1814"/>
        <w:gridCol w:w="454"/>
      </w:tblGrid>
      <w:tr w:rsidR="00C927CB" w:rsidTr="006706BD">
        <w:trPr>
          <w:cantSplit/>
          <w:trHeight w:val="510"/>
          <w:jc w:val="center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 w:hint="eastAsia"/>
              </w:rPr>
              <w:instrText>eq 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１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ascii="書法中楷（破音三）" w:eastAsia="書法中楷（破音三）" w:hint="eastAsia"/>
              </w:rPr>
              <w:t>和</w:t>
            </w:r>
            <w:r w:rsidR="00C927CB">
              <w:rPr>
                <w:rFonts w:eastAsia="書法中楷（注音一）" w:hint="eastAsia"/>
              </w:rPr>
              <w:t>家人出去玩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２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大掃除的趣事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510"/>
          <w:jc w:val="center"/>
        </w:trPr>
        <w:tc>
          <w:tcPr>
            <w:tcW w:w="1814" w:type="dxa"/>
            <w:vMerge/>
            <w:tcBorders>
              <w:left w:val="single" w:sz="4" w:space="0" w:color="auto"/>
            </w:tcBorders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ascii="標楷體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</w:tcPr>
          <w:p w:rsidR="00C927CB" w:rsidRDefault="00C927CB" w:rsidP="006622C9">
            <w:pPr>
              <w:kinsoku w:val="0"/>
              <w:overflowPunct w:val="0"/>
              <w:autoSpaceDE w:val="0"/>
              <w:autoSpaceDN w:val="0"/>
              <w:snapToGrid w:val="0"/>
              <w:spacing w:beforeLines="10" w:line="240" w:lineRule="auto"/>
              <w:ind w:left="240" w:hangingChars="100" w:hanging="240"/>
              <w:rPr>
                <w:rFonts w:ascii="標楷體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1557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  <w:rPr>
                <w:rFonts w:eastAsia="文鼎標楷注音"/>
              </w:rPr>
            </w:pPr>
            <w:r>
              <w:rPr>
                <w:noProof/>
              </w:rPr>
              <w:drawing>
                <wp:inline distT="0" distB="0" distL="0" distR="0">
                  <wp:extent cx="898525" cy="898525"/>
                  <wp:effectExtent l="19050" t="0" r="0" b="0"/>
                  <wp:docPr id="12" name="圖片 12" descr="100-1-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00-1-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right="113" w:hangingChars="100" w:hanging="24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8525" cy="898525"/>
                  <wp:effectExtent l="19050" t="0" r="0" b="0"/>
                  <wp:docPr id="13" name="圖片 13" descr="100-1-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00-1-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7CB" w:rsidTr="006706BD">
        <w:trPr>
          <w:cantSplit/>
          <w:trHeight w:val="510"/>
          <w:jc w:val="center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書法中楷（注音一）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３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過年有趣的活動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４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在學校上課的過程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510"/>
          <w:jc w:val="center"/>
        </w:trPr>
        <w:tc>
          <w:tcPr>
            <w:tcW w:w="1814" w:type="dxa"/>
            <w:vMerge/>
            <w:tcBorders>
              <w:left w:val="single" w:sz="4" w:space="0" w:color="auto"/>
            </w:tcBorders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ascii="標楷體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</w:tcPr>
          <w:p w:rsidR="00C927CB" w:rsidRDefault="00C927CB" w:rsidP="006622C9">
            <w:pPr>
              <w:kinsoku w:val="0"/>
              <w:overflowPunct w:val="0"/>
              <w:autoSpaceDE w:val="0"/>
              <w:autoSpaceDN w:val="0"/>
              <w:snapToGrid w:val="0"/>
              <w:spacing w:beforeLines="10" w:line="240" w:lineRule="auto"/>
              <w:ind w:left="240" w:hangingChars="100" w:hanging="240"/>
              <w:rPr>
                <w:rFonts w:ascii="標楷體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1559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  <w:rPr>
                <w:rFonts w:eastAsia="文鼎標楷注音"/>
              </w:rPr>
            </w:pPr>
            <w:r>
              <w:rPr>
                <w:noProof/>
              </w:rPr>
              <w:drawing>
                <wp:inline distT="0" distB="0" distL="0" distR="0">
                  <wp:extent cx="898525" cy="898525"/>
                  <wp:effectExtent l="19050" t="0" r="0" b="0"/>
                  <wp:docPr id="14" name="圖片 14" descr="100-1-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00-1-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right="113" w:hangingChars="100" w:hanging="24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8525" cy="898525"/>
                  <wp:effectExtent l="19050" t="0" r="0" b="0"/>
                  <wp:docPr id="15" name="圖片 15" descr="100-1-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00-1-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1EF5" w:rsidRDefault="00691EF5" w:rsidP="00DC5EDB">
      <w:pPr>
        <w:kinsoku w:val="0"/>
        <w:overflowPunct w:val="0"/>
        <w:autoSpaceDE w:val="0"/>
        <w:autoSpaceDN w:val="0"/>
        <w:spacing w:line="240" w:lineRule="auto"/>
        <w:rPr>
          <w:rFonts w:ascii="Times Ten Roman" w:hAnsi="Times Ten Roman"/>
          <w:b/>
          <w:color w:val="000000"/>
        </w:rPr>
      </w:pPr>
    </w:p>
    <w:p w:rsidR="000D571B" w:rsidRDefault="000D571B" w:rsidP="00DC5EDB">
      <w:pPr>
        <w:kinsoku w:val="0"/>
        <w:overflowPunct w:val="0"/>
        <w:autoSpaceDE w:val="0"/>
        <w:autoSpaceDN w:val="0"/>
        <w:spacing w:line="240" w:lineRule="auto"/>
        <w:jc w:val="center"/>
        <w:rPr>
          <w:rFonts w:ascii="Times Ten Roman" w:hAnsi="Times Ten Roman"/>
          <w:b/>
          <w:color w:val="000000"/>
        </w:rPr>
      </w:pPr>
    </w:p>
    <w:p w:rsidR="00C927CB" w:rsidRDefault="00C927CB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  <w:r w:rsidRPr="00201343">
        <w:rPr>
          <w:rFonts w:ascii="Times Ten Roman" w:hAnsi="Times Ten Roman"/>
          <w:b/>
          <w:color w:val="FFFFFF"/>
        </w:rPr>
        <w:t>0</w:t>
      </w:r>
      <w:r w:rsidR="004A1FE5">
        <w:rPr>
          <w:rFonts w:ascii="Times Ten Roman" w:hAnsi="Times Ten Roman" w:hint="eastAsia"/>
          <w:b/>
          <w:color w:val="000000"/>
        </w:rPr>
        <w:t>3</w:t>
      </w:r>
      <w:r w:rsidRPr="00201343">
        <w:rPr>
          <w:rFonts w:ascii="Times Ten Roman" w:hAnsi="Times Ten Roman"/>
          <w:b/>
          <w:color w:val="000000"/>
        </w:rPr>
        <w:t>.</w:t>
      </w:r>
      <w:r>
        <w:rPr>
          <w:rFonts w:eastAsia="書法中楷（注音一）" w:hint="eastAsia"/>
        </w:rPr>
        <w:t>我們可以用</w:t>
      </w:r>
      <w:r>
        <w:rPr>
          <w:rFonts w:ascii="書法中楷（破音三）" w:eastAsia="書法中楷（破音三）" w:hint="eastAsia"/>
        </w:rPr>
        <w:t>什</w:t>
      </w:r>
      <w:r>
        <w:rPr>
          <w:rFonts w:eastAsia="書法中楷（注音一）" w:hint="eastAsia"/>
        </w:rPr>
        <w:t>麼方法來觀察春天的景象</w:t>
      </w:r>
      <w:r>
        <w:rPr>
          <w:rFonts w:ascii="書法中楷（破音三）" w:eastAsia="書法中楷（破音三）" w:hint="eastAsia"/>
        </w:rPr>
        <w:t>呢</w:t>
      </w:r>
      <w:r>
        <w:rPr>
          <w:rFonts w:hint="eastAsia"/>
        </w:rPr>
        <w:t>？</w:t>
      </w:r>
      <w:r>
        <w:rPr>
          <w:rFonts w:eastAsia="書法中楷（注音一）" w:hint="eastAsia"/>
        </w:rPr>
        <w:t>請打</w:t>
      </w:r>
      <w:r>
        <w:rPr>
          <w:rFonts w:hint="eastAsia"/>
        </w:rPr>
        <w:t>ˇ：</w:t>
      </w:r>
      <w:r w:rsidR="004A1FE5">
        <w:rPr>
          <w:rFonts w:hint="eastAsia"/>
        </w:rPr>
        <w:t>8</w:t>
      </w:r>
      <w:r w:rsidR="004A1FE5">
        <w:rPr>
          <w:rFonts w:hint="eastAsia"/>
        </w:rPr>
        <w:t>分</w:t>
      </w:r>
    </w:p>
    <w:p w:rsidR="004A1FE5" w:rsidRDefault="004A1FE5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</w:pPr>
    </w:p>
    <w:tbl>
      <w:tblPr>
        <w:tblW w:w="453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14"/>
        <w:gridCol w:w="454"/>
        <w:gridCol w:w="1814"/>
        <w:gridCol w:w="454"/>
      </w:tblGrid>
      <w:tr w:rsidR="00C927CB" w:rsidTr="006706BD">
        <w:trPr>
          <w:cantSplit/>
          <w:trHeight w:val="51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 w:hint="eastAsia"/>
              </w:rPr>
              <w:instrText>eq 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１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抱抱樹幹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２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捉小昆蟲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1557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  <w:rPr>
                <w:rFonts w:eastAsia="文鼎標楷注音"/>
              </w:rPr>
            </w:pPr>
            <w:r>
              <w:rPr>
                <w:noProof/>
              </w:rPr>
              <w:drawing>
                <wp:inline distT="0" distB="0" distL="0" distR="0">
                  <wp:extent cx="890270" cy="691515"/>
                  <wp:effectExtent l="19050" t="0" r="5080" b="0"/>
                  <wp:docPr id="16" name="圖片 16" descr="100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00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right="113" w:hangingChars="100" w:hanging="24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0270" cy="588645"/>
                  <wp:effectExtent l="19050" t="0" r="5080" b="0"/>
                  <wp:docPr id="17" name="圖片 17" descr="100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00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7CB" w:rsidTr="006706BD">
        <w:trPr>
          <w:cantSplit/>
          <w:trHeight w:val="51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３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摸摸草地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jc w:val="center"/>
              <w:rPr>
                <w:rFonts w:eastAsia="文鼎標楷注音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7CB" w:rsidRDefault="00EF305A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rPr>
                <w:rFonts w:eastAsia="文鼎標楷注音"/>
                <w:sz w:val="21"/>
              </w:rPr>
            </w:pPr>
            <w:r>
              <w:rPr>
                <w:rFonts w:ascii="標楷體"/>
              </w:rPr>
              <w:fldChar w:fldCharType="begin"/>
            </w:r>
            <w:r w:rsidR="00C927CB">
              <w:rPr>
                <w:rFonts w:ascii="標楷體"/>
              </w:rPr>
              <w:instrText xml:space="preserve">eq </w:instrText>
            </w:r>
            <w:r w:rsidR="00C927CB">
              <w:rPr>
                <w:rFonts w:ascii="標楷體" w:hint="eastAsia"/>
              </w:rPr>
              <w:instrText>\o(○,</w:instrText>
            </w:r>
            <w:r w:rsidR="00C927CB">
              <w:rPr>
                <w:rFonts w:ascii="標楷體" w:hint="eastAsia"/>
                <w:position w:val="2"/>
                <w:sz w:val="18"/>
              </w:rPr>
              <w:instrText>４</w:instrText>
            </w:r>
            <w:r w:rsidR="00C927CB">
              <w:rPr>
                <w:rFonts w:ascii="標楷體"/>
              </w:rPr>
              <w:instrText>)</w:instrText>
            </w:r>
            <w:r>
              <w:rPr>
                <w:rFonts w:ascii="標楷體"/>
              </w:rPr>
              <w:fldChar w:fldCharType="end"/>
            </w:r>
            <w:r w:rsidR="00C927CB">
              <w:rPr>
                <w:rFonts w:eastAsia="書法中楷（注音一）" w:hint="eastAsia"/>
              </w:rPr>
              <w:t>摘花朵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C927CB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</w:pPr>
          </w:p>
        </w:tc>
      </w:tr>
      <w:tr w:rsidR="00C927CB" w:rsidTr="006706BD">
        <w:trPr>
          <w:cantSplit/>
          <w:trHeight w:val="1559"/>
          <w:jc w:val="center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hangingChars="100" w:hanging="240"/>
              <w:jc w:val="center"/>
              <w:rPr>
                <w:rFonts w:eastAsia="文鼎標楷注音"/>
              </w:rPr>
            </w:pPr>
            <w:r>
              <w:rPr>
                <w:noProof/>
              </w:rPr>
              <w:drawing>
                <wp:inline distT="0" distB="0" distL="0" distR="0">
                  <wp:extent cx="890270" cy="643890"/>
                  <wp:effectExtent l="19050" t="0" r="5080" b="0"/>
                  <wp:docPr id="18" name="圖片 18" descr="100-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100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7CB" w:rsidRDefault="00DE523D" w:rsidP="006706BD">
            <w:pPr>
              <w:kinsoku w:val="0"/>
              <w:overflowPunct w:val="0"/>
              <w:autoSpaceDE w:val="0"/>
              <w:autoSpaceDN w:val="0"/>
              <w:snapToGrid w:val="0"/>
              <w:spacing w:line="240" w:lineRule="auto"/>
              <w:ind w:left="240" w:right="113" w:hangingChars="100" w:hanging="24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2650" cy="548640"/>
                  <wp:effectExtent l="19050" t="0" r="0" b="0"/>
                  <wp:docPr id="19" name="圖片 19" descr="100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100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571B" w:rsidRDefault="000D571B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p w:rsidR="000D571B" w:rsidRDefault="000D571B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bookmarkEnd w:id="16"/>
    <w:p w:rsid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="1419" w:hangingChars="394" w:hanging="1419"/>
        <w:rPr>
          <w:rFonts w:ascii="書法中楷（注音一）" w:eastAsia="書法中楷（注音一）" w:hAnsi="Times Ten Roman"/>
          <w:b/>
          <w:color w:val="000000"/>
        </w:rPr>
      </w:pPr>
    </w:p>
    <w:p w:rsidR="004A1FE5" w:rsidRDefault="004A1FE5" w:rsidP="004A1FE5">
      <w:pPr>
        <w:kinsoku w:val="0"/>
        <w:overflowPunct w:val="0"/>
        <w:autoSpaceDE w:val="0"/>
        <w:autoSpaceDN w:val="0"/>
        <w:snapToGrid w:val="0"/>
        <w:spacing w:line="240" w:lineRule="auto"/>
        <w:ind w:left="1419" w:hangingChars="394" w:hanging="1419"/>
        <w:rPr>
          <w:rFonts w:ascii="書法中楷（注音一）" w:eastAsia="書法中楷（注音一）" w:hAnsi="Times Ten Roman"/>
          <w:b/>
          <w:color w:val="000000"/>
        </w:rPr>
      </w:pPr>
    </w:p>
    <w:p w:rsidR="00DC5EDB" w:rsidRPr="004A1FE5" w:rsidRDefault="004A1FE5" w:rsidP="00CE2643">
      <w:pPr>
        <w:kinsoku w:val="0"/>
        <w:overflowPunct w:val="0"/>
        <w:autoSpaceDE w:val="0"/>
        <w:autoSpaceDN w:val="0"/>
        <w:snapToGrid w:val="0"/>
        <w:spacing w:line="240" w:lineRule="auto"/>
        <w:ind w:left="1656" w:hangingChars="394" w:hanging="1656"/>
        <w:rPr>
          <w:rFonts w:ascii="書法中楷（注音一）" w:eastAsia="書法中楷（注音一）" w:hAnsi="Times Ten Roman"/>
          <w:b/>
          <w:color w:val="000000"/>
        </w:rPr>
      </w:pPr>
      <w:r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lastRenderedPageBreak/>
        <w:t>五</w:t>
      </w:r>
      <w:r w:rsidR="00DC5EDB"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>、填充題</w:t>
      </w:r>
      <w:r w:rsidR="00F147D8" w:rsidRPr="00CE2643">
        <w:rPr>
          <w:rFonts w:ascii="書法中楷（注音一）" w:eastAsia="書法中楷（注音一）" w:hAnsi="Times Ten Roman" w:hint="eastAsia"/>
          <w:b/>
          <w:color w:val="000000"/>
          <w:sz w:val="28"/>
          <w:szCs w:val="28"/>
        </w:rPr>
        <w:t xml:space="preserve"> </w:t>
      </w:r>
      <w:r w:rsidR="00F147D8" w:rsidRPr="00F147D8">
        <w:rPr>
          <w:rFonts w:ascii="書法中楷（注音一）" w:eastAsia="書法中楷（注音一）" w:hAnsi="Times Ten Roman" w:hint="eastAsia"/>
          <w:color w:val="000000"/>
        </w:rPr>
        <w:t>10分</w:t>
      </w:r>
    </w:p>
    <w:p w:rsidR="00DC5EDB" w:rsidRDefault="00DC5EDB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1.</w:t>
      </w:r>
      <w:r>
        <w:rPr>
          <w:rFonts w:eastAsia="書法中楷（注音一）" w:hint="eastAsia"/>
        </w:rPr>
        <w:t>下面的小動物是在五線譜的哪</w:t>
      </w:r>
      <w:r>
        <w:rPr>
          <w:rFonts w:ascii="書法中楷（注音一）" w:eastAsia="書法中楷（注音一）" w:hint="eastAsia"/>
        </w:rPr>
        <w:t>個</w:t>
      </w:r>
      <w:r>
        <w:rPr>
          <w:rFonts w:eastAsia="書法中楷（注音一）" w:hint="eastAsia"/>
        </w:rPr>
        <w:t>位置</w:t>
      </w:r>
      <w:r>
        <w:rPr>
          <w:rFonts w:hint="eastAsia"/>
        </w:rPr>
        <w:t>？</w:t>
      </w:r>
      <w:r w:rsidR="009E1BE9">
        <w:rPr>
          <w:rFonts w:eastAsia="書法中楷（注音一）" w:hint="eastAsia"/>
        </w:rPr>
        <w:t>請圈起</w:t>
      </w:r>
      <w:r>
        <w:rPr>
          <w:rFonts w:eastAsia="書法中楷（注音一）" w:hint="eastAsia"/>
        </w:rPr>
        <w:t>來</w:t>
      </w:r>
      <w:r>
        <w:rPr>
          <w:rFonts w:hint="eastAsia"/>
        </w:rPr>
        <w:t>：</w:t>
      </w:r>
    </w:p>
    <w:p w:rsidR="00DC5EDB" w:rsidRDefault="00DC5EDB" w:rsidP="00DC5EDB">
      <w:pPr>
        <w:kinsoku w:val="0"/>
        <w:overflowPunct w:val="0"/>
        <w:autoSpaceDE w:val="0"/>
        <w:autoSpaceDN w:val="0"/>
        <w:spacing w:line="240" w:lineRule="auto"/>
        <w:jc w:val="center"/>
        <w:rPr>
          <w:rFonts w:eastAsia="書法中楷（注音一）"/>
        </w:rPr>
      </w:pPr>
      <w:r>
        <w:rPr>
          <w:noProof/>
        </w:rPr>
        <w:drawing>
          <wp:inline distT="0" distB="0" distL="0" distR="0">
            <wp:extent cx="1804670" cy="882650"/>
            <wp:effectExtent l="19050" t="0" r="5080" b="0"/>
            <wp:docPr id="32" name="圖片 10" descr="100-2-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0-2-6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EDB" w:rsidRDefault="00F147D8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</w:pPr>
      <w:r>
        <w:rPr>
          <w:rFonts w:hint="eastAsia"/>
          <w:w w:val="25"/>
        </w:rPr>
        <w:t xml:space="preserve">   </w:t>
      </w:r>
      <w:r w:rsidR="006622C9" w:rsidRPr="00EF305A">
        <w:rPr>
          <w:noProof/>
          <w:position w:val="-6"/>
        </w:rPr>
        <w:pict>
          <v:shape id="圖片 11" o:spid="_x0000_i1025" type="#_x0000_t75" alt="100-2-69-1" style="width:20.65pt;height:13.75pt;visibility:visible;mso-wrap-style:square" o:bullet="t">
            <v:imagedata r:id="rId26" o:title="100-2-69-1"/>
          </v:shape>
        </w:pict>
      </w:r>
      <w:r>
        <w:rPr>
          <w:rFonts w:hint="eastAsia"/>
          <w:w w:val="25"/>
        </w:rPr>
        <w:t xml:space="preserve">    </w:t>
      </w:r>
      <w:r w:rsidR="00DC5EDB">
        <w:rPr>
          <w:rFonts w:hint="eastAsia"/>
          <w:w w:val="25"/>
        </w:rPr>
        <w:t xml:space="preserve">　</w:t>
      </w:r>
      <w:r w:rsidR="00DC5EDB">
        <w:rPr>
          <w:rFonts w:eastAsia="書法中楷（注音一）" w:hint="eastAsia"/>
        </w:rPr>
        <w:t>的位置在第</w:t>
      </w:r>
      <w:r w:rsidR="009E1BE9">
        <w:rPr>
          <w:rFonts w:eastAsia="書法中楷（注音一）" w:hint="eastAsia"/>
        </w:rPr>
        <w:t>二</w:t>
      </w:r>
      <w:r w:rsidR="009E1BE9">
        <w:rPr>
          <w:rFonts w:eastAsia="書法中楷（注音一）" w:hint="eastAsia"/>
        </w:rPr>
        <w:t xml:space="preserve">( </w:t>
      </w:r>
      <w:r w:rsidR="009E1BE9">
        <w:rPr>
          <w:rFonts w:eastAsia="書法中楷（注音一）" w:hint="eastAsia"/>
        </w:rPr>
        <w:t>線</w:t>
      </w:r>
      <w:r w:rsidR="009E1BE9">
        <w:rPr>
          <w:rFonts w:eastAsia="書法中楷（注音一）" w:hint="eastAsia"/>
        </w:rPr>
        <w:t xml:space="preserve"> </w:t>
      </w:r>
      <w:r w:rsidR="009E1BE9">
        <w:rPr>
          <w:rFonts w:eastAsia="書法中楷（注音一）" w:hint="eastAsia"/>
        </w:rPr>
        <w:t>間</w:t>
      </w:r>
      <w:r w:rsidR="009E1BE9">
        <w:rPr>
          <w:rFonts w:eastAsia="書法中楷（注音一）" w:hint="eastAsia"/>
        </w:rPr>
        <w:t xml:space="preserve"> )</w:t>
      </w:r>
    </w:p>
    <w:p w:rsidR="00DC5EDB" w:rsidRDefault="00DC5EDB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DC5EDB" w:rsidRPr="008D1C69" w:rsidRDefault="00DC5EDB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>
        <w:rPr>
          <w:rFonts w:ascii="Times Ten Roman" w:hAnsi="Times Ten Roman" w:hint="eastAsia"/>
          <w:b/>
          <w:color w:val="000000"/>
        </w:rPr>
        <w:t>2</w:t>
      </w:r>
      <w:r w:rsidRPr="00201343">
        <w:rPr>
          <w:rFonts w:ascii="Times Ten Roman" w:hAnsi="Times Ten Roman"/>
          <w:b/>
          <w:color w:val="000000"/>
        </w:rPr>
        <w:t>.</w:t>
      </w:r>
      <w:r w:rsidRPr="008D1C69">
        <w:rPr>
          <w:rFonts w:eastAsia="書法中楷（注音一）" w:hint="eastAsia"/>
        </w:rPr>
        <w:t>請把</w:t>
      </w:r>
      <w:r w:rsidRPr="008D1C69">
        <w:rPr>
          <w:rFonts w:hint="eastAsia"/>
          <w:w w:val="25"/>
        </w:rPr>
        <w:t xml:space="preserve">　</w:t>
      </w:r>
      <w:r>
        <w:rPr>
          <w:noProof/>
        </w:rPr>
        <w:drawing>
          <wp:inline distT="0" distB="0" distL="0" distR="0">
            <wp:extent cx="119380" cy="119380"/>
            <wp:effectExtent l="19050" t="0" r="0" b="0"/>
            <wp:docPr id="34" name="圖片 20" descr="2-2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2-2-1-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C69">
        <w:rPr>
          <w:rFonts w:hint="eastAsia"/>
          <w:w w:val="25"/>
        </w:rPr>
        <w:t xml:space="preserve">　</w:t>
      </w:r>
      <w:r w:rsidRPr="008D1C69">
        <w:rPr>
          <w:rFonts w:eastAsia="書法中楷（注音一）" w:hint="eastAsia"/>
        </w:rPr>
        <w:t>畫在正確的五線譜位置上</w:t>
      </w:r>
      <w:r w:rsidRPr="008D1C69">
        <w:rPr>
          <w:rFonts w:hint="eastAsia"/>
        </w:rPr>
        <w:t>。</w:t>
      </w:r>
    </w:p>
    <w:p w:rsidR="00DC5EDB" w:rsidRPr="008D1C69" w:rsidRDefault="00DC5EDB" w:rsidP="00DC5ED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  <w:r>
        <w:rPr>
          <w:noProof/>
        </w:rPr>
        <w:drawing>
          <wp:inline distT="0" distB="0" distL="0" distR="0">
            <wp:extent cx="119380" cy="119380"/>
            <wp:effectExtent l="19050" t="0" r="0" b="0"/>
            <wp:docPr id="35" name="圖片 21" descr="2-2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-2-1-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C69">
        <w:rPr>
          <w:rFonts w:hint="eastAsia"/>
          <w:w w:val="25"/>
        </w:rPr>
        <w:t xml:space="preserve">　</w:t>
      </w:r>
      <w:r w:rsidRPr="008D1C69">
        <w:rPr>
          <w:rFonts w:eastAsia="書法中楷（注音一）" w:hint="eastAsia"/>
        </w:rPr>
        <w:t>在第</w:t>
      </w:r>
      <w:r>
        <w:rPr>
          <w:rFonts w:eastAsia="書法中楷（注音一）" w:hint="eastAsia"/>
        </w:rPr>
        <w:t>三</w:t>
      </w:r>
      <w:r w:rsidRPr="008D1C69">
        <w:rPr>
          <w:rFonts w:eastAsia="書法中楷（注音一）" w:hint="eastAsia"/>
        </w:rPr>
        <w:t>線</w:t>
      </w:r>
    </w:p>
    <w:p w:rsidR="00DC5EDB" w:rsidRPr="008D1C69" w:rsidRDefault="00DC5EDB" w:rsidP="00DC5EDB">
      <w:pPr>
        <w:kinsoku w:val="0"/>
        <w:overflowPunct w:val="0"/>
        <w:autoSpaceDE w:val="0"/>
        <w:autoSpaceDN w:val="0"/>
        <w:spacing w:line="240" w:lineRule="auto"/>
        <w:jc w:val="center"/>
        <w:rPr>
          <w:rFonts w:eastAsia="書法中楷（注音一）"/>
        </w:rPr>
      </w:pPr>
      <w:r>
        <w:rPr>
          <w:noProof/>
        </w:rPr>
        <w:drawing>
          <wp:inline distT="0" distB="0" distL="0" distR="0">
            <wp:extent cx="1804670" cy="882650"/>
            <wp:effectExtent l="19050" t="0" r="5080" b="0"/>
            <wp:docPr id="36" name="圖片 22" descr="2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-2-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7CB" w:rsidRPr="008D1C69" w:rsidRDefault="00C927CB" w:rsidP="00DC5EDB">
      <w:pPr>
        <w:kinsoku w:val="0"/>
        <w:overflowPunct w:val="0"/>
        <w:autoSpaceDE w:val="0"/>
        <w:autoSpaceDN w:val="0"/>
        <w:spacing w:line="240" w:lineRule="auto"/>
        <w:jc w:val="both"/>
        <w:rPr>
          <w:rFonts w:eastAsia="書法中楷（注音一）"/>
        </w:rPr>
      </w:pPr>
    </w:p>
    <w:p w:rsidR="00C927CB" w:rsidRDefault="00C927CB" w:rsidP="00C927C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Times Ten Roman" w:hAnsi="Times Ten Roman"/>
          <w:b/>
          <w:color w:val="000000"/>
        </w:rPr>
      </w:pPr>
    </w:p>
    <w:p w:rsidR="00C927CB" w:rsidRPr="008D1C69" w:rsidRDefault="00C927CB" w:rsidP="00691EF5">
      <w:pPr>
        <w:kinsoku w:val="0"/>
        <w:overflowPunct w:val="0"/>
        <w:autoSpaceDE w:val="0"/>
        <w:autoSpaceDN w:val="0"/>
        <w:snapToGrid w:val="0"/>
        <w:spacing w:line="240" w:lineRule="auto"/>
        <w:ind w:left="240" w:hangingChars="100" w:hanging="240"/>
        <w:rPr>
          <w:rFonts w:eastAsia="書法中楷（注音一）"/>
        </w:rPr>
      </w:pPr>
      <w:r w:rsidRPr="00201343">
        <w:rPr>
          <w:rFonts w:ascii="Times Ten Roman" w:hAnsi="Times Ten Roman"/>
          <w:b/>
          <w:color w:val="FFFFFF"/>
        </w:rPr>
        <w:t>0</w:t>
      </w:r>
      <w:r w:rsidRPr="00201343">
        <w:rPr>
          <w:rFonts w:ascii="Times Ten Roman" w:hAnsi="Times Ten Roman"/>
          <w:b/>
          <w:color w:val="000000"/>
        </w:rPr>
        <w:t>2.</w:t>
      </w:r>
      <w:r>
        <w:rPr>
          <w:rFonts w:eastAsia="書法中楷（注音一）" w:hint="eastAsia"/>
        </w:rPr>
        <w:t>小朋友</w:t>
      </w:r>
      <w:r>
        <w:rPr>
          <w:rFonts w:hint="eastAsia"/>
        </w:rPr>
        <w:t>，</w:t>
      </w:r>
      <w:r>
        <w:rPr>
          <w:rFonts w:eastAsia="書法中楷（注音一）" w:hint="eastAsia"/>
        </w:rPr>
        <w:t>請你用自己的方式畫出</w:t>
      </w:r>
      <w:r w:rsidRPr="008D1C69">
        <w:rPr>
          <w:rFonts w:eastAsia="書法中楷（注音一）" w:hint="eastAsia"/>
        </w:rPr>
        <w:t>天氣符號</w:t>
      </w:r>
      <w:r w:rsidRPr="008D1C69">
        <w:rPr>
          <w:rFonts w:hint="eastAsia"/>
        </w:rPr>
        <w:t>。</w:t>
      </w:r>
    </w:p>
    <w:p w:rsidR="006873BE" w:rsidRPr="008D1C69" w:rsidRDefault="00C927CB" w:rsidP="006873BE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  <w:r w:rsidRPr="008D1C69">
        <w:rPr>
          <w:rFonts w:eastAsia="書法中楷（注音一）" w:hint="eastAsia"/>
        </w:rPr>
        <w:t>晴天的符號</w:t>
      </w:r>
      <w:r w:rsidRPr="00E0771D">
        <w:rPr>
          <w:rFonts w:hint="eastAsia"/>
        </w:rPr>
        <w:t>：</w:t>
      </w:r>
      <w:r w:rsidR="006873BE">
        <w:rPr>
          <w:rFonts w:hint="eastAsia"/>
        </w:rPr>
        <w:t xml:space="preserve">    </w:t>
      </w:r>
      <w:r w:rsidR="006873BE">
        <w:rPr>
          <w:rFonts w:eastAsia="書法中楷（注音一）" w:hint="eastAsia"/>
        </w:rPr>
        <w:t>雨</w:t>
      </w:r>
      <w:r w:rsidR="006873BE" w:rsidRPr="008D1C69">
        <w:rPr>
          <w:rFonts w:eastAsia="書法中楷（注音一）" w:hint="eastAsia"/>
        </w:rPr>
        <w:t>天的符號</w:t>
      </w:r>
      <w:r w:rsidR="006873BE" w:rsidRPr="00E0771D">
        <w:rPr>
          <w:rFonts w:hint="eastAsia"/>
        </w:rPr>
        <w:t>：</w:t>
      </w:r>
    </w:p>
    <w:p w:rsidR="00691EF5" w:rsidRDefault="00691EF5" w:rsidP="006873BE">
      <w:pPr>
        <w:kinsoku w:val="0"/>
        <w:overflowPunct w:val="0"/>
        <w:autoSpaceDE w:val="0"/>
        <w:autoSpaceDN w:val="0"/>
        <w:snapToGrid w:val="0"/>
        <w:spacing w:line="240" w:lineRule="auto"/>
      </w:pPr>
    </w:p>
    <w:p w:rsidR="00691EF5" w:rsidRDefault="00EF305A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  <w:r w:rsidRPr="00EF305A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4.8pt;margin-top:2.5pt;width:88.35pt;height:75.1pt;z-index:251658240"/>
        </w:pict>
      </w:r>
      <w:r w:rsidRPr="00EF305A">
        <w:rPr>
          <w:rFonts w:ascii="標楷體" w:hAnsi="標楷體"/>
          <w:noProof/>
          <w:color w:val="000000"/>
        </w:rPr>
        <w:pict>
          <v:shape id="_x0000_s1027" type="#_x0000_t176" style="position:absolute;left:0;text-align:left;margin-left:133.7pt;margin-top:2.5pt;width:92.1pt;height:75.1pt;z-index:251659264"/>
        </w:pict>
      </w:r>
    </w:p>
    <w:p w:rsidR="004A1FE5" w:rsidRDefault="004A1FE5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4A1FE5" w:rsidRDefault="004A1FE5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4A1FE5" w:rsidRPr="008D1C69" w:rsidRDefault="004A1FE5" w:rsidP="00C927CB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4A1FE5" w:rsidRDefault="004A1FE5" w:rsidP="009D4A06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4A1FE5" w:rsidRDefault="004A1FE5" w:rsidP="009D4A06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FA29CF" w:rsidRPr="006873BE" w:rsidRDefault="00FA29CF" w:rsidP="006873BE">
      <w:pPr>
        <w:kinsoku w:val="0"/>
        <w:overflowPunct w:val="0"/>
        <w:autoSpaceDE w:val="0"/>
        <w:autoSpaceDN w:val="0"/>
        <w:snapToGrid w:val="0"/>
        <w:spacing w:line="240" w:lineRule="auto"/>
      </w:pPr>
    </w:p>
    <w:p w:rsidR="00FA29CF" w:rsidRDefault="00FA29CF" w:rsidP="00FA29CF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</w:pPr>
      <w:r>
        <w:rPr>
          <w:rFonts w:eastAsia="書法中楷（注音一）" w:hint="eastAsia"/>
        </w:rPr>
        <w:t>陰</w:t>
      </w:r>
      <w:r w:rsidRPr="008D1C69">
        <w:rPr>
          <w:rFonts w:eastAsia="書法中楷（注音一）" w:hint="eastAsia"/>
        </w:rPr>
        <w:t>天的符號</w:t>
      </w:r>
      <w:r w:rsidRPr="00E0771D">
        <w:rPr>
          <w:rFonts w:hint="eastAsia"/>
        </w:rPr>
        <w:t>：</w:t>
      </w:r>
    </w:p>
    <w:p w:rsidR="0028101D" w:rsidRPr="008D1C69" w:rsidRDefault="0028101D" w:rsidP="00FA29CF">
      <w:pPr>
        <w:kinsoku w:val="0"/>
        <w:overflowPunct w:val="0"/>
        <w:autoSpaceDE w:val="0"/>
        <w:autoSpaceDN w:val="0"/>
        <w:snapToGrid w:val="0"/>
        <w:spacing w:line="240" w:lineRule="auto"/>
        <w:ind w:leftChars="100" w:left="240"/>
        <w:rPr>
          <w:rFonts w:eastAsia="書法中楷（注音一）"/>
        </w:rPr>
      </w:pPr>
    </w:p>
    <w:p w:rsidR="0028101D" w:rsidRDefault="00EF305A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  <w:r>
        <w:rPr>
          <w:rFonts w:ascii="標楷體" w:hAnsi="標楷體"/>
          <w:noProof/>
          <w:color w:val="000000"/>
        </w:rPr>
        <w:pict>
          <v:shape id="_x0000_s1028" type="#_x0000_t176" style="position:absolute;left:0;text-align:left;margin-left:15.45pt;margin-top:.75pt;width:87.7pt;height:75.1pt;z-index:251660288"/>
        </w:pict>
      </w:r>
    </w:p>
    <w:p w:rsidR="00EB574F" w:rsidRDefault="00EB574F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</w:p>
    <w:p w:rsidR="0028101D" w:rsidRPr="00C927CB" w:rsidRDefault="0028101D" w:rsidP="000D571B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00"/>
        </w:rPr>
      </w:pPr>
      <w:r>
        <w:rPr>
          <w:rFonts w:ascii="標楷體" w:hAnsi="標楷體" w:hint="eastAsia"/>
          <w:b/>
        </w:rPr>
        <w:t xml:space="preserve">  </w:t>
      </w:r>
      <w:r>
        <w:rPr>
          <w:rFonts w:ascii="標楷體" w:hAnsi="標楷體"/>
          <w:b/>
        </w:rPr>
        <w:t>___年 ___班 座號：___ 姓名：__________</w:t>
      </w:r>
    </w:p>
    <w:sectPr w:rsidR="0028101D" w:rsidRPr="00C927CB" w:rsidSect="000D571B">
      <w:type w:val="continuous"/>
      <w:pgSz w:w="11906" w:h="16838" w:code="9"/>
      <w:pgMar w:top="851" w:right="851" w:bottom="851" w:left="851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96" w:rsidRDefault="00F35296">
      <w:r>
        <w:separator/>
      </w:r>
    </w:p>
  </w:endnote>
  <w:endnote w:type="continuationSeparator" w:id="0">
    <w:p w:rsidR="00F35296" w:rsidRDefault="00F35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書法中楷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書法中楷（破音二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書法中楷（破音三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（破音四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文鼎標楷注音">
    <w:altName w:val="Arial Unicode MS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96" w:rsidRDefault="00F35296">
      <w:r>
        <w:separator/>
      </w:r>
    </w:p>
  </w:footnote>
  <w:footnote w:type="continuationSeparator" w:id="0">
    <w:p w:rsidR="00F35296" w:rsidRDefault="00F35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100-2-69-1" style="width:63.85pt;height:42.55pt;visibility:visible;mso-wrap-style:square" o:bullet="t">
        <v:imagedata r:id="rId1" o:title="100-2-69-1"/>
      </v:shape>
    </w:pict>
  </w:numPicBullet>
  <w:abstractNum w:abstractNumId="0">
    <w:nsid w:val="0EF46AF7"/>
    <w:multiLevelType w:val="singleLevel"/>
    <w:tmpl w:val="A484F83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>
    <w:nsid w:val="15C55F95"/>
    <w:multiLevelType w:val="hybridMultilevel"/>
    <w:tmpl w:val="37F2C18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B46BB4"/>
    <w:multiLevelType w:val="hybridMultilevel"/>
    <w:tmpl w:val="72824A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38B0B0B"/>
    <w:multiLevelType w:val="hybridMultilevel"/>
    <w:tmpl w:val="9C3C5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3EB07B9"/>
    <w:multiLevelType w:val="multilevel"/>
    <w:tmpl w:val="2138A518"/>
    <w:lvl w:ilvl="0">
      <w:start w:val="1"/>
      <w:numFmt w:val="decimal"/>
      <w:lvlRestart w:val="0"/>
      <w:suff w:val="space"/>
      <w:lvlText w:val="%1."/>
      <w:lvlJc w:val="right"/>
      <w:pPr>
        <w:ind w:left="1134" w:hanging="851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4F45E74"/>
    <w:multiLevelType w:val="hybridMultilevel"/>
    <w:tmpl w:val="BD9EEF8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6603508C"/>
    <w:multiLevelType w:val="singleLevel"/>
    <w:tmpl w:val="A484F83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8">
    <w:nsid w:val="6D202B74"/>
    <w:multiLevelType w:val="hybridMultilevel"/>
    <w:tmpl w:val="73A26E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80"/>
  <w:doNotHyphenateCap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71B"/>
    <w:rsid w:val="00095698"/>
    <w:rsid w:val="000D571B"/>
    <w:rsid w:val="000D6FA3"/>
    <w:rsid w:val="000E53A7"/>
    <w:rsid w:val="00124989"/>
    <w:rsid w:val="0015412E"/>
    <w:rsid w:val="001C71AC"/>
    <w:rsid w:val="0028101D"/>
    <w:rsid w:val="002C3F72"/>
    <w:rsid w:val="0037415B"/>
    <w:rsid w:val="003A20AB"/>
    <w:rsid w:val="00441E11"/>
    <w:rsid w:val="00444A57"/>
    <w:rsid w:val="004A1FE5"/>
    <w:rsid w:val="005E6D8E"/>
    <w:rsid w:val="006622C9"/>
    <w:rsid w:val="006873BE"/>
    <w:rsid w:val="00691EF5"/>
    <w:rsid w:val="00696E8C"/>
    <w:rsid w:val="00712FA7"/>
    <w:rsid w:val="0081672E"/>
    <w:rsid w:val="008B10CC"/>
    <w:rsid w:val="0090492A"/>
    <w:rsid w:val="00931C43"/>
    <w:rsid w:val="00972D12"/>
    <w:rsid w:val="009A744E"/>
    <w:rsid w:val="009C57B5"/>
    <w:rsid w:val="009C6CDD"/>
    <w:rsid w:val="009D4A06"/>
    <w:rsid w:val="009E1BE9"/>
    <w:rsid w:val="009F4CB2"/>
    <w:rsid w:val="00A2611D"/>
    <w:rsid w:val="00A85D8E"/>
    <w:rsid w:val="00AE16B4"/>
    <w:rsid w:val="00B62939"/>
    <w:rsid w:val="00BF7DA4"/>
    <w:rsid w:val="00C927CB"/>
    <w:rsid w:val="00CE2643"/>
    <w:rsid w:val="00CF2F33"/>
    <w:rsid w:val="00DC5EDB"/>
    <w:rsid w:val="00DE523D"/>
    <w:rsid w:val="00E5046C"/>
    <w:rsid w:val="00E6427D"/>
    <w:rsid w:val="00EB574F"/>
    <w:rsid w:val="00EF305A"/>
    <w:rsid w:val="00F147D8"/>
    <w:rsid w:val="00F17E5B"/>
    <w:rsid w:val="00F35296"/>
    <w:rsid w:val="00F429D1"/>
    <w:rsid w:val="00F5616E"/>
    <w:rsid w:val="00F65504"/>
    <w:rsid w:val="00FA29CF"/>
    <w:rsid w:val="00FB4A80"/>
    <w:rsid w:val="00FD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3A7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0E53A7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53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0E53A7"/>
    <w:pPr>
      <w:snapToGrid w:val="0"/>
    </w:pPr>
    <w:rPr>
      <w:b/>
      <w:sz w:val="28"/>
    </w:rPr>
  </w:style>
  <w:style w:type="paragraph" w:styleId="a4">
    <w:name w:val="footer"/>
    <w:basedOn w:val="a"/>
    <w:rsid w:val="000E53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0D6FA3"/>
    <w:pPr>
      <w:spacing w:line="240" w:lineRule="auto"/>
      <w:ind w:leftChars="200" w:left="480"/>
    </w:pPr>
    <w:rPr>
      <w:rFonts w:ascii="Calibri" w:eastAsia="新細明體" w:hAnsi="Calibri"/>
      <w:szCs w:val="22"/>
    </w:rPr>
  </w:style>
  <w:style w:type="paragraph" w:customStyle="1" w:styleId="a6">
    <w:name w:val="國小注音題目"/>
    <w:basedOn w:val="a"/>
    <w:link w:val="a7"/>
    <w:rsid w:val="009A744E"/>
    <w:pPr>
      <w:adjustRightInd w:val="0"/>
      <w:snapToGrid w:val="0"/>
      <w:spacing w:line="240" w:lineRule="auto"/>
    </w:pPr>
    <w:rPr>
      <w:rFonts w:ascii="標楷體" w:eastAsia="書法中楷（注音一）" w:hAnsi="標楷體"/>
      <w:color w:val="000000"/>
      <w:kern w:val="0"/>
      <w:sz w:val="28"/>
    </w:rPr>
  </w:style>
  <w:style w:type="character" w:customStyle="1" w:styleId="a7">
    <w:name w:val="國小注音題目 字元"/>
    <w:basedOn w:val="a0"/>
    <w:link w:val="a6"/>
    <w:rsid w:val="009A744E"/>
    <w:rPr>
      <w:rFonts w:ascii="標楷體" w:eastAsia="書法中楷（注音一）" w:hAnsi="標楷體"/>
      <w:color w:val="000000"/>
      <w:sz w:val="28"/>
      <w:szCs w:val="24"/>
    </w:rPr>
  </w:style>
  <w:style w:type="paragraph" w:styleId="a8">
    <w:name w:val="Balloon Text"/>
    <w:basedOn w:val="a"/>
    <w:link w:val="a9"/>
    <w:rsid w:val="009D4A0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D4A0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line number"/>
    <w:basedOn w:val="a0"/>
    <w:rsid w:val="00281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SH\LOCALS~1\Temp\HanLin\&#32752;&#26519;&#20986;&#29256;%20&#38988;&#30446;&#21367;2013031818434420130318184344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B7767-6979-4D9B-A4E4-BEB0712C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題目卷2013031818434420130318184344.dot</Template>
  <TotalTime>185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HSH</dc:creator>
  <cp:keywords/>
  <dc:description/>
  <cp:lastModifiedBy>HSH</cp:lastModifiedBy>
  <cp:revision>10</cp:revision>
  <cp:lastPrinted>2013-03-19T13:55:00Z</cp:lastPrinted>
  <dcterms:created xsi:type="dcterms:W3CDTF">2013-03-19T09:57:00Z</dcterms:created>
  <dcterms:modified xsi:type="dcterms:W3CDTF">2013-03-21T09:51:00Z</dcterms:modified>
</cp:coreProperties>
</file>