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4F" w:rsidRDefault="00A910B8" w:rsidP="002A7AD1">
      <w:pPr>
        <w:kinsoku w:val="0"/>
        <w:overflowPunct w:val="0"/>
        <w:autoSpaceDE w:val="0"/>
        <w:autoSpaceDN w:val="0"/>
        <w:spacing w:line="240" w:lineRule="auto"/>
      </w:pPr>
      <w:r w:rsidRPr="00A32BBC">
        <w:rPr>
          <w:rFonts w:ascii="新細明體" w:eastAsia="新細明體" w:hAnsi="新細明體" w:cs="新細明體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.05pt;margin-top:-1.05pt;width:514.85pt;height:42.4pt;z-index:251658240;mso-width-relative:margin;mso-height-relative:margin" stroked="f">
            <v:textbox inset="0,0,0,0">
              <w:txbxContent>
                <w:p w:rsidR="003C2DF7" w:rsidRPr="003C2DF7" w:rsidRDefault="003C2DF7" w:rsidP="003C2DF7">
                  <w:pPr>
                    <w:jc w:val="distribute"/>
                    <w:rPr>
                      <w:rFonts w:ascii="標楷體" w:hAnsi="標楷體"/>
                      <w:b/>
                      <w:szCs w:val="30"/>
                    </w:rPr>
                  </w:pPr>
                  <w:r w:rsidRPr="003C2DF7">
                    <w:rPr>
                      <w:rFonts w:ascii="標楷體" w:hAnsi="標楷體" w:hint="eastAsia"/>
                      <w:b/>
                      <w:szCs w:val="30"/>
                    </w:rPr>
                    <w:t>基隆市東信國小</w:t>
                  </w:r>
                  <w:r>
                    <w:rPr>
                      <w:rFonts w:ascii="標楷體" w:hAnsi="標楷體" w:hint="eastAsia"/>
                      <w:b/>
                      <w:szCs w:val="30"/>
                    </w:rPr>
                    <w:t>101</w:t>
                  </w:r>
                  <w:r w:rsidRPr="003C2DF7">
                    <w:rPr>
                      <w:rFonts w:ascii="標楷體" w:hAnsi="標楷體" w:hint="eastAsia"/>
                      <w:b/>
                      <w:szCs w:val="30"/>
                    </w:rPr>
                    <w:t>學年度第</w:t>
                  </w:r>
                  <w:r>
                    <w:rPr>
                      <w:rFonts w:ascii="標楷體" w:hAnsi="標楷體" w:hint="eastAsia"/>
                      <w:b/>
                      <w:szCs w:val="30"/>
                    </w:rPr>
                    <w:t>1</w:t>
                  </w:r>
                  <w:r w:rsidRPr="003C2DF7">
                    <w:rPr>
                      <w:rFonts w:ascii="標楷體" w:hAnsi="標楷體" w:hint="eastAsia"/>
                      <w:b/>
                      <w:szCs w:val="30"/>
                    </w:rPr>
                    <w:t>學期</w:t>
                  </w:r>
                  <w:r>
                    <w:rPr>
                      <w:rFonts w:ascii="標楷體" w:hAnsi="標楷體" w:hint="eastAsia"/>
                      <w:b/>
                      <w:szCs w:val="30"/>
                    </w:rPr>
                    <w:t>三</w:t>
                  </w:r>
                  <w:r w:rsidRPr="003C2DF7">
                    <w:rPr>
                      <w:rFonts w:ascii="標楷體" w:hAnsi="標楷體" w:hint="eastAsia"/>
                      <w:b/>
                      <w:szCs w:val="30"/>
                    </w:rPr>
                    <w:t>年級</w:t>
                  </w:r>
                  <w:r>
                    <w:rPr>
                      <w:rFonts w:ascii="標楷體" w:hAnsi="標楷體" w:hint="eastAsia"/>
                      <w:b/>
                      <w:szCs w:val="30"/>
                    </w:rPr>
                    <w:t>自然與生活科技</w:t>
                  </w:r>
                  <w:r w:rsidRPr="003C2DF7">
                    <w:rPr>
                      <w:rFonts w:ascii="標楷體" w:hAnsi="標楷體" w:hint="eastAsia"/>
                      <w:b/>
                      <w:szCs w:val="30"/>
                    </w:rPr>
                    <w:t>領域第一次成績評量試卷</w:t>
                  </w:r>
                </w:p>
                <w:p w:rsidR="003C2DF7" w:rsidRDefault="003C2DF7" w:rsidP="00A910B8">
                  <w:pPr>
                    <w:spacing w:beforeLines="20"/>
                    <w:rPr>
                      <w:rFonts w:ascii="標楷體" w:hAnsi="標楷體"/>
                      <w:szCs w:val="22"/>
                    </w:rPr>
                  </w:pPr>
                  <w:r>
                    <w:rPr>
                      <w:rFonts w:ascii="標楷體" w:hAnsi="標楷體" w:hint="eastAsia"/>
                    </w:rPr>
                    <w:t>班級:           座號:          姓名:            分數:             家長簽名:</w:t>
                  </w:r>
                </w:p>
              </w:txbxContent>
            </v:textbox>
          </v:shape>
        </w:pict>
      </w:r>
    </w:p>
    <w:p w:rsidR="003C2DF7" w:rsidRDefault="003C2DF7" w:rsidP="002A7AD1">
      <w:pPr>
        <w:kinsoku w:val="0"/>
        <w:overflowPunct w:val="0"/>
        <w:autoSpaceDE w:val="0"/>
        <w:autoSpaceDN w:val="0"/>
        <w:spacing w:line="240" w:lineRule="auto"/>
        <w:sectPr w:rsidR="003C2DF7" w:rsidSect="002A7AD1">
          <w:type w:val="continuous"/>
          <w:pgSz w:w="11906" w:h="16838" w:code="9"/>
          <w:pgMar w:top="851" w:right="851" w:bottom="851" w:left="851" w:header="567" w:footer="567" w:gutter="0"/>
          <w:cols w:sep="1" w:space="720"/>
          <w:docGrid w:type="lines" w:linePitch="360"/>
        </w:sectPr>
      </w:pPr>
    </w:p>
    <w:p w:rsidR="002A7AD1" w:rsidRPr="00D605FC" w:rsidRDefault="00A910B8" w:rsidP="00A910B8">
      <w:pPr>
        <w:pStyle w:val="a7"/>
        <w:numPr>
          <w:ilvl w:val="0"/>
          <w:numId w:val="2"/>
        </w:numPr>
        <w:kinsoku w:val="0"/>
        <w:overflowPunct w:val="0"/>
        <w:autoSpaceDE w:val="0"/>
        <w:autoSpaceDN w:val="0"/>
        <w:spacing w:beforeLines="150" w:line="240" w:lineRule="exact"/>
        <w:ind w:leftChars="0"/>
        <w:jc w:val="both"/>
        <w:rPr>
          <w:rFonts w:ascii="標楷體" w:hAnsi="標楷體"/>
          <w:b/>
          <w:color w:val="000000"/>
        </w:rPr>
      </w:pPr>
      <w:r w:rsidRPr="00A32BBC"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4.55pt;margin-top:18.9pt;width:514.85pt;height:0;z-index:251659264" o:connectortype="straight"/>
        </w:pict>
      </w:r>
      <w:r w:rsidR="002A7AD1" w:rsidRPr="00D605FC">
        <w:rPr>
          <w:rFonts w:ascii="文鼎標楷注音" w:eastAsia="文鼎標楷注音" w:hAnsi="標楷體" w:hint="eastAsia"/>
          <w:b/>
          <w:color w:val="000000"/>
          <w:sz w:val="22"/>
          <w:szCs w:val="22"/>
        </w:rPr>
        <w:t>對的畫</w:t>
      </w:r>
      <w:r w:rsidR="002A7AD1" w:rsidRPr="00D605FC">
        <w:rPr>
          <w:rFonts w:ascii="標楷體" w:hAnsi="標楷體" w:hint="eastAsia"/>
          <w:b/>
          <w:color w:val="000000"/>
          <w:sz w:val="22"/>
          <w:szCs w:val="22"/>
        </w:rPr>
        <w:t>○，</w:t>
      </w:r>
      <w:r w:rsidR="002A7AD1" w:rsidRPr="00D605FC">
        <w:rPr>
          <w:rFonts w:ascii="文鼎標楷注音" w:eastAsia="文鼎標楷注音" w:hAnsi="標楷體" w:hint="eastAsia"/>
          <w:b/>
          <w:color w:val="000000"/>
          <w:sz w:val="22"/>
          <w:szCs w:val="22"/>
        </w:rPr>
        <w:t>錯的打</w:t>
      </w:r>
      <w:r w:rsidR="002A7AD1" w:rsidRPr="00D605FC">
        <w:rPr>
          <w:rFonts w:ascii="標楷體" w:hAnsi="標楷體" w:hint="eastAsia"/>
          <w:b/>
          <w:color w:val="000000"/>
          <w:sz w:val="22"/>
          <w:szCs w:val="22"/>
        </w:rPr>
        <w:t>×</w:t>
      </w:r>
      <w:r w:rsidR="00D605FC" w:rsidRPr="00D605FC">
        <w:rPr>
          <w:rFonts w:ascii="標楷體" w:hAnsi="標楷體" w:hint="eastAsia"/>
          <w:b/>
          <w:color w:val="000000"/>
          <w:sz w:val="22"/>
          <w:szCs w:val="22"/>
        </w:rPr>
        <w:t>。</w:t>
      </w:r>
      <w:r w:rsidR="002A7AD1" w:rsidRPr="00D605FC">
        <w:rPr>
          <w:rFonts w:ascii="標楷體" w:hAnsi="標楷體" w:hint="eastAsia"/>
          <w:b/>
          <w:color w:val="000000"/>
          <w:sz w:val="20"/>
          <w:szCs w:val="20"/>
        </w:rPr>
        <w:t>（</w:t>
      </w:r>
      <w:r w:rsidR="00994021" w:rsidRPr="00D605FC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每題</w:t>
      </w:r>
      <w:r w:rsidR="00994021" w:rsidRPr="00D605FC">
        <w:rPr>
          <w:rFonts w:ascii="標楷體" w:hAnsi="標楷體" w:hint="eastAsia"/>
          <w:b/>
          <w:color w:val="000000"/>
          <w:sz w:val="20"/>
          <w:szCs w:val="20"/>
        </w:rPr>
        <w:t>2</w:t>
      </w:r>
      <w:r w:rsidR="00994021" w:rsidRPr="00D605FC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分</w:t>
      </w:r>
      <w:r w:rsidR="00994021" w:rsidRPr="00D605FC">
        <w:rPr>
          <w:rFonts w:ascii="標楷體" w:hAnsi="標楷體" w:hint="eastAsia"/>
          <w:b/>
          <w:color w:val="000000"/>
          <w:sz w:val="20"/>
          <w:szCs w:val="20"/>
        </w:rPr>
        <w:t>，</w:t>
      </w:r>
      <w:r w:rsidR="00994021" w:rsidRPr="00D605FC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共</w:t>
      </w:r>
      <w:r w:rsidR="00994021" w:rsidRPr="00D605FC">
        <w:rPr>
          <w:rFonts w:ascii="標楷體" w:hAnsi="標楷體" w:hint="eastAsia"/>
          <w:b/>
          <w:color w:val="000000"/>
          <w:sz w:val="20"/>
          <w:szCs w:val="20"/>
        </w:rPr>
        <w:t>30</w:t>
      </w:r>
      <w:r w:rsidR="00994021" w:rsidRPr="00D605FC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分</w:t>
      </w:r>
      <w:r w:rsidR="002A7AD1" w:rsidRPr="00D605FC">
        <w:rPr>
          <w:rFonts w:ascii="標楷體" w:hAnsi="標楷體" w:hint="eastAsia"/>
          <w:b/>
          <w:color w:val="000000"/>
          <w:sz w:val="20"/>
          <w:szCs w:val="20"/>
        </w:rPr>
        <w:t>）</w:t>
      </w:r>
    </w:p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beforeLines="30"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1.(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0" w:name="Q_289DD367DF00485EABCA2876FCBC4B4F"/>
      <w:r>
        <w:rPr>
          <w:rFonts w:eastAsia="書法中楷（注音一）" w:hint="eastAsia"/>
        </w:rPr>
        <w:t>校園裡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所有植物的葉子大小</w:t>
      </w:r>
      <w:r>
        <w:rPr>
          <w:rFonts w:hint="eastAsia"/>
        </w:rPr>
        <w:t>、</w:t>
      </w:r>
      <w:r>
        <w:rPr>
          <w:rFonts w:eastAsia="書法中楷（注音一）" w:hint="eastAsia"/>
        </w:rPr>
        <w:t>形狀都是相同的</w:t>
      </w:r>
      <w:r>
        <w:rPr>
          <w:rFonts w:hint="eastAsia"/>
        </w:rPr>
        <w:t>。</w:t>
      </w:r>
    </w:p>
    <w:bookmarkEnd w:id="0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2.(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" w:name="Q_8325C813467B4A05A17DB11CBCDA0EBD"/>
      <w:r w:rsidR="00E05B33">
        <w:rPr>
          <w:rFonts w:eastAsia="書法中楷（注音一）" w:hint="eastAsia"/>
        </w:rPr>
        <w:t>植物的身體只分成</w:t>
      </w:r>
      <w:r w:rsidR="00E05B33" w:rsidRPr="00CA6940">
        <w:rPr>
          <w:rFonts w:eastAsia="書法中楷（注音一）" w:hint="eastAsia"/>
        </w:rPr>
        <w:t>根</w:t>
      </w:r>
      <w:r w:rsidR="00E05B33" w:rsidRPr="00CA6940">
        <w:rPr>
          <w:rFonts w:hint="eastAsia"/>
        </w:rPr>
        <w:t>、</w:t>
      </w:r>
      <w:r w:rsidR="00E05B33" w:rsidRPr="00CA6940">
        <w:rPr>
          <w:rFonts w:eastAsia="書法中楷（注音一）" w:hint="eastAsia"/>
        </w:rPr>
        <w:t>莖</w:t>
      </w:r>
      <w:r w:rsidR="00E05B33" w:rsidRPr="00CA6940">
        <w:rPr>
          <w:rFonts w:hint="eastAsia"/>
        </w:rPr>
        <w:t>、</w:t>
      </w:r>
      <w:r w:rsidR="00E05B33" w:rsidRPr="00CA6940">
        <w:rPr>
          <w:rFonts w:eastAsia="書法中楷（注音一）" w:hint="eastAsia"/>
        </w:rPr>
        <w:t>葉</w:t>
      </w:r>
      <w:r w:rsidR="00E05B33">
        <w:rPr>
          <w:rFonts w:eastAsia="書法中楷（注音一）" w:hint="eastAsia"/>
        </w:rPr>
        <w:t>三個部</w:t>
      </w:r>
      <w:r w:rsidR="00E05B33">
        <w:rPr>
          <w:rFonts w:ascii="書法中楷（破音二）" w:eastAsia="書法中楷（破音二）" w:hint="eastAsia"/>
        </w:rPr>
        <w:t>分</w:t>
      </w:r>
      <w:r w:rsidR="00E05B33">
        <w:rPr>
          <w:rFonts w:hint="eastAsia"/>
        </w:rPr>
        <w:t>。</w:t>
      </w:r>
    </w:p>
    <w:bookmarkEnd w:id="1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3.(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" w:name="Q_89431B7D79CD48E283022894885894A8"/>
      <w:r w:rsidR="00E05B33">
        <w:rPr>
          <w:rFonts w:eastAsia="書法中楷（注音一）" w:hint="eastAsia"/>
        </w:rPr>
        <w:t>車前草莖上每</w:t>
      </w:r>
      <w:r w:rsidR="00E05B33">
        <w:rPr>
          <w:rFonts w:ascii="書法中楷（破音二）" w:eastAsia="書法中楷（破音二）" w:hint="eastAsia"/>
        </w:rPr>
        <w:t>一</w:t>
      </w:r>
      <w:r w:rsidR="00E05B33">
        <w:rPr>
          <w:rFonts w:eastAsia="書法中楷（注音一）" w:hint="eastAsia"/>
        </w:rPr>
        <w:t>個節之間的距離很短</w:t>
      </w:r>
      <w:r w:rsidR="00E05B33">
        <w:rPr>
          <w:rFonts w:hint="eastAsia"/>
        </w:rPr>
        <w:t>，</w:t>
      </w:r>
      <w:r w:rsidR="00E05B33">
        <w:rPr>
          <w:rFonts w:eastAsia="書法中楷（注音一）" w:hint="eastAsia"/>
        </w:rPr>
        <w:t>葉子生</w:t>
      </w:r>
      <w:r w:rsidR="00E05B33">
        <w:rPr>
          <w:rFonts w:ascii="書法中楷（注音一）" w:eastAsia="書法中楷（注音一）" w:hint="eastAsia"/>
        </w:rPr>
        <w:t>長</w:t>
      </w:r>
      <w:r w:rsidR="00E05B33">
        <w:rPr>
          <w:rFonts w:eastAsia="書法中楷（注音一）" w:hint="eastAsia"/>
        </w:rPr>
        <w:t>得很集中</w:t>
      </w:r>
      <w:r w:rsidR="00E05B33">
        <w:rPr>
          <w:rFonts w:hint="eastAsia"/>
        </w:rPr>
        <w:t>，</w:t>
      </w:r>
      <w:r w:rsidR="00E05B33">
        <w:rPr>
          <w:rFonts w:eastAsia="書法中楷（注音一）" w:hint="eastAsia"/>
        </w:rPr>
        <w:t>這種葉序稱</w:t>
      </w:r>
      <w:r w:rsidR="00E05B33">
        <w:rPr>
          <w:rFonts w:ascii="書法中楷（破音二）" w:eastAsia="書法中楷（破音二）" w:hint="eastAsia"/>
        </w:rPr>
        <w:t>為</w:t>
      </w:r>
      <w:r w:rsidR="00064D75">
        <w:rPr>
          <w:rFonts w:eastAsia="書法中楷（注音一）" w:hint="eastAsia"/>
        </w:rPr>
        <w:t>叢</w:t>
      </w:r>
      <w:r w:rsidR="00E05B33">
        <w:rPr>
          <w:rFonts w:eastAsia="書法中楷（注音一）" w:hint="eastAsia"/>
        </w:rPr>
        <w:t>生</w:t>
      </w:r>
      <w:r w:rsidR="00E05B33">
        <w:rPr>
          <w:rFonts w:hint="eastAsia"/>
        </w:rPr>
        <w:t>。</w:t>
      </w:r>
    </w:p>
    <w:bookmarkEnd w:id="2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4.(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3" w:name="Q_69A345E7D5A2429597B82496FC6A3FB8"/>
      <w:r w:rsidR="00E05B33">
        <w:rPr>
          <w:rFonts w:eastAsia="書法中楷（注音一）" w:hint="eastAsia"/>
        </w:rPr>
        <w:t>葉面上的紋路像網子</w:t>
      </w:r>
      <w:r w:rsidR="00E05B33">
        <w:rPr>
          <w:rFonts w:ascii="書法中楷（破音二）" w:eastAsia="書法中楷（破音二）" w:hint="eastAsia"/>
        </w:rPr>
        <w:t>一</w:t>
      </w:r>
      <w:r w:rsidR="00E05B33">
        <w:rPr>
          <w:rFonts w:eastAsia="書法中楷（注音一）" w:hint="eastAsia"/>
        </w:rPr>
        <w:t>樣</w:t>
      </w:r>
      <w:r w:rsidR="00E05B33" w:rsidRPr="009A626E">
        <w:rPr>
          <w:rFonts w:eastAsia="書法中楷（注音一）" w:hint="eastAsia"/>
        </w:rPr>
        <w:t>的</w:t>
      </w:r>
      <w:r w:rsidR="00E05B33">
        <w:rPr>
          <w:rFonts w:eastAsia="書法中楷（注音一）" w:hint="eastAsia"/>
        </w:rPr>
        <w:t>是網狀脈的特徵</w:t>
      </w:r>
      <w:r w:rsidR="00E05B33">
        <w:rPr>
          <w:rFonts w:hint="eastAsia"/>
        </w:rPr>
        <w:t>。</w:t>
      </w:r>
    </w:p>
    <w:bookmarkEnd w:id="3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5.(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4" w:name="Q_E23FC356D26C425AB430FF9201854A26"/>
      <w:r w:rsidR="00E05B33">
        <w:rPr>
          <w:rFonts w:eastAsia="書法中楷（注音一）" w:hint="eastAsia"/>
        </w:rPr>
        <w:t>進行葉子的分類活動時</w:t>
      </w:r>
      <w:r w:rsidR="00E05B33">
        <w:rPr>
          <w:rFonts w:hint="eastAsia"/>
        </w:rPr>
        <w:t>，</w:t>
      </w:r>
      <w:r w:rsidR="00E05B33">
        <w:rPr>
          <w:rFonts w:eastAsia="書法中楷（注音一）" w:hint="eastAsia"/>
        </w:rPr>
        <w:t>可依照葉子的大小</w:t>
      </w:r>
      <w:r w:rsidR="00E05B33">
        <w:rPr>
          <w:rFonts w:hint="eastAsia"/>
        </w:rPr>
        <w:t>、</w:t>
      </w:r>
      <w:r w:rsidR="00E05B33">
        <w:rPr>
          <w:rFonts w:eastAsia="書法中楷（注音一）" w:hint="eastAsia"/>
        </w:rPr>
        <w:t>顏色</w:t>
      </w:r>
      <w:r w:rsidR="00E05B33">
        <w:rPr>
          <w:rFonts w:hint="eastAsia"/>
        </w:rPr>
        <w:t>、</w:t>
      </w:r>
      <w:r w:rsidR="00E05B33">
        <w:rPr>
          <w:rFonts w:eastAsia="書法中楷（注音一）" w:hint="eastAsia"/>
        </w:rPr>
        <w:t>形狀</w:t>
      </w:r>
      <w:r w:rsidR="00E05B33">
        <w:rPr>
          <w:rFonts w:hint="eastAsia"/>
        </w:rPr>
        <w:t>、</w:t>
      </w:r>
      <w:r w:rsidR="00E05B33">
        <w:rPr>
          <w:rFonts w:eastAsia="書法中楷（注音一）" w:hint="eastAsia"/>
        </w:rPr>
        <w:t>葉緣</w:t>
      </w:r>
      <w:r w:rsidR="00E05B33">
        <w:rPr>
          <w:rFonts w:ascii="書法中楷（破音三）" w:eastAsia="書法中楷（破音三）" w:hint="eastAsia"/>
        </w:rPr>
        <w:t>和</w:t>
      </w:r>
      <w:r w:rsidR="00E05B33">
        <w:rPr>
          <w:rFonts w:eastAsia="書法中楷（注音一）" w:hint="eastAsia"/>
        </w:rPr>
        <w:t>葉脈等</w:t>
      </w:r>
      <w:r w:rsidR="00E05B33">
        <w:rPr>
          <w:rFonts w:ascii="書法中楷（注音一）" w:eastAsia="書法中楷（注音一）" w:hint="eastAsia"/>
        </w:rPr>
        <w:t>分</w:t>
      </w:r>
      <w:r w:rsidR="00E05B33">
        <w:rPr>
          <w:rFonts w:eastAsia="書法中楷（注音一）" w:hint="eastAsia"/>
        </w:rPr>
        <w:t>類</w:t>
      </w:r>
      <w:r w:rsidR="00E05B33">
        <w:rPr>
          <w:rFonts w:hint="eastAsia"/>
        </w:rPr>
        <w:t>。</w:t>
      </w:r>
    </w:p>
    <w:bookmarkEnd w:id="4"/>
    <w:p w:rsidR="002A7AD1" w:rsidRDefault="002A7AD1" w:rsidP="00E05B33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25" w:hangingChars="385" w:hanging="925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6.(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5" w:name="Q_533F0EFB700A4ED6879D9085D9AD1A0E"/>
      <w:r w:rsidR="00E05B33">
        <w:rPr>
          <w:rFonts w:eastAsia="書法中楷（注音一）" w:hint="eastAsia"/>
        </w:rPr>
        <w:t>菠菜的根中間有</w:t>
      </w:r>
      <w:r w:rsidR="00E05B33">
        <w:rPr>
          <w:rFonts w:ascii="書法中楷（破音三）" w:eastAsia="書法中楷（破音三）" w:hint="eastAsia"/>
        </w:rPr>
        <w:t>一</w:t>
      </w:r>
      <w:r w:rsidR="00E05B33">
        <w:rPr>
          <w:rFonts w:eastAsia="書法中楷（注音一）" w:hint="eastAsia"/>
        </w:rPr>
        <w:t>根比較大的主根</w:t>
      </w:r>
      <w:r w:rsidR="00E05B33">
        <w:rPr>
          <w:rFonts w:hint="eastAsia"/>
        </w:rPr>
        <w:t>，</w:t>
      </w:r>
      <w:r w:rsidR="00E05B33">
        <w:rPr>
          <w:rFonts w:eastAsia="書法中楷（注音一）" w:hint="eastAsia"/>
        </w:rPr>
        <w:t>主根旁有許多細根</w:t>
      </w:r>
      <w:r w:rsidR="00E05B33">
        <w:rPr>
          <w:rFonts w:hint="eastAsia"/>
        </w:rPr>
        <w:t>，</w:t>
      </w:r>
      <w:r w:rsidR="00E05B33">
        <w:rPr>
          <w:rFonts w:eastAsia="書法中楷（注音一）" w:hint="eastAsia"/>
        </w:rPr>
        <w:t>這種根稱</w:t>
      </w:r>
      <w:r w:rsidR="00E05B33">
        <w:rPr>
          <w:rFonts w:ascii="書法中楷（破音二）" w:eastAsia="書法中楷（破音二）" w:hint="eastAsia"/>
        </w:rPr>
        <w:t>為</w:t>
      </w:r>
      <w:r w:rsidR="00E05B33">
        <w:rPr>
          <w:rFonts w:eastAsia="書法中楷（注音一）" w:hint="eastAsia"/>
        </w:rPr>
        <w:t>鬚根</w:t>
      </w:r>
      <w:r w:rsidR="00E05B33">
        <w:rPr>
          <w:rFonts w:hint="eastAsia"/>
        </w:rPr>
        <w:t>。</w:t>
      </w:r>
    </w:p>
    <w:bookmarkEnd w:id="5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7.(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6" w:name="Q_46EEEB58695B493EA9ACB28A20DDB1D7"/>
      <w:r w:rsidR="00CD6C15">
        <w:rPr>
          <w:rFonts w:eastAsia="書法中楷（注音一）" w:hint="eastAsia"/>
        </w:rPr>
        <w:t>白千層的樹皮又薄又鬆，看起來</w:t>
      </w:r>
      <w:r w:rsidR="00CD6C15" w:rsidRPr="00026D07">
        <w:rPr>
          <w:rFonts w:ascii="書法中楷（破音三）" w:eastAsia="書法中楷（破音三）" w:hint="eastAsia"/>
        </w:rPr>
        <w:t>一</w:t>
      </w:r>
      <w:r w:rsidR="00CD6C15">
        <w:rPr>
          <w:rFonts w:eastAsia="書法中楷（注音一）" w:hint="eastAsia"/>
        </w:rPr>
        <w:t>層</w:t>
      </w:r>
      <w:r w:rsidR="00CD6C15" w:rsidRPr="00026D07">
        <w:rPr>
          <w:rFonts w:ascii="書法中楷（破音三）" w:eastAsia="書法中楷（破音三）" w:hint="eastAsia"/>
        </w:rPr>
        <w:t>一</w:t>
      </w:r>
      <w:r w:rsidR="00CD6C15">
        <w:rPr>
          <w:rFonts w:eastAsia="書法中楷（注音一）" w:hint="eastAsia"/>
        </w:rPr>
        <w:t>層的</w:t>
      </w:r>
      <w:r w:rsidR="00FC53EC">
        <w:rPr>
          <w:rFonts w:hint="eastAsia"/>
        </w:rPr>
        <w:t>。</w:t>
      </w:r>
    </w:p>
    <w:bookmarkEnd w:id="6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8.(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7" w:name="Q_4770FB1B6BFF40CB8405AEBCD2232FDE"/>
      <w:r w:rsidR="00FC53EC">
        <w:rPr>
          <w:rFonts w:eastAsia="書法中楷（注音一）" w:hint="eastAsia"/>
        </w:rPr>
        <w:t>絲瓜花不論是雄花或</w:t>
      </w:r>
      <w:r w:rsidR="00FC53EC">
        <w:rPr>
          <w:rFonts w:ascii="書法中楷（破音二）" w:eastAsia="書法中楷（破音二）" w:hint="eastAsia"/>
        </w:rPr>
        <w:t>雌</w:t>
      </w:r>
      <w:r w:rsidR="00FC53EC">
        <w:rPr>
          <w:rFonts w:eastAsia="書法中楷（注音一）" w:hint="eastAsia"/>
        </w:rPr>
        <w:t>花都能發育成果實</w:t>
      </w:r>
      <w:r w:rsidR="00FC53EC">
        <w:rPr>
          <w:rFonts w:hint="eastAsia"/>
        </w:rPr>
        <w:t>。</w:t>
      </w:r>
    </w:p>
    <w:bookmarkEnd w:id="7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9.(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8" w:name="Q_F9A94E990BC744E78A8BD08B19B44CB2"/>
      <w:r w:rsidR="002D79F9">
        <w:rPr>
          <w:rFonts w:eastAsia="書法中楷（注音一）" w:hint="eastAsia"/>
        </w:rPr>
        <w:t>所有的花都有</w:t>
      </w:r>
      <w:r w:rsidR="00FC53EC">
        <w:rPr>
          <w:rFonts w:eastAsia="書法中楷（注音一）" w:hint="eastAsia"/>
        </w:rPr>
        <w:t>花萼</w:t>
      </w:r>
      <w:r w:rsidR="00FC53EC">
        <w:rPr>
          <w:rFonts w:hint="eastAsia"/>
        </w:rPr>
        <w:t>、</w:t>
      </w:r>
      <w:r w:rsidR="00FC53EC">
        <w:rPr>
          <w:rFonts w:eastAsia="書法中楷（注音一）" w:hint="eastAsia"/>
        </w:rPr>
        <w:t>花瓣</w:t>
      </w:r>
      <w:r w:rsidR="00FC53EC">
        <w:rPr>
          <w:rFonts w:hint="eastAsia"/>
        </w:rPr>
        <w:t>、</w:t>
      </w:r>
      <w:r w:rsidR="00FC53EC">
        <w:rPr>
          <w:rFonts w:eastAsia="書法中楷（注音一）" w:hint="eastAsia"/>
        </w:rPr>
        <w:t>雄蕊</w:t>
      </w:r>
      <w:r w:rsidR="00FC53EC">
        <w:rPr>
          <w:rFonts w:hint="eastAsia"/>
        </w:rPr>
        <w:t>、</w:t>
      </w:r>
      <w:r w:rsidR="00FC53EC">
        <w:rPr>
          <w:rFonts w:ascii="書法中楷（破音二）" w:eastAsia="書法中楷（破音二）" w:hint="eastAsia"/>
        </w:rPr>
        <w:t>雌</w:t>
      </w:r>
      <w:r w:rsidR="00FC53EC">
        <w:rPr>
          <w:rFonts w:eastAsia="書法中楷（注音一）" w:hint="eastAsia"/>
        </w:rPr>
        <w:t>蕊四個部</w:t>
      </w:r>
      <w:r w:rsidR="00FC53EC">
        <w:rPr>
          <w:rFonts w:eastAsia="書法中楷（破音二）" w:hint="eastAsia"/>
        </w:rPr>
        <w:t>分</w:t>
      </w:r>
      <w:r w:rsidR="00FC53EC">
        <w:rPr>
          <w:rFonts w:hint="eastAsia"/>
        </w:rPr>
        <w:t>。</w:t>
      </w:r>
    </w:p>
    <w:bookmarkEnd w:id="8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10.(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9" w:name="Q_CA031EDE93D640BCAC147369472AE70E"/>
      <w:r w:rsidR="00FC53EC">
        <w:rPr>
          <w:rFonts w:eastAsia="書法中楷（注音一）" w:hint="eastAsia"/>
        </w:rPr>
        <w:t>辣椒具有刺激性</w:t>
      </w:r>
      <w:r w:rsidR="00FC53EC">
        <w:rPr>
          <w:rFonts w:hint="eastAsia"/>
        </w:rPr>
        <w:t>，</w:t>
      </w:r>
      <w:r w:rsidR="00FC53EC">
        <w:rPr>
          <w:rFonts w:eastAsia="書法中楷（注音一）" w:hint="eastAsia"/>
        </w:rPr>
        <w:t>所以切開後要避免碰觸到眼睛</w:t>
      </w:r>
      <w:r w:rsidR="00FC53EC">
        <w:rPr>
          <w:rFonts w:hint="eastAsia"/>
        </w:rPr>
        <w:t>。</w:t>
      </w:r>
    </w:p>
    <w:bookmarkEnd w:id="9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</w:pPr>
      <w:r w:rsidRPr="00201343">
        <w:rPr>
          <w:rFonts w:ascii="Times Ten Roman" w:hAnsi="Times Ten Roman"/>
          <w:b/>
          <w:color w:val="000000"/>
        </w:rPr>
        <w:t>11.(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0" w:name="Q_740CB496F1F64D49A4E85C1722BCFDA0"/>
      <w:r w:rsidR="00FC53EC">
        <w:rPr>
          <w:rFonts w:eastAsia="書法中楷（注音一）" w:hint="eastAsia"/>
        </w:rPr>
        <w:t>我們吃的西瓜是由植物開花的部位結成的</w:t>
      </w:r>
      <w:r w:rsidR="00FC53EC">
        <w:rPr>
          <w:rFonts w:hint="eastAsia"/>
        </w:rPr>
        <w:t>。</w:t>
      </w:r>
    </w:p>
    <w:bookmarkEnd w:id="10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12.(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1" w:name="Q_01250044E5FA4991B6C692B458B22BA8"/>
      <w:r w:rsidR="00D214FD">
        <w:rPr>
          <w:rFonts w:eastAsia="書法中楷（注音一）" w:hint="eastAsia"/>
        </w:rPr>
        <w:t>烏</w:t>
      </w:r>
      <w:r w:rsidR="00976B1B">
        <w:rPr>
          <w:rFonts w:eastAsia="書法中楷（注音一）" w:hint="eastAsia"/>
        </w:rPr>
        <w:t>臼</w:t>
      </w:r>
      <w:r w:rsidR="00D214FD">
        <w:rPr>
          <w:rFonts w:eastAsia="書法中楷（注音一）" w:hint="eastAsia"/>
        </w:rPr>
        <w:t>的莖細長柔軟，觀察時可以用手輕搖枝葉</w:t>
      </w:r>
      <w:r>
        <w:rPr>
          <w:rFonts w:hint="eastAsia"/>
        </w:rPr>
        <w:t>。</w:t>
      </w:r>
    </w:p>
    <w:bookmarkEnd w:id="11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13.(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2" w:name="Q_EF4F93D73DCC4943BF9FDE38099C1B97"/>
      <w:r>
        <w:rPr>
          <w:rFonts w:eastAsia="書法中楷（注音一）" w:hint="eastAsia"/>
        </w:rPr>
        <w:t>靠近薄荷的葉子，可以聞到特殊的氣味</w:t>
      </w:r>
      <w:r>
        <w:rPr>
          <w:rFonts w:hint="eastAsia"/>
        </w:rPr>
        <w:t>。</w:t>
      </w:r>
    </w:p>
    <w:bookmarkEnd w:id="12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14.(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3" w:name="Q_BB54BD347F2849378ED8F233351F55B7"/>
      <w:r w:rsidR="00FC53EC">
        <w:rPr>
          <w:rFonts w:eastAsia="書法中楷（注音一）" w:hint="eastAsia"/>
        </w:rPr>
        <w:t>植物在日常生活當中</w:t>
      </w:r>
      <w:r w:rsidR="00FC53EC">
        <w:rPr>
          <w:rFonts w:hint="eastAsia"/>
        </w:rPr>
        <w:t>，</w:t>
      </w:r>
      <w:r w:rsidR="00FC53EC">
        <w:rPr>
          <w:rFonts w:eastAsia="書法中楷（注音一）" w:hint="eastAsia"/>
        </w:rPr>
        <w:t>除了讓我們食用</w:t>
      </w:r>
      <w:r w:rsidR="00FC53EC">
        <w:rPr>
          <w:rFonts w:hint="eastAsia"/>
        </w:rPr>
        <w:t>，</w:t>
      </w:r>
      <w:r w:rsidR="00FC53EC">
        <w:rPr>
          <w:rFonts w:eastAsia="書法中楷（注音一）" w:hint="eastAsia"/>
        </w:rPr>
        <w:t>就沒有其他的功能了</w:t>
      </w:r>
      <w:r w:rsidR="00FC53EC">
        <w:rPr>
          <w:rFonts w:hint="eastAsia"/>
        </w:rPr>
        <w:t>。</w:t>
      </w:r>
    </w:p>
    <w:bookmarkEnd w:id="13"/>
    <w:p w:rsidR="002A7AD1" w:rsidRDefault="002A7AD1" w:rsidP="00A910B8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ascii="標楷體"/>
        </w:rPr>
      </w:pPr>
      <w:r w:rsidRPr="00201343">
        <w:rPr>
          <w:rFonts w:ascii="Times Ten Roman" w:hAnsi="Times Ten Roman"/>
          <w:b/>
          <w:color w:val="000000"/>
        </w:rPr>
        <w:t>15.(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4" w:name="Q_C419959EDF4D42609CE61470A5D3B343"/>
      <w:r w:rsidR="00FC53EC">
        <w:rPr>
          <w:rFonts w:eastAsia="書法中楷（注音一）" w:hint="eastAsia"/>
        </w:rPr>
        <w:t>在山坡上</w:t>
      </w:r>
      <w:r w:rsidR="00FC53EC">
        <w:rPr>
          <w:rFonts w:ascii="書法中楷（破音二）" w:eastAsia="書法中楷（破音二）" w:hint="eastAsia"/>
        </w:rPr>
        <w:t>種</w:t>
      </w:r>
      <w:r w:rsidR="00FC53EC">
        <w:rPr>
          <w:rFonts w:eastAsia="書法中楷（注音一）" w:hint="eastAsia"/>
        </w:rPr>
        <w:t>根可以長進土裡很深的樹木</w:t>
      </w:r>
      <w:r w:rsidR="00FC53EC">
        <w:rPr>
          <w:rFonts w:ascii="標楷體" w:hint="eastAsia"/>
        </w:rPr>
        <w:t>，</w:t>
      </w:r>
      <w:r w:rsidR="00FC53EC">
        <w:rPr>
          <w:rFonts w:eastAsia="書法中楷（注音一）" w:hint="eastAsia"/>
        </w:rPr>
        <w:t>對水土保持有很大的幫助</w:t>
      </w:r>
      <w:r w:rsidR="00FC53EC">
        <w:rPr>
          <w:rFonts w:ascii="標楷體" w:hint="eastAsia"/>
        </w:rPr>
        <w:t>。</w:t>
      </w:r>
    </w:p>
    <w:bookmarkEnd w:id="14"/>
    <w:p w:rsidR="002A7AD1" w:rsidRPr="00A910B8" w:rsidRDefault="002A7AD1" w:rsidP="00A910B8">
      <w:pPr>
        <w:kinsoku w:val="0"/>
        <w:overflowPunct w:val="0"/>
        <w:autoSpaceDE w:val="0"/>
        <w:autoSpaceDN w:val="0"/>
        <w:spacing w:beforeLines="170" w:line="240" w:lineRule="exact"/>
        <w:ind w:left="531" w:hangingChars="221" w:hanging="531"/>
        <w:jc w:val="both"/>
        <w:rPr>
          <w:rFonts w:ascii="標楷體" w:hAnsi="標楷體"/>
          <w:b/>
          <w:color w:val="000000"/>
          <w:sz w:val="20"/>
          <w:szCs w:val="20"/>
        </w:rPr>
      </w:pPr>
      <w:r w:rsidRPr="002A7AD1">
        <w:rPr>
          <w:rFonts w:ascii="標楷體" w:hAnsi="標楷體" w:hint="eastAsia"/>
          <w:b/>
          <w:color w:val="000000"/>
        </w:rPr>
        <w:lastRenderedPageBreak/>
        <w:t>二、</w:t>
      </w:r>
      <w:r w:rsidRPr="00D605FC">
        <w:rPr>
          <w:rFonts w:ascii="文鼎標楷注音" w:eastAsia="文鼎標楷注音" w:hAnsi="標楷體" w:hint="eastAsia"/>
          <w:b/>
          <w:color w:val="000000"/>
          <w:sz w:val="22"/>
          <w:szCs w:val="22"/>
        </w:rPr>
        <w:t>選出正確的答案</w:t>
      </w:r>
      <w:r w:rsidR="00D605FC" w:rsidRPr="00D605FC">
        <w:rPr>
          <w:rFonts w:asciiTheme="majorEastAsia" w:eastAsiaTheme="majorEastAsia" w:hAnsiTheme="majorEastAsia" w:hint="eastAsia"/>
          <w:b/>
          <w:color w:val="000000"/>
          <w:sz w:val="22"/>
          <w:szCs w:val="22"/>
        </w:rPr>
        <w:t>。</w:t>
      </w:r>
      <w:r w:rsidRPr="00A910B8">
        <w:rPr>
          <w:rFonts w:ascii="標楷體" w:hAnsi="標楷體" w:hint="eastAsia"/>
          <w:b/>
          <w:color w:val="000000"/>
          <w:sz w:val="20"/>
          <w:szCs w:val="20"/>
        </w:rPr>
        <w:t>（</w:t>
      </w:r>
      <w:r w:rsidR="00AB65C9" w:rsidRPr="00A910B8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每題</w:t>
      </w:r>
      <w:r w:rsidR="00AB65C9" w:rsidRPr="00A910B8">
        <w:rPr>
          <w:rFonts w:ascii="標楷體" w:hAnsi="標楷體" w:hint="eastAsia"/>
          <w:b/>
          <w:color w:val="000000"/>
          <w:sz w:val="20"/>
          <w:szCs w:val="20"/>
        </w:rPr>
        <w:t>2分，</w:t>
      </w:r>
      <w:r w:rsidR="00AB65C9" w:rsidRPr="00A910B8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共</w:t>
      </w:r>
      <w:r w:rsidR="00AB65C9" w:rsidRPr="00A910B8">
        <w:rPr>
          <w:rFonts w:ascii="標楷體" w:hAnsi="標楷體" w:hint="eastAsia"/>
          <w:b/>
          <w:color w:val="000000"/>
          <w:sz w:val="20"/>
          <w:szCs w:val="20"/>
        </w:rPr>
        <w:t>30</w:t>
      </w:r>
      <w:r w:rsidR="00AB65C9" w:rsidRPr="00A910B8">
        <w:rPr>
          <w:rFonts w:ascii="文鼎標楷注音" w:eastAsia="文鼎標楷注音" w:hAnsi="標楷體" w:hint="eastAsia"/>
          <w:b/>
          <w:color w:val="000000"/>
          <w:sz w:val="20"/>
          <w:szCs w:val="20"/>
        </w:rPr>
        <w:t>分</w:t>
      </w:r>
      <w:r w:rsidRPr="00A910B8">
        <w:rPr>
          <w:rFonts w:ascii="標楷體" w:hAnsi="標楷體" w:hint="eastAsia"/>
          <w:b/>
          <w:color w:val="000000"/>
          <w:sz w:val="20"/>
          <w:szCs w:val="20"/>
        </w:rPr>
        <w:t>）</w:t>
      </w:r>
    </w:p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beforeLines="30"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1.(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5" w:name="Q_79C79A67B7954086873E222A61297C88"/>
      <w:r>
        <w:rPr>
          <w:rFonts w:eastAsia="書法中楷（注音一）" w:hint="eastAsia"/>
        </w:rPr>
        <w:t>葉子的表面有許多的紋路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稱作</w:t>
      </w:r>
      <w:r>
        <w:rPr>
          <w:rFonts w:hint="eastAsia"/>
        </w:rPr>
        <w:t xml:space="preserve">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</w:t>
      </w:r>
      <w:r w:rsidR="00990783">
        <w:rPr>
          <w:rFonts w:eastAsia="書法中楷（注音一）" w:hint="eastAsia"/>
        </w:rPr>
        <w:t>紋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葉脈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葉柄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葉片</w:t>
      </w:r>
      <w:r>
        <w:rPr>
          <w:rFonts w:hint="eastAsia"/>
        </w:rPr>
        <w:t>。</w:t>
      </w:r>
    </w:p>
    <w:bookmarkEnd w:id="15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2.(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6" w:name="Q_E21022AEE2024BF9BE41C4DEFFB61564"/>
      <w:r>
        <w:rPr>
          <w:rFonts w:eastAsia="書法中楷（注音一）" w:hint="eastAsia"/>
        </w:rPr>
        <w:t>葉子在節上的生</w:t>
      </w:r>
      <w:r>
        <w:rPr>
          <w:rFonts w:ascii="書法中楷（注音一）" w:eastAsia="書法中楷（注音一）" w:hint="eastAsia"/>
        </w:rPr>
        <w:t>長</w:t>
      </w:r>
      <w:r>
        <w:rPr>
          <w:rFonts w:eastAsia="書法中楷（注音一）" w:hint="eastAsia"/>
        </w:rPr>
        <w:t>方式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稱</w:t>
      </w:r>
      <w:r>
        <w:rPr>
          <w:rFonts w:ascii="書法中楷（破音二）" w:eastAsia="書法中楷（破音二）" w:hint="eastAsia"/>
        </w:rPr>
        <w:t>為</w:t>
      </w:r>
      <w:r>
        <w:rPr>
          <w:rFonts w:hint="eastAsia"/>
        </w:rPr>
        <w:t xml:space="preserve">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葉柄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葉序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葉脈</w:t>
      </w:r>
      <w:r>
        <w:rPr>
          <w:rFonts w:hint="eastAsia"/>
        </w:rPr>
        <w:t>。</w:t>
      </w:r>
    </w:p>
    <w:bookmarkEnd w:id="16"/>
    <w:p w:rsidR="002A7AD1" w:rsidRDefault="002A7AD1" w:rsidP="0085006B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3.(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7" w:name="Q_7BA3A5FB030C412FBAFA3F06C17AA396"/>
      <w:r w:rsidR="0085006B">
        <w:rPr>
          <w:rFonts w:eastAsia="書法中楷（注音一）" w:hint="eastAsia"/>
        </w:rPr>
        <w:t>下面哪一種植</w:t>
      </w:r>
      <w:r>
        <w:rPr>
          <w:rFonts w:eastAsia="書法中楷（注音一）" w:hint="eastAsia"/>
        </w:rPr>
        <w:t>物</w:t>
      </w:r>
      <w:r w:rsidR="0085006B">
        <w:rPr>
          <w:rFonts w:eastAsia="書法中楷（注音一）" w:hint="eastAsia"/>
        </w:rPr>
        <w:t>的</w:t>
      </w:r>
      <w:r>
        <w:rPr>
          <w:rFonts w:eastAsia="書法中楷（注音一）" w:hint="eastAsia"/>
        </w:rPr>
        <w:t>莖</w:t>
      </w:r>
      <w:r w:rsidR="0085006B">
        <w:rPr>
          <w:rFonts w:eastAsia="書法中楷（注音一）" w:hint="eastAsia"/>
        </w:rPr>
        <w:t>沒有辦法直立生長？</w:t>
      </w:r>
      <w:r>
        <w:rPr>
          <w:rFonts w:hint="eastAsia"/>
        </w:rPr>
        <w:t xml:space="preserve">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 w:rsidR="0085006B" w:rsidRPr="0085006B">
        <w:rPr>
          <w:rFonts w:eastAsia="書法中楷（注音一）" w:hint="eastAsia"/>
        </w:rPr>
        <w:t>槭葉牽牛花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 w:rsidR="0085006B" w:rsidRPr="0085006B">
        <w:rPr>
          <w:rFonts w:eastAsia="書法中楷（注音一）" w:hint="eastAsia"/>
        </w:rPr>
        <w:t>鳳凰木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 w:rsidR="0085006B">
        <w:rPr>
          <w:rFonts w:eastAsia="書法中楷（注音一）" w:hint="eastAsia"/>
        </w:rPr>
        <w:t>大王椰子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 w:rsidR="0085006B" w:rsidRPr="0085006B">
        <w:rPr>
          <w:rFonts w:eastAsia="書法中楷（注音一）" w:hint="eastAsia"/>
        </w:rPr>
        <w:t>黑板樹</w:t>
      </w:r>
      <w:r>
        <w:rPr>
          <w:rFonts w:hint="eastAsia"/>
        </w:rPr>
        <w:t>。</w:t>
      </w:r>
    </w:p>
    <w:bookmarkEnd w:id="17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4.(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8" w:name="Q_2FC19B3C15134ACD9D1FA06BB3670273"/>
      <w:r>
        <w:rPr>
          <w:rFonts w:eastAsia="書法中楷（注音一）" w:hint="eastAsia"/>
        </w:rPr>
        <w:t>植物的莖上有節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下面哪</w:t>
      </w:r>
      <w:r>
        <w:rPr>
          <w:rFonts w:ascii="書法中楷（破音二）" w:eastAsia="書法中楷（破音二）" w:hint="eastAsia"/>
        </w:rPr>
        <w:t>一</w:t>
      </w:r>
      <w:r>
        <w:rPr>
          <w:rFonts w:eastAsia="書法中楷（注音一）" w:hint="eastAsia"/>
        </w:rPr>
        <w:t>個敘述是正確的</w:t>
      </w:r>
      <w:r>
        <w:rPr>
          <w:rFonts w:hint="eastAsia"/>
        </w:rPr>
        <w:t xml:space="preserve">？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 w:rsidR="009D0CAA" w:rsidRPr="009D0CAA">
        <w:rPr>
          <w:rFonts w:eastAsia="書法中楷（注音一）" w:hint="eastAsia"/>
        </w:rPr>
        <w:t>節上不會長出葉子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每</w:t>
      </w:r>
      <w:r w:rsidRPr="00C324DA">
        <w:rPr>
          <w:rFonts w:ascii="文鼎標楷注音破音一" w:eastAsia="文鼎標楷注音破音一" w:hint="eastAsia"/>
        </w:rPr>
        <w:t>一</w:t>
      </w:r>
      <w:r w:rsidR="009D0CAA" w:rsidRPr="00C324DA">
        <w:rPr>
          <w:rFonts w:ascii="書法中楷（注音一）" w:eastAsia="書法中楷（注音一）" w:hint="eastAsia"/>
        </w:rPr>
        <w:t>個</w:t>
      </w:r>
      <w:r>
        <w:rPr>
          <w:rFonts w:eastAsia="書法中楷（注音一）" w:hint="eastAsia"/>
        </w:rPr>
        <w:t>節只</w:t>
      </w:r>
      <w:r w:rsidR="009D0CAA">
        <w:rPr>
          <w:rFonts w:eastAsia="書法中楷（注音一）" w:hint="eastAsia"/>
        </w:rPr>
        <w:t>會</w:t>
      </w:r>
      <w:r>
        <w:rPr>
          <w:rFonts w:eastAsia="書法中楷（注音一）" w:hint="eastAsia"/>
        </w:rPr>
        <w:t>長</w:t>
      </w:r>
      <w:r>
        <w:rPr>
          <w:rFonts w:hint="eastAsia"/>
          <w:w w:val="25"/>
        </w:rPr>
        <w:t xml:space="preserve">　</w:t>
      </w:r>
      <w:r>
        <w:rPr>
          <w:rFonts w:eastAsia="書法中楷（注音一）" w:hint="eastAsia"/>
        </w:rPr>
        <w:t>1</w:t>
      </w:r>
      <w:r>
        <w:rPr>
          <w:rFonts w:hint="eastAsia"/>
          <w:w w:val="25"/>
        </w:rPr>
        <w:t xml:space="preserve">　</w:t>
      </w:r>
      <w:r>
        <w:rPr>
          <w:rFonts w:eastAsia="書法中楷（注音一）" w:hint="eastAsia"/>
        </w:rPr>
        <w:t>片葉子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每</w:t>
      </w:r>
      <w:r w:rsidRPr="00C324DA">
        <w:rPr>
          <w:rFonts w:ascii="文鼎標楷注音破音一" w:eastAsia="文鼎標楷注音破音一" w:hint="eastAsia"/>
        </w:rPr>
        <w:t>一</w:t>
      </w:r>
      <w:r w:rsidR="009D0CAA" w:rsidRPr="00C324DA">
        <w:rPr>
          <w:rFonts w:ascii="書法中楷（注音一）" w:eastAsia="書法中楷（注音一）" w:hint="eastAsia"/>
        </w:rPr>
        <w:t>個</w:t>
      </w:r>
      <w:r>
        <w:rPr>
          <w:rFonts w:eastAsia="書法中楷（注音一）" w:hint="eastAsia"/>
        </w:rPr>
        <w:t>節只</w:t>
      </w:r>
      <w:r w:rsidR="009D0CAA">
        <w:rPr>
          <w:rFonts w:eastAsia="書法中楷（注音一）" w:hint="eastAsia"/>
        </w:rPr>
        <w:t>會</w:t>
      </w:r>
      <w:r>
        <w:rPr>
          <w:rFonts w:eastAsia="書法中楷（注音一）" w:hint="eastAsia"/>
        </w:rPr>
        <w:t>長</w:t>
      </w:r>
      <w:r>
        <w:rPr>
          <w:rFonts w:hint="eastAsia"/>
          <w:w w:val="25"/>
        </w:rPr>
        <w:t xml:space="preserve">　</w:t>
      </w:r>
      <w:r>
        <w:rPr>
          <w:rFonts w:eastAsia="書法中楷（注音一）" w:hint="eastAsia"/>
        </w:rPr>
        <w:t>2</w:t>
      </w:r>
      <w:r>
        <w:rPr>
          <w:rFonts w:hint="eastAsia"/>
          <w:w w:val="25"/>
        </w:rPr>
        <w:t xml:space="preserve">　</w:t>
      </w:r>
      <w:r>
        <w:rPr>
          <w:rFonts w:eastAsia="書法中楷（注音一）" w:hint="eastAsia"/>
        </w:rPr>
        <w:t>片葉子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每</w:t>
      </w:r>
      <w:r w:rsidRPr="00C324DA">
        <w:rPr>
          <w:rFonts w:ascii="文鼎標楷注音破音一" w:eastAsia="文鼎標楷注音破音一" w:hint="eastAsia"/>
        </w:rPr>
        <w:t>一</w:t>
      </w:r>
      <w:r w:rsidR="00C324DA" w:rsidRPr="00C324DA">
        <w:rPr>
          <w:rFonts w:ascii="書法中楷（注音一）" w:eastAsia="書法中楷（注音一）" w:hint="eastAsia"/>
        </w:rPr>
        <w:t>個</w:t>
      </w:r>
      <w:r>
        <w:rPr>
          <w:rFonts w:eastAsia="書法中楷（注音一）" w:hint="eastAsia"/>
        </w:rPr>
        <w:t>節長出的葉片數</w:t>
      </w:r>
      <w:r>
        <w:rPr>
          <w:rFonts w:ascii="書法中楷（破音二）" w:eastAsia="書法中楷（破音二）" w:hAnsi="書法中楷（破音二）" w:cs="書法中楷（破音二）" w:hint="eastAsia"/>
        </w:rPr>
        <w:t>不一</w:t>
      </w:r>
      <w:r>
        <w:rPr>
          <w:rFonts w:eastAsia="書法中楷（注音一）" w:hint="eastAsia"/>
        </w:rPr>
        <w:t>定</w:t>
      </w:r>
      <w:r>
        <w:rPr>
          <w:rFonts w:hint="eastAsia"/>
        </w:rPr>
        <w:t>。</w:t>
      </w:r>
    </w:p>
    <w:bookmarkEnd w:id="18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5.(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19" w:name="Q_0DDDE11A09974387A01E5A057773E6CB"/>
      <w:r>
        <w:rPr>
          <w:rFonts w:eastAsia="書法中楷（注音一）" w:hint="eastAsia"/>
        </w:rPr>
        <w:t>下面哪</w:t>
      </w:r>
      <w:r>
        <w:rPr>
          <w:rFonts w:ascii="書法中楷（破音三）" w:eastAsia="書法中楷（破音三）" w:hint="eastAsia"/>
        </w:rPr>
        <w:t>一</w:t>
      </w:r>
      <w:r>
        <w:rPr>
          <w:rFonts w:eastAsia="書法中楷（注音一）" w:hint="eastAsia"/>
        </w:rPr>
        <w:t>組食物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我們食用的是它的種</w:t>
      </w:r>
      <w:r>
        <w:rPr>
          <w:rFonts w:ascii="書法中楷（破音二）" w:eastAsia="書法中楷（破音二）" w:hint="eastAsia"/>
        </w:rPr>
        <w:t>子</w:t>
      </w:r>
      <w:r>
        <w:rPr>
          <w:rFonts w:hint="eastAsia"/>
        </w:rPr>
        <w:t xml:space="preserve">？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 w:rsidR="00431DB5">
        <w:rPr>
          <w:rFonts w:eastAsia="書法中楷（注音一）" w:hint="eastAsia"/>
        </w:rPr>
        <w:t>辣椒</w:t>
      </w:r>
      <w:r w:rsidR="00431DB5">
        <w:rPr>
          <w:rFonts w:hint="eastAsia"/>
        </w:rPr>
        <w:t>、</w:t>
      </w:r>
      <w:r w:rsidR="00431DB5">
        <w:rPr>
          <w:rFonts w:eastAsia="書法中楷（注音一）" w:hint="eastAsia"/>
        </w:rPr>
        <w:t>柳橙</w:t>
      </w:r>
      <w:r w:rsidR="00BC7CF0">
        <w:rPr>
          <w:rFonts w:ascii="標楷體"/>
        </w:rPr>
        <w:fldChar w:fldCharType="begin"/>
      </w:r>
      <w:r w:rsidR="00BC7CF0">
        <w:instrText>eq \o(</w:instrText>
      </w:r>
      <w:r w:rsidR="00BC7CF0">
        <w:rPr>
          <w:rFonts w:ascii="標楷體" w:hint="eastAsia"/>
        </w:rPr>
        <w:instrText>○</w:instrText>
      </w:r>
      <w:r w:rsidR="00BC7CF0">
        <w:instrText>,</w:instrText>
      </w:r>
      <w:r w:rsidR="00BC7CF0">
        <w:rPr>
          <w:rFonts w:ascii="標楷體" w:hAnsi="標楷體"/>
          <w:position w:val="2"/>
          <w:sz w:val="18"/>
        </w:rPr>
        <w:instrText>２</w:instrText>
      </w:r>
      <w:r w:rsidR="00BC7CF0">
        <w:instrText>)</w:instrText>
      </w:r>
      <w:r w:rsidR="00BC7CF0">
        <w:rPr>
          <w:rFonts w:ascii="標楷體"/>
        </w:rPr>
        <w:fldChar w:fldCharType="end"/>
      </w:r>
      <w:r>
        <w:rPr>
          <w:rFonts w:eastAsia="書法中楷（注音一）" w:hint="eastAsia"/>
        </w:rPr>
        <w:t>酪梨</w:t>
      </w:r>
      <w:r>
        <w:rPr>
          <w:rFonts w:hint="eastAsia"/>
        </w:rPr>
        <w:t>、</w:t>
      </w:r>
      <w:r>
        <w:rPr>
          <w:rFonts w:eastAsia="書法中楷（注音一）" w:hint="eastAsia"/>
        </w:rPr>
        <w:t>四季豆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 w:rsidR="00431DB5">
        <w:rPr>
          <w:rFonts w:eastAsia="書法中楷（注音一）" w:hint="eastAsia"/>
        </w:rPr>
        <w:t>西瓜</w:t>
      </w:r>
      <w:r w:rsidR="00431DB5">
        <w:rPr>
          <w:rFonts w:hint="eastAsia"/>
        </w:rPr>
        <w:t>、</w:t>
      </w:r>
      <w:r w:rsidR="00431DB5">
        <w:rPr>
          <w:rFonts w:eastAsia="書法中楷（注音一）" w:hint="eastAsia"/>
        </w:rPr>
        <w:t>番</w:t>
      </w:r>
      <w:r w:rsidR="00431DB5">
        <w:rPr>
          <w:rFonts w:ascii="書法中楷（破音二）" w:eastAsia="書法中楷（破音二）" w:hint="eastAsia"/>
        </w:rPr>
        <w:t>茄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花生</w:t>
      </w:r>
      <w:r>
        <w:rPr>
          <w:rFonts w:hint="eastAsia"/>
        </w:rPr>
        <w:t>、</w:t>
      </w:r>
      <w:r>
        <w:rPr>
          <w:rFonts w:eastAsia="書法中楷（注音一）" w:hint="eastAsia"/>
        </w:rPr>
        <w:t>綠豆</w:t>
      </w:r>
      <w:r>
        <w:rPr>
          <w:rFonts w:hint="eastAsia"/>
        </w:rPr>
        <w:t>。</w:t>
      </w:r>
    </w:p>
    <w:bookmarkEnd w:id="19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6.(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0" w:name="Q_516DCA2300324BA3AD722728BCB49CC8"/>
      <w:r>
        <w:rPr>
          <w:rFonts w:eastAsia="書法中楷（注音一）" w:hint="eastAsia"/>
        </w:rPr>
        <w:t>植物開花了以後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會從開花的部位結成</w:t>
      </w:r>
      <w:r>
        <w:rPr>
          <w:rFonts w:hint="eastAsia"/>
        </w:rPr>
        <w:t xml:space="preserve">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果實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種</w:t>
      </w:r>
      <w:r>
        <w:rPr>
          <w:rFonts w:ascii="書法中楷（破音二）" w:eastAsia="書法中楷（破音二）" w:hint="eastAsia"/>
        </w:rPr>
        <w:t>子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花苞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>
        <w:rPr>
          <w:rFonts w:eastAsia="書法中楷（注音一）" w:hint="eastAsia"/>
        </w:rPr>
        <w:t>絲瓜</w:t>
      </w:r>
      <w:r>
        <w:rPr>
          <w:rFonts w:hint="eastAsia"/>
        </w:rPr>
        <w:t>。</w:t>
      </w:r>
    </w:p>
    <w:bookmarkEnd w:id="20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7.(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1" w:name="Q_6BA736F97E064ECBAF8B60166D53BFF9"/>
      <w:r w:rsidR="004C2A35">
        <w:rPr>
          <w:rFonts w:eastAsia="書法中楷（注音一）" w:hint="eastAsia"/>
        </w:rPr>
        <w:t>植物的哪</w:t>
      </w:r>
      <w:r w:rsidR="004C2A35" w:rsidRPr="00026D07">
        <w:rPr>
          <w:rFonts w:ascii="文鼎標楷注音破音一" w:eastAsia="文鼎標楷注音破音一" w:hint="eastAsia"/>
        </w:rPr>
        <w:t>一</w:t>
      </w:r>
      <w:r w:rsidR="004C2A35">
        <w:rPr>
          <w:rFonts w:eastAsia="書法中楷（注音一）" w:hint="eastAsia"/>
        </w:rPr>
        <w:t>個部位通常都生長在土裡面</w:t>
      </w:r>
      <w:r w:rsidR="004C2A35">
        <w:rPr>
          <w:rFonts w:hint="eastAsia"/>
        </w:rPr>
        <w:t xml:space="preserve">？　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１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 w:rsidRPr="00FD371A">
        <w:rPr>
          <w:rFonts w:eastAsia="書法中楷（注音一）" w:hint="eastAsia"/>
        </w:rPr>
        <w:t>果實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２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 w:rsidRPr="00FD371A">
        <w:rPr>
          <w:rFonts w:eastAsia="書法中楷（注音一）" w:hint="eastAsia"/>
        </w:rPr>
        <w:t>種子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３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 w:rsidRPr="00FD371A">
        <w:rPr>
          <w:rFonts w:eastAsia="書法中楷（注音一）" w:hint="eastAsia"/>
        </w:rPr>
        <w:t>根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４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 w:rsidRPr="00FD371A">
        <w:rPr>
          <w:rFonts w:eastAsia="書法中楷（注音一）" w:hint="eastAsia"/>
        </w:rPr>
        <w:t>莖</w:t>
      </w:r>
      <w:r w:rsidR="004C2A35">
        <w:rPr>
          <w:rFonts w:hint="eastAsia"/>
        </w:rPr>
        <w:t>。</w:t>
      </w:r>
    </w:p>
    <w:bookmarkEnd w:id="21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snapToGrid w:val="0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8.(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2" w:name="Q_4545FA27F6FF41ACB7C4AFA3701408C5"/>
      <w:r w:rsidR="005030A3" w:rsidRPr="00026D07">
        <w:rPr>
          <w:rFonts w:ascii="書法中楷（破音三）" w:eastAsia="書法中楷（破音三）" w:hint="eastAsia"/>
        </w:rPr>
        <w:t>一</w:t>
      </w:r>
      <w:r w:rsidR="005030A3">
        <w:rPr>
          <w:rFonts w:eastAsia="書法中楷（注音一）" w:hint="eastAsia"/>
        </w:rPr>
        <w:t>朵花最外層的部份是</w:t>
      </w:r>
      <w:r w:rsidR="005030A3">
        <w:rPr>
          <w:rFonts w:hint="eastAsia"/>
        </w:rPr>
        <w:t>，</w:t>
      </w:r>
      <w:r w:rsidR="005030A3">
        <w:rPr>
          <w:rFonts w:eastAsia="書法中楷（注音一）" w:hint="eastAsia"/>
        </w:rPr>
        <w:t>是</w:t>
      </w:r>
      <w:r w:rsidR="005030A3">
        <w:rPr>
          <w:rFonts w:hint="eastAsia"/>
        </w:rPr>
        <w:t xml:space="preserve">　</w:t>
      </w:r>
      <w:r w:rsidR="00A32BBC">
        <w:rPr>
          <w:rFonts w:ascii="標楷體"/>
        </w:rPr>
        <w:fldChar w:fldCharType="begin"/>
      </w:r>
      <w:r w:rsidR="005030A3">
        <w:instrText>eq \o(</w:instrText>
      </w:r>
      <w:r w:rsidR="005030A3">
        <w:rPr>
          <w:rFonts w:ascii="標楷體" w:hint="eastAsia"/>
        </w:rPr>
        <w:instrText>○</w:instrText>
      </w:r>
      <w:r w:rsidR="005030A3">
        <w:instrText>,</w:instrText>
      </w:r>
      <w:r w:rsidR="005030A3">
        <w:rPr>
          <w:rFonts w:ascii="標楷體" w:hAnsi="標楷體"/>
          <w:position w:val="2"/>
          <w:sz w:val="18"/>
        </w:rPr>
        <w:instrText>１</w:instrText>
      </w:r>
      <w:r w:rsidR="005030A3">
        <w:instrText>)</w:instrText>
      </w:r>
      <w:r w:rsidR="00A32BBC">
        <w:rPr>
          <w:rFonts w:ascii="標楷體"/>
        </w:rPr>
        <w:fldChar w:fldCharType="end"/>
      </w:r>
      <w:r w:rsidR="005030A3" w:rsidRPr="00C95C07">
        <w:rPr>
          <w:rFonts w:eastAsia="書法中楷（注音一）" w:hint="eastAsia"/>
        </w:rPr>
        <w:t>花萼</w:t>
      </w:r>
      <w:r w:rsidR="00A32BBC">
        <w:rPr>
          <w:rFonts w:ascii="標楷體"/>
        </w:rPr>
        <w:fldChar w:fldCharType="begin"/>
      </w:r>
      <w:r w:rsidR="005030A3">
        <w:instrText>eq \o(</w:instrText>
      </w:r>
      <w:r w:rsidR="005030A3">
        <w:rPr>
          <w:rFonts w:ascii="標楷體" w:hint="eastAsia"/>
        </w:rPr>
        <w:instrText>○</w:instrText>
      </w:r>
      <w:r w:rsidR="005030A3">
        <w:instrText>,</w:instrText>
      </w:r>
      <w:r w:rsidR="005030A3">
        <w:rPr>
          <w:rFonts w:ascii="標楷體" w:hAnsi="標楷體"/>
          <w:position w:val="2"/>
          <w:sz w:val="18"/>
        </w:rPr>
        <w:instrText>２</w:instrText>
      </w:r>
      <w:r w:rsidR="005030A3">
        <w:instrText>)</w:instrText>
      </w:r>
      <w:r w:rsidR="00A32BBC">
        <w:rPr>
          <w:rFonts w:ascii="標楷體"/>
        </w:rPr>
        <w:fldChar w:fldCharType="end"/>
      </w:r>
      <w:r w:rsidR="005030A3" w:rsidRPr="00C95C07">
        <w:rPr>
          <w:rFonts w:eastAsia="書法中楷（注音一）" w:hint="eastAsia"/>
        </w:rPr>
        <w:t>花瓣</w:t>
      </w:r>
      <w:r w:rsidR="00A32BBC">
        <w:rPr>
          <w:rFonts w:ascii="標楷體"/>
        </w:rPr>
        <w:fldChar w:fldCharType="begin"/>
      </w:r>
      <w:r w:rsidR="005030A3">
        <w:instrText>eq \o(</w:instrText>
      </w:r>
      <w:r w:rsidR="005030A3">
        <w:rPr>
          <w:rFonts w:ascii="標楷體" w:hint="eastAsia"/>
        </w:rPr>
        <w:instrText>○</w:instrText>
      </w:r>
      <w:r w:rsidR="005030A3">
        <w:instrText>,</w:instrText>
      </w:r>
      <w:r w:rsidR="005030A3">
        <w:rPr>
          <w:rFonts w:ascii="標楷體" w:hAnsi="標楷體"/>
          <w:position w:val="2"/>
          <w:sz w:val="18"/>
        </w:rPr>
        <w:instrText>３</w:instrText>
      </w:r>
      <w:r w:rsidR="005030A3">
        <w:instrText>)</w:instrText>
      </w:r>
      <w:r w:rsidR="00A32BBC">
        <w:rPr>
          <w:rFonts w:ascii="標楷體"/>
        </w:rPr>
        <w:fldChar w:fldCharType="end"/>
      </w:r>
      <w:r w:rsidR="005030A3" w:rsidRPr="00C95C07">
        <w:rPr>
          <w:rFonts w:eastAsia="書法中楷（注音一）" w:hint="eastAsia"/>
        </w:rPr>
        <w:t>雄蕊</w:t>
      </w:r>
      <w:r w:rsidR="00A32BBC">
        <w:rPr>
          <w:rFonts w:ascii="標楷體"/>
        </w:rPr>
        <w:fldChar w:fldCharType="begin"/>
      </w:r>
      <w:r w:rsidR="005030A3">
        <w:instrText>eq \o(</w:instrText>
      </w:r>
      <w:r w:rsidR="005030A3">
        <w:rPr>
          <w:rFonts w:ascii="標楷體" w:hint="eastAsia"/>
        </w:rPr>
        <w:instrText>○</w:instrText>
      </w:r>
      <w:r w:rsidR="005030A3">
        <w:instrText>,</w:instrText>
      </w:r>
      <w:r w:rsidR="005030A3">
        <w:rPr>
          <w:rFonts w:ascii="標楷體" w:hAnsi="標楷體"/>
          <w:position w:val="2"/>
          <w:sz w:val="18"/>
        </w:rPr>
        <w:instrText>４</w:instrText>
      </w:r>
      <w:r w:rsidR="005030A3">
        <w:instrText>)</w:instrText>
      </w:r>
      <w:r w:rsidR="00A32BBC">
        <w:rPr>
          <w:rFonts w:ascii="標楷體"/>
        </w:rPr>
        <w:fldChar w:fldCharType="end"/>
      </w:r>
      <w:r w:rsidR="005030A3" w:rsidRPr="00C95C07">
        <w:rPr>
          <w:rFonts w:eastAsia="書法中楷（注音一）" w:hint="eastAsia"/>
        </w:rPr>
        <w:t>雌蕊</w:t>
      </w:r>
      <w:r w:rsidR="005030A3">
        <w:rPr>
          <w:rFonts w:hint="eastAsia"/>
        </w:rPr>
        <w:t>。</w:t>
      </w:r>
    </w:p>
    <w:bookmarkEnd w:id="22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9.(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3" w:name="Q_D22FC53666F846B994380CD5ED6063CA"/>
      <w:r w:rsidR="009D0CAA">
        <w:rPr>
          <w:rFonts w:eastAsia="書法中楷（注音一）" w:hint="eastAsia"/>
        </w:rPr>
        <w:t>觀察植物的莖時</w:t>
      </w:r>
      <w:r w:rsidR="009D0CAA">
        <w:rPr>
          <w:rFonts w:hint="eastAsia"/>
        </w:rPr>
        <w:t>，</w:t>
      </w:r>
      <w:r w:rsidR="009D0CAA">
        <w:rPr>
          <w:rFonts w:eastAsia="書法中楷（注音一）" w:hint="eastAsia"/>
        </w:rPr>
        <w:t>哪</w:t>
      </w:r>
      <w:r w:rsidR="009D0CAA" w:rsidRPr="00026D07">
        <w:rPr>
          <w:rFonts w:ascii="書法中楷（破音三）" w:eastAsia="書法中楷（破音三）" w:hint="eastAsia"/>
        </w:rPr>
        <w:t>一</w:t>
      </w:r>
      <w:r w:rsidR="009D0CAA">
        <w:rPr>
          <w:rFonts w:ascii="書法中楷（破音二）" w:eastAsia="書法中楷（破音二）" w:hint="eastAsia"/>
        </w:rPr>
        <w:t>種方法</w:t>
      </w:r>
      <w:r w:rsidR="009D0CAA" w:rsidRPr="00FA6504">
        <w:rPr>
          <w:rFonts w:ascii="文鼎標楷注音" w:eastAsia="文鼎標楷注音" w:hint="eastAsia"/>
        </w:rPr>
        <w:t>是</w:t>
      </w:r>
      <w:r w:rsidR="009D0CAA">
        <w:rPr>
          <w:rFonts w:ascii="書法中楷（破音二）" w:eastAsia="書法中楷（破音二）" w:hint="eastAsia"/>
        </w:rPr>
        <w:t>錯</w:t>
      </w:r>
      <w:r w:rsidR="009D0CAA" w:rsidRPr="00FA6504">
        <w:rPr>
          <w:rFonts w:ascii="文鼎標楷注音" w:eastAsia="文鼎標楷注音" w:hint="eastAsia"/>
        </w:rPr>
        <w:t>誤</w:t>
      </w:r>
      <w:r w:rsidR="009D0CAA">
        <w:rPr>
          <w:rFonts w:ascii="書法中楷（破音二）" w:eastAsia="書法中楷（破音二）" w:hint="eastAsia"/>
        </w:rPr>
        <w:t>的</w:t>
      </w:r>
      <w:r w:rsidR="009D0CAA">
        <w:rPr>
          <w:rFonts w:hint="eastAsia"/>
        </w:rPr>
        <w:t xml:space="preserve">？　</w:t>
      </w:r>
      <w:r w:rsidR="00A32BBC">
        <w:fldChar w:fldCharType="begin"/>
      </w:r>
      <w:r>
        <w:instrText>eq \o(</w:instrText>
      </w:r>
      <w:r>
        <w:rPr>
          <w:rFonts w:hint="eastAsia"/>
        </w:rPr>
        <w:instrText>○</w:instrText>
      </w:r>
      <w:r>
        <w:instrText>,</w:instrText>
      </w:r>
      <w:r>
        <w:rPr>
          <w:rFonts w:hAnsi="標楷體"/>
          <w:position w:val="2"/>
          <w:sz w:val="18"/>
        </w:rPr>
        <w:instrText>１</w:instrText>
      </w:r>
      <w:r>
        <w:instrText>)</w:instrText>
      </w:r>
      <w:r w:rsidR="00A32BBC">
        <w:fldChar w:fldCharType="end"/>
      </w:r>
      <w:r>
        <w:rPr>
          <w:rFonts w:eastAsia="書法中楷（注音一）" w:hAnsi="標楷體"/>
        </w:rPr>
        <w:t>用手摸</w:t>
      </w:r>
      <w:r w:rsidR="00A32BBC">
        <w:fldChar w:fldCharType="begin"/>
      </w:r>
      <w:r>
        <w:instrText>eq \o(</w:instrText>
      </w:r>
      <w:r>
        <w:rPr>
          <w:rFonts w:hint="eastAsia"/>
        </w:rPr>
        <w:instrText>○</w:instrText>
      </w:r>
      <w:r>
        <w:instrText>,</w:instrText>
      </w:r>
      <w:r>
        <w:rPr>
          <w:rFonts w:hAnsi="標楷體"/>
          <w:position w:val="2"/>
          <w:sz w:val="18"/>
        </w:rPr>
        <w:instrText>２</w:instrText>
      </w:r>
      <w:r>
        <w:instrText>)</w:instrText>
      </w:r>
      <w:r w:rsidR="00A32BBC">
        <w:fldChar w:fldCharType="end"/>
      </w:r>
      <w:r>
        <w:rPr>
          <w:rFonts w:eastAsia="書法中楷（注音一）" w:hAnsi="標楷體"/>
        </w:rPr>
        <w:t>用尺量</w:t>
      </w:r>
      <w:r w:rsidR="00A32BBC">
        <w:fldChar w:fldCharType="begin"/>
      </w:r>
      <w:r>
        <w:instrText>eq \o(</w:instrText>
      </w:r>
      <w:r>
        <w:rPr>
          <w:rFonts w:hint="eastAsia"/>
        </w:rPr>
        <w:instrText>○</w:instrText>
      </w:r>
      <w:r>
        <w:instrText>,</w:instrText>
      </w:r>
      <w:r>
        <w:rPr>
          <w:rFonts w:hAnsi="標楷體"/>
          <w:position w:val="2"/>
          <w:sz w:val="18"/>
        </w:rPr>
        <w:instrText>３</w:instrText>
      </w:r>
      <w:r>
        <w:instrText>)</w:instrText>
      </w:r>
      <w:r w:rsidR="00A32BBC">
        <w:fldChar w:fldCharType="end"/>
      </w:r>
      <w:r>
        <w:rPr>
          <w:rFonts w:eastAsia="書法中楷（注音一）" w:hAnsi="標楷體"/>
        </w:rPr>
        <w:t>用嘴</w:t>
      </w:r>
      <w:r>
        <w:rPr>
          <w:rFonts w:ascii="書法中楷（破音二）" w:eastAsia="書法中楷（破音二）" w:hAnsi="標楷體"/>
        </w:rPr>
        <w:t>巴</w:t>
      </w:r>
      <w:r>
        <w:rPr>
          <w:rFonts w:eastAsia="書法中楷（注音一）" w:hAnsi="標楷體"/>
        </w:rPr>
        <w:t>嘗嘗看</w:t>
      </w:r>
      <w:r w:rsidR="00A32BBC">
        <w:fldChar w:fldCharType="begin"/>
      </w:r>
      <w:r>
        <w:instrText>eq \o(</w:instrText>
      </w:r>
      <w:r>
        <w:rPr>
          <w:rFonts w:hint="eastAsia"/>
        </w:rPr>
        <w:instrText>○</w:instrText>
      </w:r>
      <w:r>
        <w:instrText>,</w:instrText>
      </w:r>
      <w:r>
        <w:rPr>
          <w:rFonts w:hAnsi="標楷體"/>
          <w:position w:val="2"/>
          <w:sz w:val="18"/>
        </w:rPr>
        <w:instrText>４</w:instrText>
      </w:r>
      <w:r>
        <w:instrText>)</w:instrText>
      </w:r>
      <w:r w:rsidR="00A32BBC">
        <w:fldChar w:fldCharType="end"/>
      </w:r>
      <w:r>
        <w:rPr>
          <w:rFonts w:eastAsia="書法中楷（注音一）" w:hAnsi="標楷體"/>
        </w:rPr>
        <w:t>用眼睛觀察外觀</w:t>
      </w:r>
      <w:r>
        <w:rPr>
          <w:rFonts w:hAnsi="標楷體"/>
        </w:rPr>
        <w:t>。</w:t>
      </w:r>
    </w:p>
    <w:bookmarkEnd w:id="23"/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10.(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4" w:name="Q_6C49362372EF4DF28C66344FE4F3568D"/>
      <w:r w:rsidR="004C2A35">
        <w:rPr>
          <w:rFonts w:eastAsia="書法中楷（注音一）" w:hint="eastAsia"/>
        </w:rPr>
        <w:t>下面哪</w:t>
      </w:r>
      <w:r w:rsidR="004C2A35">
        <w:rPr>
          <w:rFonts w:ascii="書法中楷（破音三）" w:eastAsia="書法中楷（破音三）" w:hint="eastAsia"/>
        </w:rPr>
        <w:t>一</w:t>
      </w:r>
      <w:r w:rsidR="004C2A35">
        <w:rPr>
          <w:rFonts w:ascii="書法中楷（注音一）" w:eastAsia="書法中楷（注音一）" w:hint="eastAsia"/>
        </w:rPr>
        <w:t>種</w:t>
      </w:r>
      <w:r w:rsidR="004C2A35">
        <w:rPr>
          <w:rFonts w:eastAsia="書法中楷（注音一）" w:hint="eastAsia"/>
        </w:rPr>
        <w:t>生活物品</w:t>
      </w:r>
      <w:r w:rsidR="004C2A35">
        <w:rPr>
          <w:rFonts w:hint="eastAsia"/>
        </w:rPr>
        <w:t>，</w:t>
      </w:r>
      <w:r w:rsidR="004C2A35">
        <w:rPr>
          <w:rFonts w:eastAsia="書法中楷（注音一）" w:hint="eastAsia"/>
        </w:rPr>
        <w:t>是利用棉花製成的</w:t>
      </w:r>
      <w:r w:rsidR="004C2A35">
        <w:rPr>
          <w:rFonts w:hint="eastAsia"/>
        </w:rPr>
        <w:t xml:space="preserve">？　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１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>
        <w:rPr>
          <w:rFonts w:eastAsia="書法中楷（注音一）" w:hint="eastAsia"/>
        </w:rPr>
        <w:t>毛巾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２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>
        <w:rPr>
          <w:rFonts w:eastAsia="書法中楷（注音一）" w:hint="eastAsia"/>
        </w:rPr>
        <w:t>報紙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３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>
        <w:rPr>
          <w:rFonts w:eastAsia="書法中楷（注音一）" w:hint="eastAsia"/>
        </w:rPr>
        <w:t>木橋</w:t>
      </w:r>
      <w:r w:rsidR="00A32BBC">
        <w:rPr>
          <w:rFonts w:ascii="標楷體"/>
        </w:rPr>
        <w:fldChar w:fldCharType="begin"/>
      </w:r>
      <w:r w:rsidR="004C2A35">
        <w:instrText>eq \o(</w:instrText>
      </w:r>
      <w:r w:rsidR="004C2A35">
        <w:rPr>
          <w:rFonts w:ascii="標楷體" w:hint="eastAsia"/>
        </w:rPr>
        <w:instrText>○</w:instrText>
      </w:r>
      <w:r w:rsidR="004C2A35">
        <w:instrText>,</w:instrText>
      </w:r>
      <w:r w:rsidR="004C2A35">
        <w:rPr>
          <w:rFonts w:ascii="標楷體" w:hAnsi="標楷體"/>
          <w:position w:val="2"/>
          <w:sz w:val="18"/>
        </w:rPr>
        <w:instrText>４</w:instrText>
      </w:r>
      <w:r w:rsidR="004C2A35">
        <w:instrText>)</w:instrText>
      </w:r>
      <w:r w:rsidR="00A32BBC">
        <w:rPr>
          <w:rFonts w:ascii="標楷體"/>
        </w:rPr>
        <w:fldChar w:fldCharType="end"/>
      </w:r>
      <w:r w:rsidR="004C2A35">
        <w:rPr>
          <w:rFonts w:eastAsia="書法中楷（注音一）" w:hint="eastAsia"/>
        </w:rPr>
        <w:t>桌椅</w:t>
      </w:r>
      <w:r w:rsidR="004C2A35">
        <w:rPr>
          <w:rFonts w:hint="eastAsia"/>
        </w:rPr>
        <w:t>。</w:t>
      </w:r>
    </w:p>
    <w:bookmarkEnd w:id="24"/>
    <w:p w:rsidR="00720ABE" w:rsidRDefault="002A7AD1" w:rsidP="00CD6C15">
      <w:pPr>
        <w:kinsoku w:val="0"/>
        <w:overflowPunct w:val="0"/>
        <w:autoSpaceDE w:val="0"/>
        <w:autoSpaceDN w:val="0"/>
        <w:snapToGrid w:val="0"/>
        <w:spacing w:afterLines="20" w:line="320" w:lineRule="exact"/>
        <w:ind w:left="947" w:hangingChars="394" w:hanging="947"/>
      </w:pPr>
      <w:r w:rsidRPr="00201343">
        <w:rPr>
          <w:rFonts w:ascii="Times Ten Roman" w:hAnsi="Times Ten Roman"/>
          <w:b/>
          <w:color w:val="000000"/>
        </w:rPr>
        <w:t>11.(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5" w:name="Q_13A792AA92114A87975171DC8E0BE9A2"/>
      <w:r w:rsidR="003C37C0">
        <w:rPr>
          <w:rFonts w:eastAsia="書法中楷（注音一）" w:hint="eastAsia"/>
        </w:rPr>
        <w:t>教室的桌椅是利用植物的哪一部份做成的</w:t>
      </w:r>
      <w:r>
        <w:rPr>
          <w:rFonts w:hint="eastAsia"/>
        </w:rPr>
        <w:t xml:space="preserve">？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 w:rsidR="003C37C0">
        <w:rPr>
          <w:rFonts w:eastAsia="書法中楷（注音一）" w:hint="eastAsia"/>
        </w:rPr>
        <w:t>葉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 w:rsidR="003C37C0" w:rsidRPr="00A3659F">
        <w:rPr>
          <w:rFonts w:eastAsia="書法中楷（注音一）" w:hint="eastAsia"/>
        </w:rPr>
        <w:t>莖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 w:rsidR="003C37C0" w:rsidRPr="00A3659F">
        <w:rPr>
          <w:rFonts w:eastAsia="書法中楷（注音一）" w:hint="eastAsia"/>
        </w:rPr>
        <w:t>根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 w:rsidR="003C37C0" w:rsidRPr="00A3659F">
        <w:rPr>
          <w:rFonts w:eastAsia="書法中楷（注音一）" w:hint="eastAsia"/>
        </w:rPr>
        <w:t>果實</w:t>
      </w:r>
      <w:r>
        <w:rPr>
          <w:rFonts w:hint="eastAsia"/>
        </w:rPr>
        <w:t>。</w:t>
      </w:r>
    </w:p>
    <w:bookmarkEnd w:id="25"/>
    <w:p w:rsidR="002A7AD1" w:rsidRDefault="002A7AD1" w:rsidP="00E9279D">
      <w:pPr>
        <w:kinsoku w:val="0"/>
        <w:overflowPunct w:val="0"/>
        <w:autoSpaceDE w:val="0"/>
        <w:autoSpaceDN w:val="0"/>
        <w:snapToGrid w:val="0"/>
        <w:spacing w:afterLines="3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lastRenderedPageBreak/>
        <w:t>12.(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6" w:name="Q_0F28E7FAA66A4E648BE3A7350E1DF3B8"/>
      <w:r w:rsidR="00EC5AD4" w:rsidRPr="00EC5AD4">
        <w:rPr>
          <w:rFonts w:eastAsia="書法中楷（注音一）" w:hint="eastAsia"/>
        </w:rPr>
        <w:t>下面哪</w:t>
      </w:r>
      <w:r w:rsidR="00B32B93">
        <w:rPr>
          <w:rFonts w:ascii="書法中楷（破音三）" w:eastAsia="書法中楷（破音三）" w:hint="eastAsia"/>
          <w:snapToGrid w:val="0"/>
        </w:rPr>
        <w:t>一</w:t>
      </w:r>
      <w:r w:rsidR="00EC5AD4" w:rsidRPr="00EC5AD4">
        <w:rPr>
          <w:rFonts w:eastAsia="書法中楷（注音一）" w:hint="eastAsia"/>
        </w:rPr>
        <w:t>種植物的種</w:t>
      </w:r>
      <w:r w:rsidR="00EC5AD4" w:rsidRPr="00B32B93">
        <w:rPr>
          <w:rFonts w:ascii="書法中楷（破音二）" w:eastAsia="書法中楷（破音二）" w:hint="eastAsia"/>
        </w:rPr>
        <w:t>子</w:t>
      </w:r>
      <w:r w:rsidR="00EC5AD4" w:rsidRPr="00EC5AD4">
        <w:rPr>
          <w:rFonts w:eastAsia="書法中楷（注音一）" w:hint="eastAsia"/>
        </w:rPr>
        <w:t>數</w:t>
      </w:r>
      <w:r w:rsidR="00EC5AD4" w:rsidRPr="00B32B93">
        <w:rPr>
          <w:rFonts w:ascii="書法中楷（破音二）" w:eastAsia="書法中楷（破音二）" w:hint="eastAsia"/>
        </w:rPr>
        <w:t>量</w:t>
      </w:r>
      <w:r w:rsidR="00EC5AD4" w:rsidRPr="00EC5AD4">
        <w:rPr>
          <w:rFonts w:eastAsia="書法中楷（注音一）" w:hint="eastAsia"/>
        </w:rPr>
        <w:t>最</w:t>
      </w:r>
      <w:r w:rsidR="007B7BB9">
        <w:rPr>
          <w:rFonts w:eastAsia="書法中楷（注音一）" w:hint="eastAsia"/>
        </w:rPr>
        <w:t>少</w:t>
      </w:r>
      <w:r w:rsidR="00EC5AD4">
        <w:rPr>
          <w:rFonts w:eastAsia="書法中楷（注音一）" w:hint="eastAsia"/>
        </w:rPr>
        <w:t>？</w:t>
      </w:r>
      <w:r w:rsidR="00A32BBC">
        <w:rPr>
          <w:rFonts w:ascii="標楷體"/>
        </w:rPr>
        <w:fldChar w:fldCharType="begin"/>
      </w:r>
      <w:r w:rsidR="00EC5AD4">
        <w:instrText>eq \o(</w:instrText>
      </w:r>
      <w:r w:rsidR="00EC5AD4">
        <w:rPr>
          <w:rFonts w:ascii="標楷體" w:hint="eastAsia"/>
        </w:rPr>
        <w:instrText>○</w:instrText>
      </w:r>
      <w:r w:rsidR="00EC5AD4">
        <w:instrText>,</w:instrText>
      </w:r>
      <w:r w:rsidR="00EC5AD4">
        <w:rPr>
          <w:rFonts w:ascii="標楷體" w:hAnsi="標楷體"/>
          <w:position w:val="2"/>
          <w:sz w:val="18"/>
        </w:rPr>
        <w:instrText>１</w:instrText>
      </w:r>
      <w:r w:rsidR="00EC5AD4">
        <w:instrText>)</w:instrText>
      </w:r>
      <w:r w:rsidR="00A32BBC">
        <w:rPr>
          <w:rFonts w:ascii="標楷體"/>
        </w:rPr>
        <w:fldChar w:fldCharType="end"/>
      </w:r>
      <w:r w:rsidR="009F384F">
        <w:rPr>
          <w:rFonts w:eastAsia="書法中楷（注音一）" w:hint="eastAsia"/>
        </w:rPr>
        <w:t>蕃</w:t>
      </w:r>
      <w:r w:rsidR="009F384F" w:rsidRPr="005C3DCB">
        <w:rPr>
          <w:rFonts w:ascii="書法中楷（破音二）" w:eastAsia="書法中楷（破音二）" w:hint="eastAsia"/>
        </w:rPr>
        <w:t>茄</w:t>
      </w:r>
      <w:r w:rsidR="00A32BBC">
        <w:rPr>
          <w:rFonts w:ascii="標楷體"/>
        </w:rPr>
        <w:fldChar w:fldCharType="begin"/>
      </w:r>
      <w:r w:rsidR="00EC5AD4">
        <w:instrText>eq \o(</w:instrText>
      </w:r>
      <w:r w:rsidR="00EC5AD4">
        <w:rPr>
          <w:rFonts w:ascii="標楷體" w:hint="eastAsia"/>
        </w:rPr>
        <w:instrText>○</w:instrText>
      </w:r>
      <w:r w:rsidR="00EC5AD4">
        <w:instrText>,</w:instrText>
      </w:r>
      <w:r w:rsidR="00EC5AD4">
        <w:rPr>
          <w:rFonts w:ascii="標楷體" w:hAnsi="標楷體"/>
          <w:position w:val="2"/>
          <w:sz w:val="18"/>
        </w:rPr>
        <w:instrText>２</w:instrText>
      </w:r>
      <w:r w:rsidR="00EC5AD4">
        <w:instrText>)</w:instrText>
      </w:r>
      <w:r w:rsidR="00A32BBC">
        <w:rPr>
          <w:rFonts w:ascii="標楷體"/>
        </w:rPr>
        <w:fldChar w:fldCharType="end"/>
      </w:r>
      <w:r w:rsidR="004E2969" w:rsidRPr="009F384F">
        <w:rPr>
          <w:rFonts w:eastAsia="書法中楷（注音一）" w:hint="eastAsia"/>
        </w:rPr>
        <w:t>酪梨</w:t>
      </w:r>
      <w:r w:rsidR="00A32BBC">
        <w:rPr>
          <w:rFonts w:ascii="標楷體"/>
        </w:rPr>
        <w:fldChar w:fldCharType="begin"/>
      </w:r>
      <w:r w:rsidR="00EC5AD4">
        <w:instrText>eq \o(</w:instrText>
      </w:r>
      <w:r w:rsidR="00EC5AD4">
        <w:rPr>
          <w:rFonts w:ascii="標楷體" w:hint="eastAsia"/>
        </w:rPr>
        <w:instrText>○</w:instrText>
      </w:r>
      <w:r w:rsidR="00EC5AD4">
        <w:instrText>,</w:instrText>
      </w:r>
      <w:r w:rsidR="00EC5AD4">
        <w:rPr>
          <w:rFonts w:ascii="標楷體" w:hAnsi="標楷體"/>
          <w:position w:val="2"/>
          <w:sz w:val="18"/>
        </w:rPr>
        <w:instrText>３</w:instrText>
      </w:r>
      <w:r w:rsidR="00EC5AD4">
        <w:instrText>)</w:instrText>
      </w:r>
      <w:r w:rsidR="00A32BBC">
        <w:rPr>
          <w:rFonts w:ascii="標楷體"/>
        </w:rPr>
        <w:fldChar w:fldCharType="end"/>
      </w:r>
      <w:r w:rsidR="004E2969" w:rsidRPr="009F384F">
        <w:rPr>
          <w:rFonts w:eastAsia="書法中楷（注音一）" w:hint="eastAsia"/>
        </w:rPr>
        <w:t>柳橙</w:t>
      </w:r>
      <w:r w:rsidR="004E2969">
        <w:rPr>
          <w:rFonts w:ascii="標楷體"/>
        </w:rPr>
        <w:t xml:space="preserve"> </w:t>
      </w:r>
      <w:r w:rsidR="00A32BBC">
        <w:rPr>
          <w:rFonts w:ascii="標楷體"/>
        </w:rPr>
        <w:fldChar w:fldCharType="begin"/>
      </w:r>
      <w:r w:rsidR="00EC5AD4">
        <w:instrText>eq \o(</w:instrText>
      </w:r>
      <w:r w:rsidR="00EC5AD4">
        <w:rPr>
          <w:rFonts w:ascii="標楷體" w:hint="eastAsia"/>
        </w:rPr>
        <w:instrText>○</w:instrText>
      </w:r>
      <w:r w:rsidR="00EC5AD4">
        <w:instrText>,</w:instrText>
      </w:r>
      <w:r w:rsidR="00EC5AD4">
        <w:rPr>
          <w:rFonts w:ascii="標楷體" w:hAnsi="標楷體"/>
          <w:position w:val="2"/>
          <w:sz w:val="18"/>
        </w:rPr>
        <w:instrText>４</w:instrText>
      </w:r>
      <w:r w:rsidR="00EC5AD4">
        <w:instrText>)</w:instrText>
      </w:r>
      <w:r w:rsidR="00A32BBC">
        <w:rPr>
          <w:rFonts w:ascii="標楷體"/>
        </w:rPr>
        <w:fldChar w:fldCharType="end"/>
      </w:r>
      <w:r w:rsidR="009F384F" w:rsidRPr="009F384F">
        <w:rPr>
          <w:rFonts w:eastAsia="書法中楷（注音一）" w:hint="eastAsia"/>
        </w:rPr>
        <w:t>蘋果</w:t>
      </w:r>
      <w:r w:rsidR="00EC5AD4">
        <w:rPr>
          <w:rFonts w:hint="eastAsia"/>
        </w:rPr>
        <w:t>。</w:t>
      </w:r>
    </w:p>
    <w:bookmarkEnd w:id="26"/>
    <w:p w:rsidR="002A7AD1" w:rsidRDefault="002A7AD1" w:rsidP="00E9279D">
      <w:pPr>
        <w:kinsoku w:val="0"/>
        <w:overflowPunct w:val="0"/>
        <w:autoSpaceDE w:val="0"/>
        <w:autoSpaceDN w:val="0"/>
        <w:snapToGrid w:val="0"/>
        <w:spacing w:afterLines="3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13.(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7" w:name="Q_44C1CD3D046940FA8F0044F306681A9A"/>
      <w:r w:rsidR="00B01914">
        <w:rPr>
          <w:rFonts w:eastAsia="書法中楷（注音一）" w:hint="eastAsia"/>
        </w:rPr>
        <w:t>下面哪</w:t>
      </w:r>
      <w:r w:rsidR="00B01914" w:rsidRPr="00B32B93">
        <w:rPr>
          <w:rFonts w:ascii="書法中楷（破音二）" w:eastAsia="書法中楷（破音二）" w:hint="eastAsia"/>
        </w:rPr>
        <w:t>一</w:t>
      </w:r>
      <w:r w:rsidR="00B01914">
        <w:rPr>
          <w:rFonts w:eastAsia="書法中楷（注音一）" w:hint="eastAsia"/>
        </w:rPr>
        <w:t>個不是多</w:t>
      </w:r>
      <w:r w:rsidR="00B01914" w:rsidRPr="00AE0282">
        <w:rPr>
          <w:rFonts w:ascii="書法中楷（破音二）" w:eastAsia="書法中楷（破音二）" w:hint="eastAsia"/>
        </w:rPr>
        <w:t>種</w:t>
      </w:r>
      <w:r w:rsidR="00B01914">
        <w:rPr>
          <w:rFonts w:eastAsia="書法中楷（注音一）" w:hint="eastAsia"/>
        </w:rPr>
        <w:t>樹木的好處？</w:t>
      </w:r>
      <w:r w:rsidR="00B01914">
        <w:rPr>
          <w:rFonts w:hint="eastAsia"/>
        </w:rPr>
        <w:t xml:space="preserve">　</w:t>
      </w:r>
      <w:r w:rsidR="00A32BBC">
        <w:rPr>
          <w:rFonts w:ascii="標楷體"/>
        </w:rPr>
        <w:fldChar w:fldCharType="begin"/>
      </w:r>
      <w:r w:rsidR="00B01914">
        <w:instrText>eq \o(</w:instrText>
      </w:r>
      <w:r w:rsidR="00B01914">
        <w:rPr>
          <w:rFonts w:ascii="標楷體" w:hint="eastAsia"/>
        </w:rPr>
        <w:instrText>○</w:instrText>
      </w:r>
      <w:r w:rsidR="00B01914">
        <w:instrText>,</w:instrText>
      </w:r>
      <w:r w:rsidR="00B01914">
        <w:rPr>
          <w:rFonts w:ascii="標楷體" w:hAnsi="標楷體"/>
          <w:position w:val="2"/>
          <w:sz w:val="18"/>
        </w:rPr>
        <w:instrText>１</w:instrText>
      </w:r>
      <w:r w:rsidR="00B01914">
        <w:instrText>)</w:instrText>
      </w:r>
      <w:r w:rsidR="00A32BBC">
        <w:rPr>
          <w:rFonts w:ascii="標楷體"/>
        </w:rPr>
        <w:fldChar w:fldCharType="end"/>
      </w:r>
      <w:r w:rsidR="00CF60DF">
        <w:rPr>
          <w:rFonts w:eastAsia="書法中楷（注音一）" w:hint="eastAsia"/>
        </w:rPr>
        <w:t>提供</w:t>
      </w:r>
      <w:r w:rsidR="00CF60DF" w:rsidRPr="00B32B93">
        <w:rPr>
          <w:rFonts w:ascii="書法中楷（破音二）" w:eastAsia="書法中楷（破音二）" w:hint="eastAsia"/>
        </w:rPr>
        <w:t>更</w:t>
      </w:r>
      <w:r w:rsidR="00CF60DF">
        <w:rPr>
          <w:rFonts w:eastAsia="書法中楷（注音一）" w:hint="eastAsia"/>
        </w:rPr>
        <w:t>多動物的棲息地</w:t>
      </w:r>
      <w:r w:rsidR="00A32BBC">
        <w:rPr>
          <w:rFonts w:ascii="標楷體"/>
        </w:rPr>
        <w:fldChar w:fldCharType="begin"/>
      </w:r>
      <w:r w:rsidR="00B01914">
        <w:instrText>eq \o(</w:instrText>
      </w:r>
      <w:r w:rsidR="00B01914">
        <w:rPr>
          <w:rFonts w:ascii="標楷體" w:hint="eastAsia"/>
        </w:rPr>
        <w:instrText>○</w:instrText>
      </w:r>
      <w:r w:rsidR="00B01914">
        <w:instrText>,</w:instrText>
      </w:r>
      <w:r w:rsidR="00B01914">
        <w:rPr>
          <w:rFonts w:ascii="標楷體" w:hAnsi="標楷體"/>
          <w:position w:val="2"/>
          <w:sz w:val="18"/>
        </w:rPr>
        <w:instrText>２</w:instrText>
      </w:r>
      <w:r w:rsidR="00B01914">
        <w:instrText>)</w:instrText>
      </w:r>
      <w:r w:rsidR="00A32BBC">
        <w:rPr>
          <w:rFonts w:ascii="標楷體"/>
        </w:rPr>
        <w:fldChar w:fldCharType="end"/>
      </w:r>
      <w:r w:rsidR="00CF60DF" w:rsidRPr="00CF60DF">
        <w:rPr>
          <w:rFonts w:eastAsia="書法中楷（注音一）" w:hint="eastAsia"/>
        </w:rPr>
        <w:t>美化環境</w:t>
      </w:r>
      <w:r w:rsidR="00A32BBC">
        <w:rPr>
          <w:rFonts w:ascii="標楷體"/>
        </w:rPr>
        <w:fldChar w:fldCharType="begin"/>
      </w:r>
      <w:r w:rsidR="00B01914">
        <w:instrText>eq \o(</w:instrText>
      </w:r>
      <w:r w:rsidR="00B01914">
        <w:rPr>
          <w:rFonts w:ascii="標楷體" w:hint="eastAsia"/>
        </w:rPr>
        <w:instrText>○</w:instrText>
      </w:r>
      <w:r w:rsidR="00B01914">
        <w:instrText>,</w:instrText>
      </w:r>
      <w:r w:rsidR="00B01914">
        <w:rPr>
          <w:rFonts w:ascii="標楷體" w:hAnsi="標楷體"/>
          <w:position w:val="2"/>
          <w:sz w:val="18"/>
        </w:rPr>
        <w:instrText>３</w:instrText>
      </w:r>
      <w:r w:rsidR="00B01914">
        <w:instrText>)</w:instrText>
      </w:r>
      <w:r w:rsidR="00A32BBC">
        <w:rPr>
          <w:rFonts w:ascii="標楷體"/>
        </w:rPr>
        <w:fldChar w:fldCharType="end"/>
      </w:r>
      <w:r w:rsidR="00612101" w:rsidRPr="00CF60DF">
        <w:rPr>
          <w:rFonts w:eastAsia="書法中楷（注音一）" w:hint="eastAsia"/>
        </w:rPr>
        <w:t>淨化空氣</w:t>
      </w:r>
      <w:r w:rsidR="00A32BBC">
        <w:rPr>
          <w:rFonts w:ascii="標楷體"/>
        </w:rPr>
        <w:fldChar w:fldCharType="begin"/>
      </w:r>
      <w:r w:rsidR="00B01914">
        <w:instrText>eq \o(</w:instrText>
      </w:r>
      <w:r w:rsidR="00B01914">
        <w:rPr>
          <w:rFonts w:ascii="標楷體" w:hint="eastAsia"/>
        </w:rPr>
        <w:instrText>○</w:instrText>
      </w:r>
      <w:r w:rsidR="00B01914">
        <w:instrText>,</w:instrText>
      </w:r>
      <w:r w:rsidR="00B01914">
        <w:rPr>
          <w:rFonts w:ascii="標楷體" w:hAnsi="標楷體"/>
          <w:position w:val="2"/>
          <w:sz w:val="18"/>
        </w:rPr>
        <w:instrText>４</w:instrText>
      </w:r>
      <w:r w:rsidR="00B01914">
        <w:instrText>)</w:instrText>
      </w:r>
      <w:r w:rsidR="00A32BBC">
        <w:rPr>
          <w:rFonts w:ascii="標楷體"/>
        </w:rPr>
        <w:fldChar w:fldCharType="end"/>
      </w:r>
      <w:r w:rsidR="00612101" w:rsidRPr="00CF60DF">
        <w:rPr>
          <w:rFonts w:eastAsia="書法中楷（注音一）" w:hint="eastAsia"/>
        </w:rPr>
        <w:t>垃圾有地方可以丟棄</w:t>
      </w:r>
      <w:r w:rsidR="00B01914">
        <w:rPr>
          <w:rFonts w:hint="eastAsia"/>
        </w:rPr>
        <w:t>。</w:t>
      </w:r>
    </w:p>
    <w:bookmarkEnd w:id="27"/>
    <w:p w:rsidR="002A7AD1" w:rsidRDefault="002A7AD1" w:rsidP="00E9279D">
      <w:pPr>
        <w:kinsoku w:val="0"/>
        <w:overflowPunct w:val="0"/>
        <w:autoSpaceDE w:val="0"/>
        <w:autoSpaceDN w:val="0"/>
        <w:snapToGrid w:val="0"/>
        <w:spacing w:afterLines="3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14.(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8" w:name="Q_19822D6CEB7644C18008843A9B630A1F"/>
      <w:r w:rsidR="005030A3">
        <w:rPr>
          <w:rFonts w:ascii="文鼎標楷注音" w:eastAsia="書法中楷（注音一）" w:hint="eastAsia"/>
          <w:snapToGrid w:val="0"/>
        </w:rPr>
        <w:t>下面哪</w:t>
      </w:r>
      <w:r w:rsidR="005030A3">
        <w:rPr>
          <w:rFonts w:ascii="書法中楷（破音三）" w:eastAsia="書法中楷（破音三）" w:hint="eastAsia"/>
          <w:snapToGrid w:val="0"/>
        </w:rPr>
        <w:t>一</w:t>
      </w:r>
      <w:r w:rsidR="005030A3">
        <w:rPr>
          <w:rFonts w:ascii="文鼎標楷注音" w:eastAsia="書法中楷（注音一）" w:hint="eastAsia"/>
          <w:snapToGrid w:val="0"/>
        </w:rPr>
        <w:t>種做法沒辦法保護環境中的植物</w:t>
      </w:r>
      <w:r w:rsidR="005030A3">
        <w:rPr>
          <w:rFonts w:ascii="標楷體" w:hint="eastAsia"/>
          <w:snapToGrid w:val="0"/>
        </w:rPr>
        <w:t>？</w:t>
      </w:r>
      <w:r w:rsidR="005030A3">
        <w:rPr>
          <w:rFonts w:hint="eastAsia"/>
          <w:snapToGrid w:val="0"/>
        </w:rPr>
        <w:t xml:space="preserve">　</w:t>
      </w:r>
      <w:r w:rsidR="00A32BBC">
        <w:rPr>
          <w:rFonts w:ascii="標楷體" w:hAnsi="標楷體"/>
        </w:rPr>
        <w:fldChar w:fldCharType="begin"/>
      </w:r>
      <w:r w:rsidR="005030A3">
        <w:rPr>
          <w:rFonts w:ascii="標楷體" w:hAnsi="標楷體" w:hint="eastAsia"/>
        </w:rPr>
        <w:instrText>eq \o(○,</w:instrText>
      </w:r>
      <w:r w:rsidR="005030A3">
        <w:rPr>
          <w:rFonts w:ascii="標楷體" w:hAnsi="標楷體" w:hint="eastAsia"/>
          <w:position w:val="2"/>
          <w:sz w:val="18"/>
        </w:rPr>
        <w:instrText>１</w:instrText>
      </w:r>
      <w:r w:rsidR="005030A3">
        <w:rPr>
          <w:rFonts w:ascii="標楷體" w:hAnsi="標楷體" w:hint="eastAsia"/>
        </w:rPr>
        <w:instrText>)</w:instrText>
      </w:r>
      <w:r w:rsidR="00A32BBC">
        <w:rPr>
          <w:rFonts w:ascii="標楷體" w:hAnsi="標楷體"/>
        </w:rPr>
        <w:fldChar w:fldCharType="end"/>
      </w:r>
      <w:r w:rsidR="005030A3">
        <w:rPr>
          <w:rFonts w:ascii="文鼎標楷注音" w:eastAsia="書法中楷（注音一）" w:hint="eastAsia"/>
          <w:snapToGrid w:val="0"/>
        </w:rPr>
        <w:t>紙類回收再利用</w:t>
      </w:r>
      <w:r w:rsidR="00A32BBC">
        <w:rPr>
          <w:rFonts w:ascii="標楷體" w:hAnsi="標楷體"/>
        </w:rPr>
        <w:fldChar w:fldCharType="begin"/>
      </w:r>
      <w:r w:rsidR="005030A3">
        <w:rPr>
          <w:rFonts w:ascii="標楷體" w:hAnsi="標楷體" w:hint="eastAsia"/>
        </w:rPr>
        <w:instrText>eq \o(○,</w:instrText>
      </w:r>
      <w:r w:rsidR="005030A3">
        <w:rPr>
          <w:rFonts w:ascii="標楷體" w:hAnsi="標楷體" w:hint="eastAsia"/>
          <w:position w:val="2"/>
          <w:sz w:val="18"/>
        </w:rPr>
        <w:instrText>２</w:instrText>
      </w:r>
      <w:r w:rsidR="005030A3">
        <w:rPr>
          <w:rFonts w:ascii="標楷體" w:hAnsi="標楷體" w:hint="eastAsia"/>
        </w:rPr>
        <w:instrText>)</w:instrText>
      </w:r>
      <w:r w:rsidR="00A32BBC">
        <w:rPr>
          <w:rFonts w:ascii="標楷體" w:hAnsi="標楷體"/>
        </w:rPr>
        <w:fldChar w:fldCharType="end"/>
      </w:r>
      <w:r w:rsidR="005030A3">
        <w:rPr>
          <w:rFonts w:ascii="文鼎標楷注音" w:eastAsia="書法中楷（注音一）" w:hint="eastAsia"/>
          <w:snapToGrid w:val="0"/>
        </w:rPr>
        <w:t>外出自備筷子</w:t>
      </w:r>
      <w:r w:rsidR="00A32BBC">
        <w:rPr>
          <w:rFonts w:ascii="標楷體" w:hAnsi="標楷體"/>
        </w:rPr>
        <w:fldChar w:fldCharType="begin"/>
      </w:r>
      <w:r w:rsidR="005030A3">
        <w:rPr>
          <w:rFonts w:ascii="標楷體" w:hAnsi="標楷體" w:hint="eastAsia"/>
        </w:rPr>
        <w:instrText>eq \o(○,</w:instrText>
      </w:r>
      <w:r w:rsidR="005030A3">
        <w:rPr>
          <w:rFonts w:ascii="標楷體" w:hAnsi="標楷體" w:hint="eastAsia"/>
          <w:position w:val="2"/>
          <w:sz w:val="18"/>
        </w:rPr>
        <w:instrText>３</w:instrText>
      </w:r>
      <w:r w:rsidR="005030A3">
        <w:rPr>
          <w:rFonts w:ascii="標楷體" w:hAnsi="標楷體" w:hint="eastAsia"/>
        </w:rPr>
        <w:instrText>)</w:instrText>
      </w:r>
      <w:r w:rsidR="00A32BBC">
        <w:rPr>
          <w:rFonts w:ascii="標楷體" w:hAnsi="標楷體"/>
        </w:rPr>
        <w:fldChar w:fldCharType="end"/>
      </w:r>
      <w:r w:rsidR="005030A3">
        <w:rPr>
          <w:rFonts w:ascii="文鼎標楷注音" w:eastAsia="書法中楷（注音一）" w:hint="eastAsia"/>
          <w:snapToGrid w:val="0"/>
        </w:rPr>
        <w:t>多砍伐樹木</w:t>
      </w:r>
      <w:r w:rsidR="00A32BBC">
        <w:rPr>
          <w:rFonts w:ascii="標楷體" w:hAnsi="標楷體"/>
        </w:rPr>
        <w:fldChar w:fldCharType="begin"/>
      </w:r>
      <w:r w:rsidR="005030A3">
        <w:rPr>
          <w:rFonts w:ascii="標楷體" w:hAnsi="標楷體" w:hint="eastAsia"/>
        </w:rPr>
        <w:instrText>eq \o(○,</w:instrText>
      </w:r>
      <w:r w:rsidR="005030A3">
        <w:rPr>
          <w:rFonts w:ascii="標楷體" w:hAnsi="標楷體" w:hint="eastAsia"/>
          <w:position w:val="2"/>
          <w:sz w:val="18"/>
        </w:rPr>
        <w:instrText>４</w:instrText>
      </w:r>
      <w:r w:rsidR="005030A3">
        <w:rPr>
          <w:rFonts w:ascii="標楷體" w:hAnsi="標楷體" w:hint="eastAsia"/>
        </w:rPr>
        <w:instrText>)</w:instrText>
      </w:r>
      <w:r w:rsidR="00A32BBC">
        <w:rPr>
          <w:rFonts w:ascii="標楷體" w:hAnsi="標楷體"/>
        </w:rPr>
        <w:fldChar w:fldCharType="end"/>
      </w:r>
      <w:r w:rsidR="005030A3">
        <w:rPr>
          <w:rFonts w:ascii="文鼎標楷注音" w:eastAsia="書法中楷（注音一）" w:hint="eastAsia"/>
          <w:snapToGrid w:val="0"/>
        </w:rPr>
        <w:t>節約用紙</w:t>
      </w:r>
      <w:r w:rsidR="005030A3">
        <w:rPr>
          <w:rFonts w:ascii="標楷體" w:hint="eastAsia"/>
          <w:snapToGrid w:val="0"/>
        </w:rPr>
        <w:t>。</w:t>
      </w:r>
    </w:p>
    <w:bookmarkEnd w:id="28"/>
    <w:p w:rsidR="002A7AD1" w:rsidRDefault="002A7AD1" w:rsidP="00E9279D">
      <w:pPr>
        <w:kinsoku w:val="0"/>
        <w:overflowPunct w:val="0"/>
        <w:autoSpaceDE w:val="0"/>
        <w:autoSpaceDN w:val="0"/>
        <w:snapToGrid w:val="0"/>
        <w:spacing w:afterLines="30" w:line="320" w:lineRule="exact"/>
        <w:ind w:left="947" w:hangingChars="394" w:hanging="947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000000"/>
        </w:rPr>
        <w:t>15.(   )</w:t>
      </w:r>
      <w:r w:rsidRPr="00201343">
        <w:rPr>
          <w:rFonts w:ascii="Times Ten Roman" w:hAnsi="Times Ten Roman"/>
          <w:b/>
          <w:color w:val="FFFFFF"/>
        </w:rPr>
        <w:t>0</w:t>
      </w:r>
      <w:bookmarkStart w:id="29" w:name="Q_CCC513FBE77C4D6887FF6063709F25FA"/>
      <w:r>
        <w:rPr>
          <w:rFonts w:eastAsia="書法中楷（注音一）" w:hint="eastAsia"/>
        </w:rPr>
        <w:t>下面哪</w:t>
      </w:r>
      <w:r w:rsidRPr="00B32B93">
        <w:rPr>
          <w:rFonts w:ascii="書法中楷（破音二）" w:eastAsia="書法中楷（破音二）" w:hint="eastAsia"/>
        </w:rPr>
        <w:t>一</w:t>
      </w:r>
      <w:r w:rsidR="00AC7FE1">
        <w:rPr>
          <w:rFonts w:ascii="書法中楷（注音一）" w:eastAsia="書法中楷（注音一）" w:hint="eastAsia"/>
        </w:rPr>
        <w:t>項是現代製造紙張的主要原料</w:t>
      </w:r>
      <w:r>
        <w:rPr>
          <w:rFonts w:hint="eastAsia"/>
        </w:rPr>
        <w:t xml:space="preserve">？　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１</w:instrText>
      </w:r>
      <w:r>
        <w:instrText>)</w:instrText>
      </w:r>
      <w:r w:rsidR="00A32BBC">
        <w:rPr>
          <w:rFonts w:ascii="標楷體"/>
        </w:rPr>
        <w:fldChar w:fldCharType="end"/>
      </w:r>
      <w:r w:rsidR="00AC7FE1" w:rsidRPr="00AC7FE1">
        <w:rPr>
          <w:rFonts w:eastAsia="書法中楷（注音一）" w:hint="eastAsia"/>
        </w:rPr>
        <w:t>樹葉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２</w:instrText>
      </w:r>
      <w:r>
        <w:instrText>)</w:instrText>
      </w:r>
      <w:r w:rsidR="00A32BBC">
        <w:rPr>
          <w:rFonts w:ascii="標楷體"/>
        </w:rPr>
        <w:fldChar w:fldCharType="end"/>
      </w:r>
      <w:r w:rsidR="00AC7FE1" w:rsidRPr="00AC7FE1">
        <w:rPr>
          <w:rFonts w:eastAsia="書法中楷（注音一）" w:hint="eastAsia"/>
        </w:rPr>
        <w:t>木材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３</w:instrText>
      </w:r>
      <w:r>
        <w:instrText>)</w:instrText>
      </w:r>
      <w:r w:rsidR="00A32BBC">
        <w:rPr>
          <w:rFonts w:ascii="標楷體"/>
        </w:rPr>
        <w:fldChar w:fldCharType="end"/>
      </w:r>
      <w:r w:rsidR="00AC7FE1" w:rsidRPr="00AC7FE1">
        <w:rPr>
          <w:rFonts w:eastAsia="書法中楷（注音一）" w:hint="eastAsia"/>
        </w:rPr>
        <w:t>泥</w:t>
      </w:r>
      <w:r w:rsidR="00AC7FE1">
        <w:rPr>
          <w:rFonts w:ascii="標楷體" w:hint="eastAsia"/>
        </w:rPr>
        <w:t>土</w:t>
      </w:r>
      <w:r w:rsidR="00A32BBC">
        <w:rPr>
          <w:rFonts w:ascii="標楷體"/>
        </w:rPr>
        <w:fldChar w:fldCharType="begin"/>
      </w:r>
      <w:r>
        <w:instrText>eq \o(</w:instrText>
      </w:r>
      <w:r>
        <w:rPr>
          <w:rFonts w:ascii="標楷體" w:hint="eastAsia"/>
        </w:rPr>
        <w:instrText>○</w:instrText>
      </w:r>
      <w:r>
        <w:instrText>,</w:instrText>
      </w:r>
      <w:r>
        <w:rPr>
          <w:rFonts w:ascii="標楷體" w:hAnsi="標楷體"/>
          <w:position w:val="2"/>
          <w:sz w:val="18"/>
        </w:rPr>
        <w:instrText>４</w:instrText>
      </w:r>
      <w:r>
        <w:instrText>)</w:instrText>
      </w:r>
      <w:r w:rsidR="00A32BBC">
        <w:rPr>
          <w:rFonts w:ascii="標楷體"/>
        </w:rPr>
        <w:fldChar w:fldCharType="end"/>
      </w:r>
      <w:r w:rsidR="00AC7FE1" w:rsidRPr="00AC7FE1">
        <w:rPr>
          <w:rFonts w:eastAsia="書法中楷（注音一）" w:hint="eastAsia"/>
        </w:rPr>
        <w:t>花朵</w:t>
      </w:r>
      <w:r>
        <w:rPr>
          <w:rFonts w:hint="eastAsia"/>
        </w:rPr>
        <w:t>。</w:t>
      </w:r>
    </w:p>
    <w:bookmarkEnd w:id="29"/>
    <w:p w:rsidR="002A7AD1" w:rsidRDefault="002A7AD1" w:rsidP="0059744A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Times Ten Roman" w:hAnsi="Times Ten Roman"/>
          <w:b/>
          <w:color w:val="000000"/>
        </w:rPr>
      </w:pPr>
    </w:p>
    <w:p w:rsidR="002A7AD1" w:rsidRDefault="002A7AD1" w:rsidP="002A7AD1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b/>
          <w:color w:val="000000"/>
        </w:rPr>
      </w:pPr>
      <w:r w:rsidRPr="002A7AD1">
        <w:rPr>
          <w:rFonts w:ascii="標楷體" w:hAnsi="標楷體" w:hint="eastAsia"/>
          <w:b/>
          <w:color w:val="000000"/>
        </w:rPr>
        <w:t>三、連連看</w:t>
      </w:r>
      <w:r w:rsidR="0063327F">
        <w:rPr>
          <w:rFonts w:ascii="標楷體" w:hAnsi="標楷體" w:hint="eastAsia"/>
          <w:b/>
          <w:color w:val="000000"/>
        </w:rPr>
        <w:t>（共</w:t>
      </w:r>
      <w:r w:rsidR="00640085">
        <w:rPr>
          <w:rFonts w:ascii="標楷體" w:hAnsi="標楷體" w:hint="eastAsia"/>
          <w:b/>
          <w:color w:val="000000"/>
        </w:rPr>
        <w:t>22</w:t>
      </w:r>
      <w:r w:rsidR="0063327F">
        <w:rPr>
          <w:rFonts w:ascii="標楷體" w:hAnsi="標楷體" w:hint="eastAsia"/>
          <w:b/>
          <w:color w:val="000000"/>
        </w:rPr>
        <w:t>分）</w:t>
      </w:r>
    </w:p>
    <w:p w:rsidR="002A7AD1" w:rsidRPr="003C5808" w:rsidRDefault="002A7AD1" w:rsidP="00CD6C15">
      <w:pPr>
        <w:kinsoku w:val="0"/>
        <w:overflowPunct w:val="0"/>
        <w:autoSpaceDE w:val="0"/>
        <w:autoSpaceDN w:val="0"/>
        <w:snapToGrid w:val="0"/>
        <w:spacing w:beforeLines="20" w:afterLines="50" w:line="320" w:lineRule="exact"/>
        <w:ind w:left="240" w:hangingChars="100" w:hanging="240"/>
        <w:rPr>
          <w:rFonts w:eastAsia="書法中楷（注音一）"/>
          <w:sz w:val="20"/>
          <w:szCs w:val="20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="00611EE9">
        <w:rPr>
          <w:rFonts w:ascii="Times Ten Roman" w:hAnsi="Times Ten Roman" w:hint="eastAsia"/>
          <w:b/>
          <w:color w:val="000000"/>
        </w:rPr>
        <w:t>1</w:t>
      </w:r>
      <w:r w:rsidRPr="00201343">
        <w:rPr>
          <w:rFonts w:ascii="Times Ten Roman" w:hAnsi="Times Ten Roman"/>
          <w:b/>
          <w:color w:val="000000"/>
        </w:rPr>
        <w:t>.</w:t>
      </w:r>
      <w:bookmarkStart w:id="30" w:name="Q_F72415C88F954E0CB85269E018AB5BB3"/>
      <w:r>
        <w:rPr>
          <w:rFonts w:eastAsia="書法中楷（注音一）" w:hAnsi="標楷體"/>
        </w:rPr>
        <w:t>下面的植物葉子是哪</w:t>
      </w:r>
      <w:r>
        <w:rPr>
          <w:rFonts w:ascii="書法中楷（破音三）" w:eastAsia="書法中楷（破音三）" w:hAnsi="標楷體"/>
        </w:rPr>
        <w:t>一</w:t>
      </w:r>
      <w:r>
        <w:rPr>
          <w:rFonts w:eastAsia="書法中楷（注音一）" w:hAnsi="標楷體"/>
        </w:rPr>
        <w:t>種生</w:t>
      </w:r>
      <w:r>
        <w:rPr>
          <w:rFonts w:ascii="書法中楷（注音一）" w:eastAsia="書法中楷（注音一）" w:hAnsi="標楷體" w:hint="eastAsia"/>
        </w:rPr>
        <w:t>長</w:t>
      </w:r>
      <w:r>
        <w:rPr>
          <w:rFonts w:eastAsia="書法中楷（注音一）" w:hAnsi="標楷體"/>
        </w:rPr>
        <w:t>方式</w:t>
      </w:r>
      <w:r>
        <w:rPr>
          <w:rFonts w:hAnsi="標楷體"/>
        </w:rPr>
        <w:t>？</w:t>
      </w:r>
      <w:r w:rsidR="003C5808" w:rsidRPr="003C5808">
        <w:rPr>
          <w:rFonts w:hAnsi="標楷體" w:hint="eastAsia"/>
        </w:rPr>
        <w:t>（每小題</w:t>
      </w:r>
      <w:r w:rsidR="003C5808" w:rsidRPr="003C5808">
        <w:rPr>
          <w:rFonts w:hAnsi="標楷體" w:hint="eastAsia"/>
        </w:rPr>
        <w:t>3</w:t>
      </w:r>
      <w:r w:rsidR="003C5808" w:rsidRPr="003C5808">
        <w:rPr>
          <w:rFonts w:hAnsi="標楷體" w:hint="eastAsia"/>
        </w:rPr>
        <w:t>分，共</w:t>
      </w:r>
      <w:r w:rsidR="003C5808" w:rsidRPr="003C5808">
        <w:rPr>
          <w:rFonts w:hAnsi="標楷體" w:hint="eastAsia"/>
        </w:rPr>
        <w:t>12</w:t>
      </w:r>
      <w:r w:rsidR="003C5808" w:rsidRPr="003C5808">
        <w:rPr>
          <w:rFonts w:hAnsi="標楷體" w:hint="eastAsia"/>
        </w:rPr>
        <w:t>分）</w:t>
      </w:r>
    </w:p>
    <w:tbl>
      <w:tblPr>
        <w:tblW w:w="4536" w:type="dxa"/>
        <w:jc w:val="center"/>
        <w:tblCellMar>
          <w:left w:w="28" w:type="dxa"/>
          <w:right w:w="28" w:type="dxa"/>
        </w:tblCellMar>
        <w:tblLook w:val="0000"/>
      </w:tblPr>
      <w:tblGrid>
        <w:gridCol w:w="2174"/>
        <w:gridCol w:w="415"/>
        <w:gridCol w:w="415"/>
        <w:gridCol w:w="415"/>
        <w:gridCol w:w="1117"/>
      </w:tblGrid>
      <w:tr w:rsidR="002A7AD1" w:rsidTr="00B72452">
        <w:trPr>
          <w:cantSplit/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CA1D6F" w:rsidP="000F412F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306705</wp:posOffset>
                  </wp:positionV>
                  <wp:extent cx="712470" cy="723265"/>
                  <wp:effectExtent l="19050" t="0" r="0" b="0"/>
                  <wp:wrapNone/>
                  <wp:docPr id="9" name="圖片 9" descr="22-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22-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32BBC"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１</w:instrText>
            </w:r>
            <w:r w:rsidR="002A7AD1">
              <w:rPr>
                <w:rFonts w:ascii="標楷體"/>
              </w:rPr>
              <w:instrText>)</w:instrText>
            </w:r>
            <w:r w:rsidR="00A32BBC">
              <w:fldChar w:fldCharType="end"/>
            </w:r>
            <w:r w:rsidR="000F412F" w:rsidRPr="000F412F">
              <w:rPr>
                <w:rFonts w:eastAsia="書法中楷（注音一）" w:hAnsi="標楷體" w:hint="eastAsia"/>
              </w:rPr>
              <w:t>車前草</w:t>
            </w:r>
          </w:p>
        </w:tc>
        <w:tc>
          <w:tcPr>
            <w:tcW w:w="415" w:type="dxa"/>
            <w:vMerge w:val="restart"/>
            <w:tcBorders>
              <w:left w:val="single" w:sz="4" w:space="0" w:color="auto"/>
            </w:tcBorders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 w:val="restart"/>
            <w:vAlign w:val="center"/>
          </w:tcPr>
          <w:p w:rsidR="002A7AD1" w:rsidRDefault="00B72452" w:rsidP="00B72452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1117" w:type="dxa"/>
            <w:vMerge w:val="restart"/>
            <w:vAlign w:val="center"/>
          </w:tcPr>
          <w:p w:rsidR="002A7AD1" w:rsidRDefault="002A7AD1" w:rsidP="00B72452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eastAsia="書法中楷（注音一）"/>
              </w:rPr>
            </w:pPr>
            <w:r>
              <w:rPr>
                <w:rFonts w:hAnsi="標楷體"/>
              </w:rPr>
              <w:t>ㄅ</w:t>
            </w:r>
            <w:r>
              <w:rPr>
                <w:rFonts w:eastAsia="書法中楷（注音一）" w:hAnsi="標楷體"/>
              </w:rPr>
              <w:t>互生</w:t>
            </w:r>
          </w:p>
        </w:tc>
      </w:tr>
      <w:tr w:rsidR="002A7AD1" w:rsidTr="00E9279D">
        <w:trPr>
          <w:cantSplit/>
          <w:trHeight w:val="1288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</w:pPr>
          </w:p>
        </w:tc>
        <w:tc>
          <w:tcPr>
            <w:tcW w:w="415" w:type="dxa"/>
            <w:vMerge/>
            <w:tcBorders>
              <w:lef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</w:pP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117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</w:tr>
      <w:tr w:rsidR="002A7AD1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0F412F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２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0F412F" w:rsidRPr="000F412F">
              <w:rPr>
                <w:rFonts w:eastAsia="書法中楷（注音一）" w:hAnsi="標楷體" w:hint="eastAsia"/>
              </w:rPr>
              <w:t>番</w:t>
            </w:r>
            <w:r w:rsidR="000F412F">
              <w:rPr>
                <w:rFonts w:eastAsia="書法中楷（注音一）" w:hAnsi="標楷體" w:hint="eastAsia"/>
              </w:rPr>
              <w:t>石榴</w:t>
            </w:r>
          </w:p>
        </w:tc>
        <w:tc>
          <w:tcPr>
            <w:tcW w:w="415" w:type="dxa"/>
            <w:vMerge w:val="restart"/>
            <w:tcBorders>
              <w:left w:val="single" w:sz="4" w:space="0" w:color="auto"/>
            </w:tcBorders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 w:val="restart"/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1117" w:type="dxa"/>
            <w:vMerge w:val="restart"/>
            <w:vAlign w:val="center"/>
          </w:tcPr>
          <w:p w:rsidR="002A7AD1" w:rsidRDefault="002A7AD1" w:rsidP="00B72452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eastAsia="書法中楷（注音一）"/>
              </w:rPr>
            </w:pPr>
            <w:r>
              <w:rPr>
                <w:rFonts w:hAnsi="標楷體"/>
              </w:rPr>
              <w:t>ㄆ</w:t>
            </w:r>
            <w:r w:rsidRPr="00B72452">
              <w:rPr>
                <w:rFonts w:eastAsia="書法中楷（注音一）" w:hAnsi="標楷體"/>
              </w:rPr>
              <w:t>對生</w:t>
            </w:r>
          </w:p>
        </w:tc>
      </w:tr>
      <w:tr w:rsidR="002A7AD1" w:rsidTr="00E9279D">
        <w:trPr>
          <w:cantSplit/>
          <w:trHeight w:val="1273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CA1D6F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195580</wp:posOffset>
                  </wp:positionH>
                  <wp:positionV relativeFrom="paragraph">
                    <wp:posOffset>-59690</wp:posOffset>
                  </wp:positionV>
                  <wp:extent cx="823595" cy="659765"/>
                  <wp:effectExtent l="19050" t="0" r="0" b="0"/>
                  <wp:wrapNone/>
                  <wp:docPr id="7" name="圖片 7" descr="22-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2-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59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5" w:type="dxa"/>
            <w:vMerge/>
            <w:tcBorders>
              <w:lef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117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</w:tr>
      <w:tr w:rsidR="002A7AD1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5A526A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３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5A526A">
              <w:rPr>
                <w:rFonts w:eastAsia="書法中楷（注音一）" w:hAnsi="標楷體"/>
              </w:rPr>
              <w:t>黑板樹</w:t>
            </w:r>
          </w:p>
        </w:tc>
        <w:tc>
          <w:tcPr>
            <w:tcW w:w="415" w:type="dxa"/>
            <w:vMerge w:val="restart"/>
            <w:tcBorders>
              <w:left w:val="single" w:sz="4" w:space="0" w:color="auto"/>
            </w:tcBorders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 w:val="restart"/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1117" w:type="dxa"/>
            <w:vMerge w:val="restart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rFonts w:hAnsi="標楷體"/>
              </w:rPr>
              <w:t>ㄇ</w:t>
            </w:r>
            <w:r w:rsidRPr="00B72452">
              <w:rPr>
                <w:rFonts w:eastAsia="書法中楷（注音一）" w:hAnsi="標楷體"/>
              </w:rPr>
              <w:t>輪生</w:t>
            </w:r>
          </w:p>
        </w:tc>
      </w:tr>
      <w:tr w:rsidR="002A7AD1" w:rsidTr="00E9279D">
        <w:trPr>
          <w:cantSplit/>
          <w:trHeight w:val="1425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5A526A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-110490</wp:posOffset>
                  </wp:positionV>
                  <wp:extent cx="712470" cy="723265"/>
                  <wp:effectExtent l="19050" t="0" r="0" b="0"/>
                  <wp:wrapNone/>
                  <wp:docPr id="10" name="圖片 10" descr="22-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22-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5" w:type="dxa"/>
            <w:vMerge/>
            <w:tcBorders>
              <w:lef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117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</w:tr>
      <w:tr w:rsidR="002A7AD1">
        <w:trPr>
          <w:cantSplit/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CA1D6F" w:rsidP="00D436F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298450</wp:posOffset>
                  </wp:positionV>
                  <wp:extent cx="648335" cy="818515"/>
                  <wp:effectExtent l="19050" t="0" r="0" b="0"/>
                  <wp:wrapNone/>
                  <wp:docPr id="1" name="圖片 1" descr="E:\Execute\Files\自然\3_素材庫\植物\01-01-023-豔紫荊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Execute\Files\自然\3_素材庫\植物\01-01-023-豔紫荊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32BBC"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４</w:instrText>
            </w:r>
            <w:r w:rsidR="002A7AD1">
              <w:rPr>
                <w:rFonts w:ascii="標楷體"/>
              </w:rPr>
              <w:instrText>)</w:instrText>
            </w:r>
            <w:r w:rsidR="00A32BBC">
              <w:fldChar w:fldCharType="end"/>
            </w:r>
            <w:r w:rsidR="00D436FD">
              <w:rPr>
                <w:rFonts w:eastAsia="書法中楷（注音一）" w:hAnsi="標楷體" w:hint="eastAsia"/>
              </w:rPr>
              <w:t>豔紫荊</w:t>
            </w:r>
          </w:p>
        </w:tc>
        <w:tc>
          <w:tcPr>
            <w:tcW w:w="415" w:type="dxa"/>
            <w:vMerge w:val="restart"/>
            <w:tcBorders>
              <w:left w:val="single" w:sz="4" w:space="0" w:color="auto"/>
            </w:tcBorders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 w:val="restart"/>
            <w:vAlign w:val="center"/>
          </w:tcPr>
          <w:p w:rsidR="002A7AD1" w:rsidRDefault="00B72452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1117" w:type="dxa"/>
            <w:vMerge w:val="restart"/>
            <w:vAlign w:val="center"/>
          </w:tcPr>
          <w:p w:rsidR="002A7AD1" w:rsidRDefault="002A7AD1" w:rsidP="00B72452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eastAsia="書法中楷（注音一）"/>
              </w:rPr>
            </w:pPr>
            <w:r>
              <w:rPr>
                <w:rFonts w:hAnsi="標楷體"/>
              </w:rPr>
              <w:t>ㄈ</w:t>
            </w:r>
            <w:r>
              <w:rPr>
                <w:rFonts w:eastAsia="書法中楷（注音一）" w:hAnsi="標楷體"/>
              </w:rPr>
              <w:t>叢生</w:t>
            </w:r>
          </w:p>
        </w:tc>
      </w:tr>
      <w:tr w:rsidR="002A7AD1" w:rsidTr="00E9279D">
        <w:trPr>
          <w:cantSplit/>
          <w:trHeight w:val="1367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</w:pPr>
          </w:p>
        </w:tc>
        <w:tc>
          <w:tcPr>
            <w:tcW w:w="415" w:type="dxa"/>
            <w:vMerge/>
            <w:tcBorders>
              <w:lef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415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117" w:type="dxa"/>
            <w:vMerge/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</w:tr>
    </w:tbl>
    <w:p w:rsidR="00611EE9" w:rsidRDefault="00611EE9" w:rsidP="00CD6C15">
      <w:pPr>
        <w:kinsoku w:val="0"/>
        <w:overflowPunct w:val="0"/>
        <w:autoSpaceDE w:val="0"/>
        <w:autoSpaceDN w:val="0"/>
        <w:snapToGrid w:val="0"/>
        <w:spacing w:afterLines="50" w:line="320" w:lineRule="exact"/>
        <w:ind w:left="240" w:hangingChars="100" w:hanging="240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lastRenderedPageBreak/>
        <w:t>0</w:t>
      </w:r>
      <w:r>
        <w:rPr>
          <w:rFonts w:ascii="Times Ten Roman" w:hAnsi="Times Ten Roman" w:hint="eastAsia"/>
          <w:b/>
          <w:color w:val="000000"/>
        </w:rPr>
        <w:t>2</w:t>
      </w:r>
      <w:r w:rsidRPr="00201343">
        <w:rPr>
          <w:rFonts w:ascii="Times Ten Roman" w:hAnsi="Times Ten Roman"/>
          <w:b/>
          <w:color w:val="000000"/>
        </w:rPr>
        <w:t>.</w:t>
      </w:r>
      <w:bookmarkStart w:id="31" w:name="Q_237861CDC70248A19FDE8F3CCEF63C06"/>
      <w:r w:rsidR="00530F8F" w:rsidRPr="00530F8F">
        <w:rPr>
          <w:rFonts w:eastAsia="書法中楷（注音一）" w:hint="eastAsia"/>
        </w:rPr>
        <w:t xml:space="preserve"> </w:t>
      </w:r>
      <w:r w:rsidR="00030072">
        <w:rPr>
          <w:rFonts w:eastAsia="書法中楷（注音一）" w:hint="eastAsia"/>
        </w:rPr>
        <w:t>下面是植物的</w:t>
      </w:r>
      <w:r w:rsidR="00030072">
        <w:rPr>
          <w:rFonts w:ascii="書法中楷（破音三）" w:eastAsia="書法中楷（破音三）" w:hint="eastAsia"/>
        </w:rPr>
        <w:t>什</w:t>
      </w:r>
      <w:r w:rsidR="00030072">
        <w:rPr>
          <w:rFonts w:eastAsia="書法中楷（注音一）" w:hint="eastAsia"/>
        </w:rPr>
        <w:t>麼部位</w:t>
      </w:r>
      <w:r w:rsidR="00030072">
        <w:rPr>
          <w:rFonts w:hint="eastAsia"/>
        </w:rPr>
        <w:t>？</w:t>
      </w:r>
      <w:r w:rsidR="00AE09A4" w:rsidRPr="003C5808">
        <w:rPr>
          <w:rFonts w:hAnsi="標楷體" w:hint="eastAsia"/>
        </w:rPr>
        <w:t>（</w:t>
      </w:r>
      <w:r w:rsidR="00AE09A4" w:rsidRPr="00030072">
        <w:rPr>
          <w:rFonts w:eastAsia="書法中楷（注音一）" w:hint="eastAsia"/>
        </w:rPr>
        <w:t>每小題</w:t>
      </w:r>
      <w:r w:rsidR="00EA20A7" w:rsidRPr="00030072">
        <w:rPr>
          <w:rFonts w:eastAsia="書法中楷（注音一）" w:hint="eastAsia"/>
        </w:rPr>
        <w:t>2</w:t>
      </w:r>
      <w:r w:rsidR="00AE09A4" w:rsidRPr="00030072">
        <w:rPr>
          <w:rFonts w:eastAsia="書法中楷（注音一）" w:hint="eastAsia"/>
        </w:rPr>
        <w:t>分</w:t>
      </w:r>
      <w:r w:rsidR="00AE09A4" w:rsidRPr="00640775">
        <w:rPr>
          <w:rFonts w:ascii="標楷體" w:hAnsi="標楷體" w:hint="eastAsia"/>
        </w:rPr>
        <w:t>，</w:t>
      </w:r>
      <w:r w:rsidR="00AE09A4" w:rsidRPr="00030072">
        <w:rPr>
          <w:rFonts w:eastAsia="書法中楷（注音一）" w:hint="eastAsia"/>
        </w:rPr>
        <w:t>共</w:t>
      </w:r>
      <w:r w:rsidR="00AE09A4" w:rsidRPr="00030072">
        <w:rPr>
          <w:rFonts w:eastAsia="書法中楷（注音一）" w:hint="eastAsia"/>
        </w:rPr>
        <w:t>1</w:t>
      </w:r>
      <w:r w:rsidR="00EA20A7" w:rsidRPr="00030072">
        <w:rPr>
          <w:rFonts w:eastAsia="書法中楷（注音一）" w:hint="eastAsia"/>
        </w:rPr>
        <w:t>0</w:t>
      </w:r>
      <w:r w:rsidR="00AE09A4" w:rsidRPr="00030072">
        <w:rPr>
          <w:rFonts w:eastAsia="書法中楷（注音一）" w:hint="eastAsia"/>
        </w:rPr>
        <w:t>分</w:t>
      </w:r>
      <w:r w:rsidR="00AE09A4" w:rsidRPr="003C5808">
        <w:rPr>
          <w:rFonts w:hAnsi="標楷體" w:hint="eastAsia"/>
        </w:rPr>
        <w:t>）</w:t>
      </w:r>
    </w:p>
    <w:tbl>
      <w:tblPr>
        <w:tblW w:w="4530" w:type="dxa"/>
        <w:jc w:val="center"/>
        <w:tblLayout w:type="fixed"/>
        <w:tblCellMar>
          <w:left w:w="28" w:type="dxa"/>
          <w:right w:w="28" w:type="dxa"/>
        </w:tblCellMar>
        <w:tblLook w:val="00BF"/>
      </w:tblPr>
      <w:tblGrid>
        <w:gridCol w:w="1978"/>
        <w:gridCol w:w="375"/>
        <w:gridCol w:w="375"/>
        <w:gridCol w:w="761"/>
        <w:gridCol w:w="1041"/>
      </w:tblGrid>
      <w:tr w:rsidR="007B7BB9" w:rsidTr="00AA1DD7">
        <w:trPr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bookmarkEnd w:id="30"/>
          <w:bookmarkEnd w:id="31"/>
          <w:p w:rsidR="007B7BB9" w:rsidRDefault="007B7BB9" w:rsidP="005C3DCB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標楷體"/>
              </w:rPr>
            </w:pPr>
            <w:r>
              <w:fldChar w:fldCharType="begin"/>
            </w:r>
            <w:r>
              <w:instrText>eq \o</w:instrText>
            </w:r>
            <w:r>
              <w:rPr>
                <w:rFonts w:ascii="標楷體" w:hint="eastAsia"/>
              </w:rPr>
              <w:instrText>(○</w:instrText>
            </w:r>
            <w:r>
              <w:instrText>,</w:instrText>
            </w:r>
            <w:r>
              <w:rPr>
                <w:rFonts w:hAnsi="標楷體" w:hint="eastAsia"/>
                <w:position w:val="2"/>
                <w:sz w:val="18"/>
              </w:rPr>
              <w:instrText>１</w:instrText>
            </w:r>
            <w:r>
              <w:rPr>
                <w:rFonts w:ascii="標楷體" w:hint="eastAsia"/>
              </w:rPr>
              <w:instrText>)</w:instrText>
            </w:r>
            <w:r>
              <w:fldChar w:fldCharType="end"/>
            </w:r>
            <w:r w:rsidRPr="008E5AAA">
              <w:rPr>
                <w:rFonts w:ascii="文鼎標楷注音" w:eastAsia="文鼎標楷注音" w:hint="eastAsia"/>
              </w:rPr>
              <w:t>綠豆</w:t>
            </w:r>
          </w:p>
        </w:tc>
        <w:tc>
          <w:tcPr>
            <w:tcW w:w="375" w:type="dxa"/>
            <w:vMerge w:val="restart"/>
            <w:tcBorders>
              <w:left w:val="single" w:sz="4" w:space="0" w:color="auto"/>
            </w:tcBorders>
            <w:vAlign w:val="center"/>
          </w:tcPr>
          <w:p w:rsidR="007B7BB9" w:rsidRDefault="007B7BB9" w:rsidP="00C31DBC">
            <w:pPr>
              <w:kinsoku w:val="0"/>
              <w:overflowPunct w:val="0"/>
              <w:autoSpaceDE w:val="0"/>
              <w:autoSpaceDN w:val="0"/>
              <w:snapToGrid w:val="0"/>
            </w:pPr>
            <w:r>
              <w:rPr>
                <w:rFonts w:hint="eastAsia"/>
              </w:rPr>
              <w:t>‧</w:t>
            </w: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</w:pPr>
          </w:p>
        </w:tc>
        <w:tc>
          <w:tcPr>
            <w:tcW w:w="104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</w:pPr>
          </w:p>
        </w:tc>
      </w:tr>
      <w:tr w:rsidR="00AA1DD7" w:rsidTr="00AA1DD7">
        <w:trPr>
          <w:trHeight w:val="1082"/>
          <w:jc w:val="center"/>
        </w:trPr>
        <w:tc>
          <w:tcPr>
            <w:tcW w:w="1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afterLines="20" w:line="240" w:lineRule="auto"/>
              <w:jc w:val="center"/>
              <w:rPr>
                <w:rFonts w:eastAsia="書法中楷（注音一）"/>
              </w:rPr>
            </w:pPr>
            <w:r>
              <w:rPr>
                <w:rFonts w:eastAsia="書法中楷（注音一）"/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-64770</wp:posOffset>
                  </wp:positionV>
                  <wp:extent cx="504825" cy="445135"/>
                  <wp:effectExtent l="19050" t="0" r="9525" b="0"/>
                  <wp:wrapNone/>
                  <wp:docPr id="13" name="圖片 53" descr="E:\Execute\Files\自然\3_素材庫\植物\01-02-101-綠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E:\Execute\Files\自然\3_素材庫\植物\01-02-101-綠豆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5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041" w:type="dxa"/>
            <w:vAlign w:val="center"/>
            <w:hideMark/>
          </w:tcPr>
          <w:p w:rsidR="007B7BB9" w:rsidRDefault="007B7BB9" w:rsidP="00C0505E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360" w:hangingChars="100" w:hanging="360"/>
              <w:rPr>
                <w:rFonts w:ascii="書法中楷（破音三）" w:eastAsia="書法中楷（破音三）"/>
              </w:rPr>
            </w:pPr>
          </w:p>
        </w:tc>
      </w:tr>
      <w:tr w:rsidR="00E9279D" w:rsidTr="00AA1DD7">
        <w:trPr>
          <w:trHeight w:val="549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5C3DCB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ascii="標楷體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250825</wp:posOffset>
                  </wp:positionV>
                  <wp:extent cx="362585" cy="532130"/>
                  <wp:effectExtent l="19050" t="0" r="0" b="0"/>
                  <wp:wrapNone/>
                  <wp:docPr id="12" name="圖片 54" descr="E:\Execute\Files\自然\3_素材庫\植物\01-02-082-葡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E:\Execute\Files\自然\3_素材庫\植物\01-02-082-葡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fldChar w:fldCharType="begin"/>
            </w:r>
            <w:r>
              <w:instrText>eq \o</w:instrText>
            </w:r>
            <w:r>
              <w:rPr>
                <w:rFonts w:ascii="標楷體" w:hint="eastAsia"/>
              </w:rPr>
              <w:instrText>(○</w:instrText>
            </w:r>
            <w:r>
              <w:instrText>,</w:instrText>
            </w:r>
            <w:r>
              <w:rPr>
                <w:rFonts w:hAnsi="標楷體" w:hint="eastAsia"/>
                <w:position w:val="2"/>
                <w:sz w:val="18"/>
              </w:rPr>
              <w:instrText>２</w:instrText>
            </w:r>
            <w:r>
              <w:rPr>
                <w:rFonts w:ascii="標楷體" w:hint="eastAsia"/>
              </w:rPr>
              <w:instrText>)</w:instrText>
            </w:r>
            <w:r>
              <w:fldChar w:fldCharType="end"/>
            </w:r>
            <w:r>
              <w:rPr>
                <w:rFonts w:eastAsia="書法中楷（注音一）" w:hint="eastAsia"/>
              </w:rPr>
              <w:t>葡萄</w:t>
            </w:r>
          </w:p>
        </w:tc>
        <w:tc>
          <w:tcPr>
            <w:tcW w:w="375" w:type="dxa"/>
            <w:vMerge w:val="restart"/>
            <w:tcBorders>
              <w:left w:val="single" w:sz="4" w:space="0" w:color="auto"/>
            </w:tcBorders>
            <w:vAlign w:val="center"/>
          </w:tcPr>
          <w:p w:rsidR="007B7BB9" w:rsidRDefault="007B7BB9" w:rsidP="00577A55">
            <w:pPr>
              <w:kinsoku w:val="0"/>
              <w:overflowPunct w:val="0"/>
              <w:autoSpaceDE w:val="0"/>
              <w:autoSpaceDN w:val="0"/>
              <w:snapToGrid w:val="0"/>
            </w:pPr>
            <w:r>
              <w:rPr>
                <w:rFonts w:hint="eastAsia"/>
              </w:rPr>
              <w:t>‧</w:t>
            </w: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 w:rsidP="00CB2A56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1041" w:type="dxa"/>
            <w:vAlign w:val="center"/>
          </w:tcPr>
          <w:p w:rsidR="007B7BB9" w:rsidRDefault="007B7BB9" w:rsidP="00E9279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right"/>
              <w:rPr>
                <w:rFonts w:ascii="書法中楷（破音三）" w:eastAsia="書法中楷（破音三）"/>
              </w:rPr>
            </w:pPr>
            <w:r w:rsidRPr="00A56123">
              <w:rPr>
                <w:rFonts w:hint="eastAsia"/>
                <w:bdr w:val="single" w:sz="4" w:space="0" w:color="auto"/>
              </w:rPr>
              <w:t>ㄅ</w:t>
            </w:r>
            <w:r w:rsidRPr="00A56123">
              <w:rPr>
                <w:rFonts w:eastAsia="書法中楷（注音一）" w:hint="eastAsia"/>
                <w:bdr w:val="single" w:sz="4" w:space="0" w:color="auto"/>
              </w:rPr>
              <w:t>種</w:t>
            </w:r>
            <w:r w:rsidRPr="00A56123">
              <w:rPr>
                <w:rFonts w:ascii="書法中楷（破音二）" w:eastAsia="書法中楷（破音二）" w:hint="eastAsia"/>
                <w:bdr w:val="single" w:sz="4" w:space="0" w:color="auto"/>
              </w:rPr>
              <w:t>子</w:t>
            </w:r>
          </w:p>
        </w:tc>
      </w:tr>
      <w:tr w:rsidR="00AA1DD7" w:rsidTr="00AA1DD7">
        <w:trPr>
          <w:trHeight w:val="826"/>
          <w:jc w:val="center"/>
        </w:trPr>
        <w:tc>
          <w:tcPr>
            <w:tcW w:w="1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5C3DCB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both"/>
              <w:rPr>
                <w:rFonts w:eastAsia="書法中楷（注音一）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04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360" w:hangingChars="100" w:hanging="360"/>
              <w:rPr>
                <w:rFonts w:eastAsia="書法中楷（注音一）"/>
              </w:rPr>
            </w:pPr>
          </w:p>
        </w:tc>
      </w:tr>
      <w:tr w:rsidR="007B7BB9" w:rsidTr="00AA1DD7">
        <w:trPr>
          <w:trHeight w:val="28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696B9E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標楷體"/>
              </w:rPr>
            </w:pPr>
            <w:r>
              <w:fldChar w:fldCharType="begin"/>
            </w:r>
            <w:r>
              <w:instrText>eq \o</w:instrText>
            </w:r>
            <w:r>
              <w:rPr>
                <w:rFonts w:ascii="標楷體" w:hint="eastAsia"/>
              </w:rPr>
              <w:instrText>(○</w:instrText>
            </w:r>
            <w:r>
              <w:instrText>,</w:instrText>
            </w:r>
            <w:r>
              <w:rPr>
                <w:rFonts w:hAnsi="標楷體" w:hint="eastAsia"/>
                <w:position w:val="2"/>
                <w:sz w:val="18"/>
              </w:rPr>
              <w:instrText>３</w:instrText>
            </w:r>
            <w:r>
              <w:rPr>
                <w:rFonts w:ascii="標楷體" w:hint="eastAsia"/>
              </w:rPr>
              <w:instrText>)</w:instrText>
            </w:r>
            <w:r>
              <w:fldChar w:fldCharType="end"/>
            </w:r>
            <w:r w:rsidRPr="005C3DCB">
              <w:rPr>
                <w:rFonts w:ascii="文鼎標楷注音" w:eastAsia="文鼎標楷注音" w:hint="eastAsia"/>
              </w:rPr>
              <w:t>絲瓜</w:t>
            </w:r>
          </w:p>
        </w:tc>
        <w:tc>
          <w:tcPr>
            <w:tcW w:w="375" w:type="dxa"/>
            <w:vMerge w:val="restart"/>
            <w:tcBorders>
              <w:left w:val="single" w:sz="4" w:space="0" w:color="auto"/>
            </w:tcBorders>
            <w:vAlign w:val="center"/>
          </w:tcPr>
          <w:p w:rsidR="007B7BB9" w:rsidRDefault="007B7BB9" w:rsidP="001A4882">
            <w:pPr>
              <w:kinsoku w:val="0"/>
              <w:overflowPunct w:val="0"/>
              <w:autoSpaceDE w:val="0"/>
              <w:autoSpaceDN w:val="0"/>
              <w:snapToGrid w:val="0"/>
            </w:pPr>
            <w:r>
              <w:rPr>
                <w:rFonts w:hint="eastAsia"/>
              </w:rPr>
              <w:t>‧</w:t>
            </w: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</w:pPr>
          </w:p>
        </w:tc>
        <w:tc>
          <w:tcPr>
            <w:tcW w:w="104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</w:pPr>
          </w:p>
        </w:tc>
      </w:tr>
      <w:tr w:rsidR="007B7BB9" w:rsidTr="00AA1DD7">
        <w:trPr>
          <w:trHeight w:val="978"/>
          <w:jc w:val="center"/>
        </w:trPr>
        <w:tc>
          <w:tcPr>
            <w:tcW w:w="1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afterLines="20" w:line="240" w:lineRule="auto"/>
              <w:jc w:val="center"/>
              <w:rPr>
                <w:rFonts w:eastAsia="書法中楷（注音一）"/>
              </w:rPr>
            </w:pPr>
            <w:r>
              <w:rPr>
                <w:rFonts w:eastAsia="書法中楷（注音一）"/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-13970</wp:posOffset>
                  </wp:positionV>
                  <wp:extent cx="795020" cy="468630"/>
                  <wp:effectExtent l="19050" t="0" r="5080" b="0"/>
                  <wp:wrapNone/>
                  <wp:docPr id="11" name="圖片 57" descr="E:\Execute\Files\自然\3_素材庫\植物\01-02-100-絲瓜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E:\Execute\Files\自然\3_素材庫\植物\01-02-100-絲瓜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468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5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041" w:type="dxa"/>
            <w:vAlign w:val="center"/>
            <w:hideMark/>
          </w:tcPr>
          <w:p w:rsidR="007B7BB9" w:rsidRDefault="007B7BB9" w:rsidP="00C0505E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360" w:hangingChars="100" w:hanging="360"/>
              <w:rPr>
                <w:rFonts w:eastAsia="書法中楷（注音一）"/>
              </w:rPr>
            </w:pPr>
          </w:p>
        </w:tc>
      </w:tr>
      <w:tr w:rsidR="007B7BB9" w:rsidTr="00AA1DD7">
        <w:trPr>
          <w:trHeight w:val="55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標楷體"/>
              </w:rPr>
            </w:pPr>
            <w:r>
              <w:fldChar w:fldCharType="begin"/>
            </w:r>
            <w:r>
              <w:instrText>eq \o</w:instrText>
            </w:r>
            <w:r>
              <w:rPr>
                <w:rFonts w:ascii="標楷體" w:hint="eastAsia"/>
              </w:rPr>
              <w:instrText>(○</w:instrText>
            </w:r>
            <w:r>
              <w:instrText>,</w:instrText>
            </w:r>
            <w:r>
              <w:rPr>
                <w:rFonts w:hAnsi="標楷體" w:hint="eastAsia"/>
                <w:position w:val="2"/>
                <w:sz w:val="18"/>
              </w:rPr>
              <w:instrText>４</w:instrText>
            </w:r>
            <w:r>
              <w:rPr>
                <w:rFonts w:ascii="標楷體" w:hint="eastAsia"/>
              </w:rPr>
              <w:instrText>)</w:instrText>
            </w:r>
            <w:r>
              <w:fldChar w:fldCharType="end"/>
            </w:r>
            <w:r w:rsidRPr="000A304B">
              <w:rPr>
                <w:rFonts w:eastAsia="書法中楷（注音一）" w:hint="eastAsia"/>
              </w:rPr>
              <w:t>蕃</w:t>
            </w:r>
            <w:r w:rsidRPr="005C3DCB">
              <w:rPr>
                <w:rFonts w:ascii="書法中楷（破音二）" w:eastAsia="書法中楷（破音二）" w:hint="eastAsia"/>
              </w:rPr>
              <w:t>茄</w:t>
            </w:r>
          </w:p>
        </w:tc>
        <w:tc>
          <w:tcPr>
            <w:tcW w:w="375" w:type="dxa"/>
            <w:vMerge w:val="restart"/>
            <w:tcBorders>
              <w:left w:val="single" w:sz="4" w:space="0" w:color="auto"/>
            </w:tcBorders>
            <w:vAlign w:val="center"/>
          </w:tcPr>
          <w:p w:rsidR="007B7BB9" w:rsidRDefault="007B7BB9" w:rsidP="00BD7538">
            <w:pPr>
              <w:kinsoku w:val="0"/>
              <w:overflowPunct w:val="0"/>
              <w:autoSpaceDE w:val="0"/>
              <w:autoSpaceDN w:val="0"/>
              <w:snapToGrid w:val="0"/>
            </w:pPr>
            <w:r>
              <w:rPr>
                <w:rFonts w:hint="eastAsia"/>
              </w:rPr>
              <w:t>‧</w:t>
            </w: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 w:rsidP="000548D7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  <w:r>
              <w:rPr>
                <w:rFonts w:hint="eastAsia"/>
              </w:rPr>
              <w:t>‧</w:t>
            </w:r>
          </w:p>
        </w:tc>
        <w:tc>
          <w:tcPr>
            <w:tcW w:w="1041" w:type="dxa"/>
            <w:vAlign w:val="center"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right"/>
              <w:rPr>
                <w:rFonts w:eastAsia="書法中楷（注音一）"/>
              </w:rPr>
            </w:pPr>
            <w:r>
              <w:rPr>
                <w:rFonts w:hint="eastAsia"/>
                <w:bdr w:val="single" w:sz="4" w:space="0" w:color="auto" w:frame="1"/>
              </w:rPr>
              <w:t>ㄆ</w:t>
            </w:r>
            <w:r>
              <w:rPr>
                <w:rFonts w:eastAsia="書法中楷（注音一）" w:hint="eastAsia"/>
                <w:bdr w:val="single" w:sz="4" w:space="0" w:color="auto" w:frame="1"/>
              </w:rPr>
              <w:t>果實</w:t>
            </w:r>
          </w:p>
        </w:tc>
      </w:tr>
      <w:tr w:rsidR="007B7BB9" w:rsidTr="00AA1DD7">
        <w:trPr>
          <w:trHeight w:val="840"/>
          <w:jc w:val="center"/>
        </w:trPr>
        <w:tc>
          <w:tcPr>
            <w:tcW w:w="1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afterLines="20" w:line="240" w:lineRule="auto"/>
              <w:jc w:val="center"/>
              <w:rPr>
                <w:rFonts w:eastAsia="書法中楷（注音一）"/>
              </w:rPr>
            </w:pPr>
            <w:r>
              <w:rPr>
                <w:rFonts w:eastAsia="書法中楷（注音一）"/>
                <w:noProof/>
              </w:rPr>
              <w:drawing>
                <wp:inline distT="0" distB="0" distL="0" distR="0">
                  <wp:extent cx="429260" cy="421640"/>
                  <wp:effectExtent l="19050" t="0" r="8890" b="0"/>
                  <wp:docPr id="4" name="圖片 56" descr="E:\Execute\Files\自然\3_素材庫\植物\01-02-081-番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E:\Execute\Files\自然\3_素材庫\植物\01-02-081-番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</w:rPr>
            </w:pP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04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360" w:hangingChars="100" w:hanging="360"/>
              <w:rPr>
                <w:rFonts w:eastAsia="書法中楷（注音一）"/>
              </w:rPr>
            </w:pPr>
          </w:p>
        </w:tc>
      </w:tr>
      <w:tr w:rsidR="007B7BB9" w:rsidTr="00AA1DD7">
        <w:trPr>
          <w:trHeight w:val="38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696B9E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noProof/>
              </w:rPr>
            </w:pPr>
            <w:r>
              <w:fldChar w:fldCharType="begin"/>
            </w:r>
            <w:r>
              <w:instrText>eq \o</w:instrText>
            </w:r>
            <w:r>
              <w:rPr>
                <w:rFonts w:ascii="標楷體"/>
              </w:rPr>
              <w:instrText>(</w:instrText>
            </w:r>
            <w:r>
              <w:rPr>
                <w:rFonts w:ascii="標楷體" w:hint="eastAsia"/>
              </w:rPr>
              <w:instrText>○</w:instrText>
            </w:r>
            <w:r>
              <w:instrText>,</w:instrText>
            </w:r>
            <w:r>
              <w:rPr>
                <w:rFonts w:hAnsi="標楷體"/>
                <w:position w:val="2"/>
                <w:sz w:val="18"/>
              </w:rPr>
              <w:instrText>５</w:instrText>
            </w:r>
            <w:r>
              <w:rPr>
                <w:rFonts w:ascii="標楷體"/>
              </w:rPr>
              <w:instrText>)</w:instrText>
            </w:r>
            <w:r>
              <w:fldChar w:fldCharType="end"/>
            </w:r>
            <w:r>
              <w:rPr>
                <w:rFonts w:eastAsia="書法中楷（注音一）" w:hint="eastAsia"/>
              </w:rPr>
              <w:t>木瓜</w:t>
            </w:r>
          </w:p>
        </w:tc>
        <w:tc>
          <w:tcPr>
            <w:tcW w:w="375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04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360" w:hangingChars="100" w:hanging="360"/>
              <w:rPr>
                <w:rFonts w:eastAsia="書法中楷（注音一）"/>
              </w:rPr>
            </w:pPr>
          </w:p>
        </w:tc>
      </w:tr>
      <w:tr w:rsidR="007B7BB9" w:rsidTr="00AA1DD7">
        <w:trPr>
          <w:trHeight w:val="1032"/>
          <w:jc w:val="center"/>
        </w:trPr>
        <w:tc>
          <w:tcPr>
            <w:tcW w:w="1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B9" w:rsidRDefault="007B7BB9" w:rsidP="007B7BB9">
            <w:pPr>
              <w:kinsoku w:val="0"/>
              <w:overflowPunct w:val="0"/>
              <w:autoSpaceDE w:val="0"/>
              <w:autoSpaceDN w:val="0"/>
              <w:snapToGrid w:val="0"/>
              <w:spacing w:afterLines="2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-1270</wp:posOffset>
                  </wp:positionV>
                  <wp:extent cx="632460" cy="564515"/>
                  <wp:effectExtent l="19050" t="0" r="0" b="0"/>
                  <wp:wrapThrough wrapText="bothSides">
                    <wp:wrapPolygon edited="0">
                      <wp:start x="-651" y="0"/>
                      <wp:lineTo x="-651" y="21138"/>
                      <wp:lineTo x="21470" y="21138"/>
                      <wp:lineTo x="21470" y="0"/>
                      <wp:lineTo x="-651" y="0"/>
                    </wp:wrapPolygon>
                  </wp:wrapThrough>
                  <wp:docPr id="3" name="圖片 55" descr="E:\Execute\Files\自然\3_素材庫\植物\01-02-069-木瓜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E:\Execute\Files\自然\3_素材庫\植物\01-02-069-木瓜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5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</w:pPr>
          </w:p>
        </w:tc>
        <w:tc>
          <w:tcPr>
            <w:tcW w:w="375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書法中楷（注音一）"/>
              </w:rPr>
            </w:pPr>
          </w:p>
        </w:tc>
        <w:tc>
          <w:tcPr>
            <w:tcW w:w="76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right"/>
              <w:rPr>
                <w:rFonts w:eastAsia="書法中楷（注音一）"/>
              </w:rPr>
            </w:pPr>
          </w:p>
        </w:tc>
        <w:tc>
          <w:tcPr>
            <w:tcW w:w="1041" w:type="dxa"/>
            <w:vAlign w:val="center"/>
          </w:tcPr>
          <w:p w:rsidR="007B7BB9" w:rsidRDefault="007B7BB9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360" w:hangingChars="100" w:hanging="360"/>
              <w:rPr>
                <w:rFonts w:eastAsia="書法中楷（注音一）"/>
              </w:rPr>
            </w:pPr>
          </w:p>
        </w:tc>
      </w:tr>
    </w:tbl>
    <w:p w:rsidR="002A7AD1" w:rsidRPr="00EA20A7" w:rsidRDefault="002A7AD1" w:rsidP="002A41EE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Times Ten Roman" w:hAnsi="Times Ten Roman"/>
          <w:b/>
          <w:color w:val="000000"/>
        </w:rPr>
      </w:pPr>
    </w:p>
    <w:p w:rsidR="002A7AD1" w:rsidRDefault="002A7AD1" w:rsidP="002A7AD1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b/>
          <w:color w:val="000000"/>
        </w:rPr>
      </w:pPr>
      <w:r w:rsidRPr="002A7AD1">
        <w:rPr>
          <w:rFonts w:ascii="標楷體" w:hAnsi="標楷體" w:hint="eastAsia"/>
          <w:b/>
          <w:color w:val="000000"/>
        </w:rPr>
        <w:t>四、勾選題</w:t>
      </w:r>
      <w:r w:rsidR="00AE09A4" w:rsidRPr="003C5808">
        <w:rPr>
          <w:rFonts w:hAnsi="標楷體" w:hint="eastAsia"/>
        </w:rPr>
        <w:t>（每小題</w:t>
      </w:r>
      <w:r w:rsidR="00EA20A7">
        <w:rPr>
          <w:rFonts w:hAnsi="標楷體" w:hint="eastAsia"/>
        </w:rPr>
        <w:t>3</w:t>
      </w:r>
      <w:r w:rsidR="00AE09A4" w:rsidRPr="003C5808">
        <w:rPr>
          <w:rFonts w:hAnsi="標楷體" w:hint="eastAsia"/>
        </w:rPr>
        <w:t>分，共</w:t>
      </w:r>
      <w:r w:rsidR="00AE09A4" w:rsidRPr="003C5808">
        <w:rPr>
          <w:rFonts w:hAnsi="標楷體" w:hint="eastAsia"/>
        </w:rPr>
        <w:t>1</w:t>
      </w:r>
      <w:r w:rsidR="00EA20A7">
        <w:rPr>
          <w:rFonts w:hAnsi="標楷體" w:hint="eastAsia"/>
        </w:rPr>
        <w:t>8</w:t>
      </w:r>
      <w:r w:rsidR="00AE09A4" w:rsidRPr="003C5808">
        <w:rPr>
          <w:rFonts w:hAnsi="標楷體" w:hint="eastAsia"/>
        </w:rPr>
        <w:t>分）</w:t>
      </w:r>
    </w:p>
    <w:p w:rsidR="002A7AD1" w:rsidRDefault="002A7AD1" w:rsidP="00CD6C15">
      <w:pPr>
        <w:kinsoku w:val="0"/>
        <w:overflowPunct w:val="0"/>
        <w:autoSpaceDE w:val="0"/>
        <w:autoSpaceDN w:val="0"/>
        <w:snapToGrid w:val="0"/>
        <w:spacing w:beforeLines="20" w:afterLines="50" w:line="320" w:lineRule="exact"/>
        <w:ind w:left="308" w:hangingChars="128" w:hanging="308"/>
      </w:pPr>
      <w:r w:rsidRPr="00201343">
        <w:rPr>
          <w:rFonts w:ascii="Times Ten Roman" w:hAnsi="Times Ten Roman"/>
          <w:b/>
          <w:color w:val="FFFFFF"/>
        </w:rPr>
        <w:t>0</w:t>
      </w:r>
      <w:r w:rsidR="00611EE9">
        <w:rPr>
          <w:rFonts w:ascii="Times Ten Roman" w:hAnsi="Times Ten Roman" w:hint="eastAsia"/>
          <w:b/>
          <w:color w:val="000000"/>
        </w:rPr>
        <w:t>1</w:t>
      </w:r>
      <w:r w:rsidRPr="00201343">
        <w:rPr>
          <w:rFonts w:ascii="Times Ten Roman" w:hAnsi="Times Ten Roman"/>
          <w:b/>
          <w:color w:val="000000"/>
        </w:rPr>
        <w:t>.</w:t>
      </w:r>
      <w:bookmarkStart w:id="32" w:name="Q_25A76A1786904AAAB765F74DDDF8EF0C"/>
      <w:r w:rsidR="00B37123" w:rsidRPr="00B37123">
        <w:rPr>
          <w:rFonts w:eastAsia="書法中楷（注音一）" w:hint="eastAsia"/>
        </w:rPr>
        <w:t>下面</w:t>
      </w:r>
      <w:r w:rsidR="00F50761">
        <w:rPr>
          <w:rFonts w:eastAsia="書法中楷（注音一）" w:hint="eastAsia"/>
        </w:rPr>
        <w:t>的</w:t>
      </w:r>
      <w:r>
        <w:rPr>
          <w:rFonts w:eastAsia="書法中楷（注音一）" w:hint="eastAsia"/>
        </w:rPr>
        <w:t>物品是利用植物製成的請打</w:t>
      </w:r>
      <w:r>
        <w:rPr>
          <w:rFonts w:hint="eastAsia"/>
        </w:rPr>
        <w:t>ˇ</w:t>
      </w:r>
      <w:r w:rsidR="00641510">
        <w:rPr>
          <w:rFonts w:hint="eastAsia"/>
        </w:rPr>
        <w:t>，</w:t>
      </w:r>
      <w:r w:rsidR="00641510" w:rsidRPr="00F50761">
        <w:rPr>
          <w:rFonts w:eastAsia="書法中楷（注音一）" w:hint="eastAsia"/>
        </w:rPr>
        <w:t>不是的請打</w:t>
      </w:r>
      <w:r w:rsidR="003562C8" w:rsidRPr="003562C8">
        <w:rPr>
          <w:rFonts w:ascii="標楷體" w:hAnsi="標楷體" w:hint="eastAsia"/>
          <w:b/>
          <w:color w:val="000000"/>
        </w:rPr>
        <w:t>×</w:t>
      </w:r>
      <w:r w:rsidR="001A1D22">
        <w:rPr>
          <w:rFonts w:hint="eastAsia"/>
        </w:rPr>
        <w:t>。</w:t>
      </w:r>
    </w:p>
    <w:tbl>
      <w:tblPr>
        <w:tblW w:w="4536" w:type="dxa"/>
        <w:jc w:val="center"/>
        <w:tblCellMar>
          <w:left w:w="28" w:type="dxa"/>
          <w:right w:w="28" w:type="dxa"/>
        </w:tblCellMar>
        <w:tblLook w:val="0000"/>
      </w:tblPr>
      <w:tblGrid>
        <w:gridCol w:w="1814"/>
        <w:gridCol w:w="454"/>
        <w:gridCol w:w="1814"/>
        <w:gridCol w:w="454"/>
      </w:tblGrid>
      <w:tr w:rsidR="002A7AD1" w:rsidTr="00AA1DD7">
        <w:trPr>
          <w:cantSplit/>
          <w:trHeight w:hRule="exact" w:val="567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18520E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  <w:sz w:val="21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１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2A7AD1">
              <w:rPr>
                <w:rFonts w:eastAsia="書法中楷（注音一）" w:hint="eastAsia"/>
              </w:rPr>
              <w:t>純棉</w:t>
            </w:r>
            <w:r w:rsidR="0018520E">
              <w:rPr>
                <w:rFonts w:eastAsia="書法中楷（注音一）" w:hint="eastAsia"/>
              </w:rPr>
              <w:t>襪子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3A39C6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  <w:sz w:val="21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２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3A39C6">
              <w:rPr>
                <w:rFonts w:eastAsia="書法中楷（注音一）" w:hint="eastAsia"/>
              </w:rPr>
              <w:t>紙張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</w:rPr>
            </w:pPr>
          </w:p>
        </w:tc>
      </w:tr>
      <w:tr w:rsidR="002A7AD1" w:rsidTr="00AA1DD7">
        <w:trPr>
          <w:cantSplit/>
          <w:trHeight w:hRule="exact" w:val="1274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18520E" w:rsidP="002A7AD1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eastAsia="書法中楷（注音一）"/>
                <w:color w:val="0000FF"/>
              </w:rPr>
            </w:pPr>
            <w:r>
              <w:rPr>
                <w:rFonts w:eastAsia="書法中楷（注音一）"/>
                <w:noProof/>
                <w:color w:val="0000FF"/>
              </w:rPr>
              <w:drawing>
                <wp:inline distT="0" distB="0" distL="0" distR="0">
                  <wp:extent cx="688616" cy="535344"/>
                  <wp:effectExtent l="19050" t="0" r="0" b="0"/>
                  <wp:docPr id="2" name="圖片 2" descr="E:\Execute\Files\自然\3_素材庫\植物\01-03-118-襪子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Execute\Files\自然\3_素材庫\植物\01-03-118-襪子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74" cy="537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F60758" w:rsidP="002A7AD1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eastAsia="書法中楷（注音一）"/>
                <w:color w:val="0000FF"/>
              </w:rPr>
            </w:pPr>
            <w:r>
              <w:rPr>
                <w:rFonts w:eastAsia="書法中楷（注音一）"/>
                <w:noProof/>
                <w:color w:val="0000FF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372745</wp:posOffset>
                  </wp:positionH>
                  <wp:positionV relativeFrom="paragraph">
                    <wp:posOffset>51435</wp:posOffset>
                  </wp:positionV>
                  <wp:extent cx="593090" cy="594995"/>
                  <wp:effectExtent l="95250" t="76200" r="73660" b="71755"/>
                  <wp:wrapNone/>
                  <wp:docPr id="18" name="圖片 8" descr="E:\Execute\Files\自然\3_素材庫\植物\01-03-113-宣傳單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Execute\Files\自然\3_素材庫\植物\01-03-113-宣傳單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557490">
                            <a:off x="0" y="0"/>
                            <a:ext cx="593090" cy="59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A7AD1" w:rsidTr="00AA1DD7">
        <w:trPr>
          <w:cantSplit/>
          <w:trHeight w:hRule="exact" w:val="567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FF3BC2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  <w:sz w:val="21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３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FF3BC2">
              <w:rPr>
                <w:rFonts w:eastAsia="書法中楷（注音一）" w:hint="eastAsia"/>
              </w:rPr>
              <w:t>鐵椅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FF3BC2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  <w:sz w:val="21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４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FF3BC2">
              <w:rPr>
                <w:rFonts w:eastAsia="書法中楷（注音一）" w:hint="eastAsia"/>
              </w:rPr>
              <w:t>茶葉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</w:rPr>
            </w:pPr>
          </w:p>
        </w:tc>
      </w:tr>
      <w:tr w:rsidR="002A7AD1" w:rsidTr="00AA1DD7">
        <w:trPr>
          <w:cantSplit/>
          <w:trHeight w:hRule="exact" w:val="1245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153A85" w:rsidP="002A7AD1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eastAsia="書法中楷（注音一）"/>
                <w:color w:val="0000FF"/>
              </w:rPr>
            </w:pPr>
            <w:r>
              <w:rPr>
                <w:rFonts w:eastAsia="書法中楷（注音一）"/>
                <w:noProof/>
                <w:color w:val="0000FF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-3810</wp:posOffset>
                  </wp:positionV>
                  <wp:extent cx="481330" cy="770890"/>
                  <wp:effectExtent l="19050" t="0" r="0" b="0"/>
                  <wp:wrapThrough wrapText="bothSides">
                    <wp:wrapPolygon edited="0">
                      <wp:start x="-855" y="0"/>
                      <wp:lineTo x="-855" y="20817"/>
                      <wp:lineTo x="21372" y="20817"/>
                      <wp:lineTo x="21372" y="0"/>
                      <wp:lineTo x="-855" y="0"/>
                    </wp:wrapPolygon>
                  </wp:wrapThrough>
                  <wp:docPr id="6" name="圖片 16" descr="1-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-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FF3BC2" w:rsidP="0059744A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eastAsia="書法中楷（注音一）"/>
              </w:rPr>
            </w:pPr>
            <w:r>
              <w:rPr>
                <w:rFonts w:eastAsia="書法中楷（注音一）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8890</wp:posOffset>
                  </wp:positionV>
                  <wp:extent cx="683260" cy="561340"/>
                  <wp:effectExtent l="19050" t="0" r="2540" b="0"/>
                  <wp:wrapThrough wrapText="bothSides">
                    <wp:wrapPolygon edited="0">
                      <wp:start x="-602" y="0"/>
                      <wp:lineTo x="-602" y="20525"/>
                      <wp:lineTo x="21680" y="20525"/>
                      <wp:lineTo x="21680" y="0"/>
                      <wp:lineTo x="-602" y="0"/>
                    </wp:wrapPolygon>
                  </wp:wrapThrough>
                  <wp:docPr id="8" name="圖片 6" descr="E:\Execute\Files\自然\3_素材庫\植物\01-03-141-茶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Execute\Files\自然\3_素材庫\植物\01-03-141-茶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561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A7AD1" w:rsidTr="00AA1DD7">
        <w:trPr>
          <w:cantSplit/>
          <w:trHeight w:hRule="exact" w:val="567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E17DA9" w:rsidP="001D1500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  <w:sz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464185</wp:posOffset>
                  </wp:positionH>
                  <wp:positionV relativeFrom="paragraph">
                    <wp:posOffset>340995</wp:posOffset>
                  </wp:positionV>
                  <wp:extent cx="313055" cy="739140"/>
                  <wp:effectExtent l="19050" t="0" r="0" b="0"/>
                  <wp:wrapThrough wrapText="bothSides">
                    <wp:wrapPolygon edited="0">
                      <wp:start x="-1314" y="0"/>
                      <wp:lineTo x="-1314" y="21155"/>
                      <wp:lineTo x="21030" y="21155"/>
                      <wp:lineTo x="21030" y="0"/>
                      <wp:lineTo x="-1314" y="0"/>
                    </wp:wrapPolygon>
                  </wp:wrapThrough>
                  <wp:docPr id="5" name="圖片 5" descr="E:\Execute\Files\自然\3_素材庫\植物\01-03-153-柳橙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Execute\Files\自然\3_素材庫\植物\01-03-153-柳橙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55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32BBC"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/>
                <w:position w:val="2"/>
                <w:sz w:val="18"/>
              </w:rPr>
              <w:instrText>５</w:instrText>
            </w:r>
            <w:r w:rsidR="002A7AD1">
              <w:rPr>
                <w:rFonts w:ascii="標楷體"/>
              </w:rPr>
              <w:instrText>)</w:instrText>
            </w:r>
            <w:r w:rsidR="00A32BBC">
              <w:fldChar w:fldCharType="end"/>
            </w:r>
            <w:r w:rsidR="001D1500">
              <w:rPr>
                <w:rFonts w:eastAsia="書法中楷（注音一）" w:hint="eastAsia"/>
              </w:rPr>
              <w:t>玻璃</w:t>
            </w:r>
            <w:r w:rsidR="002A7AD1">
              <w:rPr>
                <w:rFonts w:eastAsia="書法中楷（注音一）" w:hint="eastAsia"/>
              </w:rPr>
              <w:t>杯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AD1" w:rsidRDefault="00A32BBC" w:rsidP="00450875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  <w:sz w:val="21"/>
              </w:rPr>
            </w:pPr>
            <w:r>
              <w:fldChar w:fldCharType="begin"/>
            </w:r>
            <w:r w:rsidR="002A7AD1">
              <w:instrText>eq \o</w:instrText>
            </w:r>
            <w:r w:rsidR="002A7AD1">
              <w:rPr>
                <w:rFonts w:ascii="標楷體"/>
              </w:rPr>
              <w:instrText>(</w:instrText>
            </w:r>
            <w:r w:rsidR="002A7AD1">
              <w:rPr>
                <w:rFonts w:ascii="標楷體" w:hint="eastAsia"/>
              </w:rPr>
              <w:instrText>○</w:instrText>
            </w:r>
            <w:r w:rsidR="002A7AD1">
              <w:instrText>,</w:instrText>
            </w:r>
            <w:r w:rsidR="002A7AD1">
              <w:rPr>
                <w:rFonts w:hAnsi="標楷體" w:hint="eastAsia"/>
                <w:position w:val="2"/>
                <w:sz w:val="18"/>
              </w:rPr>
              <w:instrText>６</w:instrText>
            </w:r>
            <w:r w:rsidR="002A7AD1">
              <w:rPr>
                <w:rFonts w:ascii="標楷體"/>
              </w:rPr>
              <w:instrText>)</w:instrText>
            </w:r>
            <w:r>
              <w:fldChar w:fldCharType="end"/>
            </w:r>
            <w:r w:rsidR="00450875">
              <w:rPr>
                <w:rFonts w:eastAsia="書法中楷（注音一）" w:hint="eastAsia"/>
              </w:rPr>
              <w:t>竹</w:t>
            </w:r>
            <w:r w:rsidR="00035FC6">
              <w:rPr>
                <w:rFonts w:eastAsia="書法中楷（注音一）" w:hint="eastAsia"/>
              </w:rPr>
              <w:t>椅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rPr>
                <w:rFonts w:eastAsia="書法中楷（注音一）"/>
                <w:color w:val="0000FF"/>
              </w:rPr>
            </w:pPr>
          </w:p>
        </w:tc>
      </w:tr>
      <w:tr w:rsidR="002A7AD1" w:rsidTr="00AA1DD7">
        <w:trPr>
          <w:cantSplit/>
          <w:trHeight w:hRule="exact" w:val="1311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2A7AD1" w:rsidP="002A7AD1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eastAsia="書法中楷（注音一）"/>
                <w:color w:val="0000FF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AD1" w:rsidRDefault="00185A2A" w:rsidP="002A7AD1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eastAsia="書法中楷（注音一）"/>
              </w:rPr>
            </w:pPr>
            <w:r>
              <w:rPr>
                <w:rFonts w:eastAsia="書法中楷（注音一）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435610</wp:posOffset>
                  </wp:positionH>
                  <wp:positionV relativeFrom="paragraph">
                    <wp:posOffset>-22225</wp:posOffset>
                  </wp:positionV>
                  <wp:extent cx="540385" cy="635635"/>
                  <wp:effectExtent l="0" t="0" r="0" b="0"/>
                  <wp:wrapNone/>
                  <wp:docPr id="17" name="圖片 7" descr="E:\Execute\Files\自然\3_素材庫\植物\01-03-107-木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Execute\Files\自然\3_素材庫\植物\01-03-107-木椅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32"/>
    </w:tbl>
    <w:p w:rsidR="002A7AD1" w:rsidRDefault="002A7AD1" w:rsidP="00345550">
      <w:pPr>
        <w:kinsoku w:val="0"/>
        <w:overflowPunct w:val="0"/>
        <w:autoSpaceDE w:val="0"/>
        <w:autoSpaceDN w:val="0"/>
        <w:snapToGrid w:val="0"/>
        <w:spacing w:line="240" w:lineRule="auto"/>
        <w:rPr>
          <w:rFonts w:eastAsia="書法中楷（注音一）"/>
        </w:rPr>
      </w:pPr>
    </w:p>
    <w:sectPr w:rsidR="002A7AD1" w:rsidSect="002A7AD1">
      <w:type w:val="continuous"/>
      <w:pgSz w:w="11906" w:h="16838" w:code="9"/>
      <w:pgMar w:top="851" w:right="851" w:bottom="851" w:left="851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968" w:rsidRDefault="00396968">
      <w:r>
        <w:separator/>
      </w:r>
    </w:p>
  </w:endnote>
  <w:endnote w:type="continuationSeparator" w:id="0">
    <w:p w:rsidR="00396968" w:rsidRDefault="00396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書法中楷（破音二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書法中楷（破音三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968" w:rsidRDefault="00396968">
      <w:r>
        <w:separator/>
      </w:r>
    </w:p>
  </w:footnote>
  <w:footnote w:type="continuationSeparator" w:id="0">
    <w:p w:rsidR="00396968" w:rsidRDefault="00396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11320"/>
    <w:multiLevelType w:val="hybridMultilevel"/>
    <w:tmpl w:val="A510EC9A"/>
    <w:lvl w:ilvl="0" w:tplc="F85EEC38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efaultTabStop w:val="480"/>
  <w:doNotHyphenateCaps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AD1"/>
    <w:rsid w:val="00026D07"/>
    <w:rsid w:val="00030072"/>
    <w:rsid w:val="00030813"/>
    <w:rsid w:val="00035FC6"/>
    <w:rsid w:val="0006090A"/>
    <w:rsid w:val="00064808"/>
    <w:rsid w:val="00064D75"/>
    <w:rsid w:val="0006734B"/>
    <w:rsid w:val="000763FA"/>
    <w:rsid w:val="0007798D"/>
    <w:rsid w:val="000A304B"/>
    <w:rsid w:val="000F2A95"/>
    <w:rsid w:val="000F412F"/>
    <w:rsid w:val="00107E0C"/>
    <w:rsid w:val="0013431A"/>
    <w:rsid w:val="00153A85"/>
    <w:rsid w:val="001654C5"/>
    <w:rsid w:val="00174EE5"/>
    <w:rsid w:val="0018520E"/>
    <w:rsid w:val="00185A2A"/>
    <w:rsid w:val="001A1D22"/>
    <w:rsid w:val="001C2045"/>
    <w:rsid w:val="001D1500"/>
    <w:rsid w:val="001D6425"/>
    <w:rsid w:val="00284B4A"/>
    <w:rsid w:val="0029579D"/>
    <w:rsid w:val="002A013C"/>
    <w:rsid w:val="002A41EE"/>
    <w:rsid w:val="002A51B6"/>
    <w:rsid w:val="002A7AD1"/>
    <w:rsid w:val="002D79F9"/>
    <w:rsid w:val="002F308F"/>
    <w:rsid w:val="00345550"/>
    <w:rsid w:val="003562C8"/>
    <w:rsid w:val="00396968"/>
    <w:rsid w:val="003A39C6"/>
    <w:rsid w:val="003B0422"/>
    <w:rsid w:val="003C2DF7"/>
    <w:rsid w:val="003C37C0"/>
    <w:rsid w:val="003C5808"/>
    <w:rsid w:val="00420F71"/>
    <w:rsid w:val="00431DB5"/>
    <w:rsid w:val="00450875"/>
    <w:rsid w:val="00493B9F"/>
    <w:rsid w:val="004C2A35"/>
    <w:rsid w:val="004E2969"/>
    <w:rsid w:val="005030A3"/>
    <w:rsid w:val="005048E7"/>
    <w:rsid w:val="00530F8F"/>
    <w:rsid w:val="00543572"/>
    <w:rsid w:val="00557344"/>
    <w:rsid w:val="00563C1D"/>
    <w:rsid w:val="0059744A"/>
    <w:rsid w:val="00597D35"/>
    <w:rsid w:val="005A526A"/>
    <w:rsid w:val="005C3DCB"/>
    <w:rsid w:val="005F7D96"/>
    <w:rsid w:val="00610315"/>
    <w:rsid w:val="00611EE9"/>
    <w:rsid w:val="00612101"/>
    <w:rsid w:val="00626253"/>
    <w:rsid w:val="006275D1"/>
    <w:rsid w:val="0063327F"/>
    <w:rsid w:val="00640085"/>
    <w:rsid w:val="00640775"/>
    <w:rsid w:val="00641510"/>
    <w:rsid w:val="00696B9E"/>
    <w:rsid w:val="006B30D4"/>
    <w:rsid w:val="006D3818"/>
    <w:rsid w:val="006E13E4"/>
    <w:rsid w:val="006E79D0"/>
    <w:rsid w:val="00710489"/>
    <w:rsid w:val="00720ABE"/>
    <w:rsid w:val="00721DA2"/>
    <w:rsid w:val="00785E8D"/>
    <w:rsid w:val="007B5451"/>
    <w:rsid w:val="007B7BB9"/>
    <w:rsid w:val="007E25A5"/>
    <w:rsid w:val="0085006B"/>
    <w:rsid w:val="00864F40"/>
    <w:rsid w:val="008C4DA4"/>
    <w:rsid w:val="008C7BD8"/>
    <w:rsid w:val="008E5AAA"/>
    <w:rsid w:val="00972FE7"/>
    <w:rsid w:val="00976B1B"/>
    <w:rsid w:val="00982FDE"/>
    <w:rsid w:val="00990783"/>
    <w:rsid w:val="00994021"/>
    <w:rsid w:val="009A626E"/>
    <w:rsid w:val="009D0CAA"/>
    <w:rsid w:val="009F384F"/>
    <w:rsid w:val="009F5F21"/>
    <w:rsid w:val="00A16225"/>
    <w:rsid w:val="00A32BBC"/>
    <w:rsid w:val="00A3659F"/>
    <w:rsid w:val="00A56123"/>
    <w:rsid w:val="00A910B8"/>
    <w:rsid w:val="00AA1DD7"/>
    <w:rsid w:val="00AB65C9"/>
    <w:rsid w:val="00AC7FE1"/>
    <w:rsid w:val="00AE0282"/>
    <w:rsid w:val="00AE09A4"/>
    <w:rsid w:val="00B01914"/>
    <w:rsid w:val="00B32B93"/>
    <w:rsid w:val="00B37123"/>
    <w:rsid w:val="00B72452"/>
    <w:rsid w:val="00BC7CF0"/>
    <w:rsid w:val="00BD5BB7"/>
    <w:rsid w:val="00BE40D8"/>
    <w:rsid w:val="00C0505E"/>
    <w:rsid w:val="00C324DA"/>
    <w:rsid w:val="00C95C07"/>
    <w:rsid w:val="00CA1D6F"/>
    <w:rsid w:val="00CA6940"/>
    <w:rsid w:val="00CB14A4"/>
    <w:rsid w:val="00CD5ED8"/>
    <w:rsid w:val="00CD6C15"/>
    <w:rsid w:val="00CF60DF"/>
    <w:rsid w:val="00D01E83"/>
    <w:rsid w:val="00D214FD"/>
    <w:rsid w:val="00D436FD"/>
    <w:rsid w:val="00D52F0E"/>
    <w:rsid w:val="00D605FC"/>
    <w:rsid w:val="00E05B33"/>
    <w:rsid w:val="00E17DA9"/>
    <w:rsid w:val="00E21DF7"/>
    <w:rsid w:val="00E6427D"/>
    <w:rsid w:val="00E8035F"/>
    <w:rsid w:val="00E9279D"/>
    <w:rsid w:val="00EA20A7"/>
    <w:rsid w:val="00EB574F"/>
    <w:rsid w:val="00EC2862"/>
    <w:rsid w:val="00EC5AD4"/>
    <w:rsid w:val="00ED59DA"/>
    <w:rsid w:val="00F50761"/>
    <w:rsid w:val="00F60758"/>
    <w:rsid w:val="00FA5084"/>
    <w:rsid w:val="00FA6504"/>
    <w:rsid w:val="00FC53EC"/>
    <w:rsid w:val="00FD371A"/>
    <w:rsid w:val="00FE3685"/>
    <w:rsid w:val="00FF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BB7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BD5BB7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D5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BD5BB7"/>
    <w:pPr>
      <w:snapToGrid w:val="0"/>
    </w:pPr>
    <w:rPr>
      <w:b/>
      <w:sz w:val="28"/>
    </w:rPr>
  </w:style>
  <w:style w:type="paragraph" w:styleId="a4">
    <w:name w:val="footer"/>
    <w:basedOn w:val="a"/>
    <w:rsid w:val="00BD5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alloon Text"/>
    <w:basedOn w:val="a"/>
    <w:link w:val="a6"/>
    <w:rsid w:val="003B042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3B042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D605FC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5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ome\LOCALS~1\Temp\HanLin\&#32752;&#26519;&#20986;&#29256;%20&#38988;&#30446;&#21367;2012092515353720120925153537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8F92F-E250-4CD6-8EA6-032D1C4B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題目卷2012092515353720120925153537</Template>
  <TotalTime>158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範本檔</vt:lpstr>
    </vt:vector>
  </TitlesOfParts>
  <Company>翰林出版事業股份有限公司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SuperXP</dc:creator>
  <cp:keywords/>
  <dc:description/>
  <cp:lastModifiedBy>SuperXP</cp:lastModifiedBy>
  <cp:revision>41</cp:revision>
  <cp:lastPrinted>2012-09-28T01:42:00Z</cp:lastPrinted>
  <dcterms:created xsi:type="dcterms:W3CDTF">2012-09-27T06:59:00Z</dcterms:created>
  <dcterms:modified xsi:type="dcterms:W3CDTF">2012-09-28T02:27:00Z</dcterms:modified>
</cp:coreProperties>
</file>